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370C" w:rsidP="00941C04" w:rsidRDefault="5B057B72" w14:paraId="11803E5B" w14:textId="78CC84B0">
      <w:pPr>
        <w:pStyle w:val="BasicParagraph"/>
        <w:suppressAutoHyphens/>
        <w:spacing w:before="120"/>
        <w:rPr>
          <w:rFonts w:ascii="Arial" w:hAnsi="Arial" w:cs="Arial"/>
          <w:color w:val="000008"/>
          <w:sz w:val="22"/>
          <w:szCs w:val="22"/>
          <w:lang w:val="en-AU"/>
        </w:rPr>
      </w:pPr>
      <w:r w:rsidRPr="5DDDDFA6" w:rsidR="683257E5">
        <w:rPr>
          <w:rFonts w:ascii="Arial" w:hAnsi="Arial" w:cs="Arial"/>
          <w:b w:val="1"/>
          <w:bCs w:val="1"/>
          <w:color w:val="000008"/>
          <w:sz w:val="28"/>
          <w:szCs w:val="28"/>
          <w:lang w:val="en-AU"/>
        </w:rPr>
        <w:t>Social media and newsletter content</w:t>
      </w:r>
      <w:r w:rsidRPr="5DDDDFA6" w:rsidR="61A2E0CA">
        <w:rPr>
          <w:rFonts w:ascii="Arial" w:hAnsi="Arial" w:cs="Arial"/>
          <w:b w:val="1"/>
          <w:bCs w:val="1"/>
          <w:color w:val="000008"/>
          <w:sz w:val="28"/>
          <w:szCs w:val="28"/>
          <w:lang w:val="en-AU"/>
        </w:rPr>
        <w:t xml:space="preserve"> for your </w:t>
      </w:r>
      <w:r w:rsidRPr="5DDDDFA6" w:rsidR="5CAD0895">
        <w:rPr>
          <w:rFonts w:ascii="Arial" w:hAnsi="Arial" w:cs="Arial"/>
          <w:b w:val="1"/>
          <w:bCs w:val="1"/>
          <w:color w:val="000008"/>
          <w:sz w:val="28"/>
          <w:szCs w:val="28"/>
          <w:lang w:val="en-AU"/>
        </w:rPr>
        <w:t>workplace</w:t>
      </w:r>
      <w:r>
        <w:br/>
      </w:r>
      <w:r>
        <w:br/>
      </w:r>
      <w:r w:rsidRPr="5DDDDFA6" w:rsidR="2784C27B">
        <w:rPr>
          <w:rFonts w:ascii="Arial" w:hAnsi="Arial" w:cs="Arial"/>
          <w:color w:val="000008"/>
          <w:sz w:val="22"/>
          <w:szCs w:val="22"/>
          <w:lang w:val="en-AU"/>
        </w:rPr>
        <w:t xml:space="preserve">Take advantage of these </w:t>
      </w:r>
      <w:r w:rsidRPr="5DDDDFA6" w:rsidR="292DAB51">
        <w:rPr>
          <w:rFonts w:ascii="Arial" w:hAnsi="Arial" w:cs="Arial"/>
          <w:color w:val="000008"/>
          <w:sz w:val="22"/>
          <w:szCs w:val="22"/>
          <w:lang w:val="en-AU"/>
        </w:rPr>
        <w:t>prewritten</w:t>
      </w:r>
      <w:r w:rsidRPr="5DDDDFA6" w:rsidR="2784C27B">
        <w:rPr>
          <w:rFonts w:ascii="Arial" w:hAnsi="Arial" w:cs="Arial"/>
          <w:color w:val="000008"/>
          <w:sz w:val="22"/>
          <w:szCs w:val="22"/>
          <w:lang w:val="en-AU"/>
        </w:rPr>
        <w:t xml:space="preserve"> social media and newsletter </w:t>
      </w:r>
      <w:r w:rsidRPr="5DDDDFA6" w:rsidR="06B1B77C">
        <w:rPr>
          <w:rFonts w:ascii="Arial" w:hAnsi="Arial" w:cs="Arial"/>
          <w:color w:val="000008"/>
          <w:sz w:val="22"/>
          <w:szCs w:val="22"/>
          <w:lang w:val="en-AU"/>
        </w:rPr>
        <w:t xml:space="preserve">messages to get a </w:t>
      </w:r>
      <w:r w:rsidRPr="5DDDDFA6" w:rsidR="0598FA89">
        <w:rPr>
          <w:rFonts w:ascii="Arial" w:hAnsi="Arial" w:cs="Arial"/>
          <w:color w:val="000008"/>
          <w:sz w:val="22"/>
          <w:szCs w:val="22"/>
          <w:lang w:val="en-AU"/>
        </w:rPr>
        <w:t>head start</w:t>
      </w:r>
      <w:r w:rsidRPr="5DDDDFA6" w:rsidR="06B1B77C">
        <w:rPr>
          <w:rFonts w:ascii="Arial" w:hAnsi="Arial" w:cs="Arial"/>
          <w:color w:val="000008"/>
          <w:sz w:val="22"/>
          <w:szCs w:val="22"/>
          <w:lang w:val="en-AU"/>
        </w:rPr>
        <w:t xml:space="preserve"> promoting the World’s Greatest Shave </w:t>
      </w:r>
      <w:r w:rsidRPr="5DDDDFA6" w:rsidR="5458C0CF">
        <w:rPr>
          <w:rFonts w:ascii="Arial" w:hAnsi="Arial" w:cs="Arial"/>
          <w:color w:val="000008"/>
          <w:sz w:val="22"/>
          <w:szCs w:val="22"/>
          <w:lang w:val="en-AU"/>
        </w:rPr>
        <w:t xml:space="preserve">at your workplace. </w:t>
      </w:r>
      <w:r>
        <w:br/>
      </w:r>
      <w:r>
        <w:br/>
      </w:r>
      <w:r w:rsidRPr="5DDDDFA6" w:rsidR="06B1B77C">
        <w:rPr>
          <w:rFonts w:ascii="Arial" w:hAnsi="Arial" w:cs="Arial"/>
          <w:color w:val="000008"/>
          <w:sz w:val="22"/>
          <w:szCs w:val="22"/>
          <w:lang w:val="en-AU"/>
        </w:rPr>
        <w:t>You can copy and paste straight from this document</w:t>
      </w:r>
      <w:r w:rsidRPr="5DDDDFA6" w:rsidR="339E61EE">
        <w:rPr>
          <w:rFonts w:ascii="Arial" w:hAnsi="Arial" w:cs="Arial"/>
          <w:color w:val="000008"/>
          <w:sz w:val="22"/>
          <w:szCs w:val="22"/>
          <w:lang w:val="en-AU"/>
        </w:rPr>
        <w:t xml:space="preserve"> or simply take some inspiration to write your own! Remember, the more </w:t>
      </w:r>
      <w:r w:rsidRPr="5DDDDFA6" w:rsidR="1A643CF7">
        <w:rPr>
          <w:rFonts w:ascii="Arial" w:hAnsi="Arial" w:cs="Arial"/>
          <w:color w:val="000008"/>
          <w:sz w:val="22"/>
          <w:szCs w:val="22"/>
          <w:lang w:val="en-AU"/>
        </w:rPr>
        <w:t>you</w:t>
      </w:r>
      <w:r w:rsidRPr="5DDDDFA6" w:rsidR="5A0A89DA">
        <w:rPr>
          <w:rFonts w:ascii="Arial" w:hAnsi="Arial" w:cs="Arial"/>
          <w:color w:val="000008"/>
          <w:sz w:val="22"/>
          <w:szCs w:val="22"/>
          <w:lang w:val="en-AU"/>
        </w:rPr>
        <w:t xml:space="preserve"> promote your </w:t>
      </w:r>
      <w:r w:rsidRPr="5DDDDFA6" w:rsidR="36669384">
        <w:rPr>
          <w:rFonts w:ascii="Arial" w:hAnsi="Arial" w:cs="Arial"/>
          <w:color w:val="000008"/>
          <w:sz w:val="22"/>
          <w:szCs w:val="22"/>
          <w:lang w:val="en-AU"/>
        </w:rPr>
        <w:t xml:space="preserve">workplace’s </w:t>
      </w:r>
      <w:r w:rsidRPr="5DDDDFA6" w:rsidR="5A0A89DA">
        <w:rPr>
          <w:rFonts w:ascii="Arial" w:hAnsi="Arial" w:cs="Arial"/>
          <w:color w:val="000008"/>
          <w:sz w:val="22"/>
          <w:szCs w:val="22"/>
          <w:lang w:val="en-AU"/>
        </w:rPr>
        <w:t xml:space="preserve">participation in World’s Greatest Shave the more </w:t>
      </w:r>
      <w:r w:rsidRPr="5DDDDFA6" w:rsidR="1B826A4E">
        <w:rPr>
          <w:rFonts w:ascii="Arial" w:hAnsi="Arial" w:cs="Arial"/>
          <w:color w:val="000008"/>
          <w:sz w:val="22"/>
          <w:szCs w:val="22"/>
          <w:lang w:val="en-AU"/>
        </w:rPr>
        <w:t>rewarding it will be for your colleagues</w:t>
      </w:r>
      <w:r w:rsidRPr="5DDDDFA6" w:rsidR="5A0A89DA">
        <w:rPr>
          <w:rFonts w:ascii="Arial" w:hAnsi="Arial" w:cs="Arial"/>
          <w:color w:val="000008"/>
          <w:sz w:val="22"/>
          <w:szCs w:val="22"/>
          <w:lang w:val="en-AU"/>
        </w:rPr>
        <w:t xml:space="preserve"> </w:t>
      </w:r>
      <w:r w:rsidRPr="5DDDDFA6" w:rsidR="5A0A89DA">
        <w:rPr>
          <w:rFonts w:ascii="Arial" w:hAnsi="Arial" w:cs="Arial"/>
          <w:color w:val="000008"/>
          <w:sz w:val="22"/>
          <w:szCs w:val="22"/>
          <w:lang w:val="en-AU"/>
        </w:rPr>
        <w:t xml:space="preserve">– and the more money </w:t>
      </w:r>
      <w:r w:rsidRPr="5DDDDFA6" w:rsidR="5A0A89DA">
        <w:rPr>
          <w:rFonts w:ascii="Arial" w:hAnsi="Arial" w:cs="Arial"/>
          <w:color w:val="000008"/>
          <w:sz w:val="22"/>
          <w:szCs w:val="22"/>
          <w:lang w:val="en-AU"/>
        </w:rPr>
        <w:t>you’ll</w:t>
      </w:r>
      <w:r w:rsidRPr="5DDDDFA6" w:rsidR="5A0A89DA">
        <w:rPr>
          <w:rFonts w:ascii="Arial" w:hAnsi="Arial" w:cs="Arial"/>
          <w:color w:val="000008"/>
          <w:sz w:val="22"/>
          <w:szCs w:val="22"/>
          <w:lang w:val="en-AU"/>
        </w:rPr>
        <w:t xml:space="preserve"> rais</w:t>
      </w:r>
      <w:r w:rsidRPr="5DDDDFA6" w:rsidR="6805E08D">
        <w:rPr>
          <w:rFonts w:ascii="Arial" w:hAnsi="Arial" w:cs="Arial"/>
          <w:color w:val="000008"/>
          <w:sz w:val="22"/>
          <w:szCs w:val="22"/>
          <w:lang w:val="en-AU"/>
        </w:rPr>
        <w:t xml:space="preserve">e to help </w:t>
      </w:r>
      <w:r w:rsidRPr="5DDDDFA6" w:rsidR="1A643CF7">
        <w:rPr>
          <w:rFonts w:ascii="Arial" w:hAnsi="Arial" w:cs="Arial"/>
          <w:color w:val="000008"/>
          <w:sz w:val="22"/>
          <w:szCs w:val="22"/>
          <w:lang w:val="en-AU"/>
        </w:rPr>
        <w:t>families</w:t>
      </w:r>
      <w:r w:rsidRPr="5DDDDFA6" w:rsidR="6805E08D">
        <w:rPr>
          <w:rFonts w:ascii="Arial" w:hAnsi="Arial" w:cs="Arial"/>
          <w:color w:val="000008"/>
          <w:sz w:val="22"/>
          <w:szCs w:val="22"/>
          <w:lang w:val="en-AU"/>
        </w:rPr>
        <w:t xml:space="preserve"> </w:t>
      </w:r>
      <w:r w:rsidRPr="5DDDDFA6" w:rsidR="3FEDB01E">
        <w:rPr>
          <w:rFonts w:ascii="Arial" w:hAnsi="Arial" w:cs="Arial"/>
          <w:color w:val="000008"/>
          <w:sz w:val="22"/>
          <w:szCs w:val="22"/>
          <w:lang w:val="en-AU"/>
        </w:rPr>
        <w:t>facing blood cancer.</w:t>
      </w:r>
    </w:p>
    <w:p w:rsidR="002941B5" w:rsidP="004F797A" w:rsidRDefault="004F797A" w14:paraId="28F08858" w14:textId="0F56E8CF">
      <w:pPr>
        <w:pStyle w:val="BasicParagraph"/>
        <w:suppressAutoHyphens/>
        <w:spacing w:before="425"/>
        <w:rPr>
          <w:rFonts w:ascii="Arial" w:hAnsi="Arial" w:cs="Arial"/>
          <w:color w:val="000008"/>
          <w:sz w:val="22"/>
          <w:szCs w:val="22"/>
          <w:lang w:val="en-AU"/>
        </w:rPr>
      </w:pPr>
      <w:r>
        <w:rPr>
          <w:rFonts w:ascii="Arial" w:hAnsi="Arial" w:cs="Arial"/>
          <w:color w:val="000008"/>
          <w:sz w:val="22"/>
          <w:szCs w:val="22"/>
          <w:lang w:val="en-AU"/>
        </w:rPr>
        <w:t>Jump to:</w:t>
      </w:r>
      <w:r w:rsidR="002941B5">
        <w:rPr>
          <w:rFonts w:ascii="Arial" w:hAnsi="Arial" w:cs="Arial"/>
          <w:color w:val="000008"/>
          <w:sz w:val="22"/>
          <w:szCs w:val="22"/>
          <w:lang w:val="en-AU"/>
        </w:rPr>
        <w:br/>
      </w:r>
    </w:p>
    <w:p w:rsidR="002941B5" w:rsidP="002941B5" w:rsidRDefault="008A42AE" w14:paraId="5DDF4AE0" w14:textId="21E2DBBF">
      <w:pPr>
        <w:pStyle w:val="BasicParagraph"/>
        <w:numPr>
          <w:ilvl w:val="0"/>
          <w:numId w:val="7"/>
        </w:numPr>
        <w:suppressAutoHyphens/>
        <w:spacing w:before="425" w:line="240" w:lineRule="auto"/>
        <w:ind w:left="714" w:hanging="357"/>
        <w:contextualSpacing/>
        <w:rPr>
          <w:rFonts w:ascii="Arial" w:hAnsi="Arial" w:cs="Arial"/>
          <w:color w:val="000008"/>
          <w:sz w:val="22"/>
          <w:szCs w:val="22"/>
          <w:lang w:val="en-AU"/>
        </w:rPr>
      </w:pPr>
      <w:hyperlink w:history="1" w:anchor="GASM">
        <w:r w:rsidRPr="00AB5CC5" w:rsidR="00385A41">
          <w:rPr>
            <w:rStyle w:val="Hyperlink"/>
            <w:rFonts w:ascii="Arial" w:hAnsi="Arial" w:cs="Arial"/>
            <w:sz w:val="22"/>
            <w:szCs w:val="22"/>
            <w:lang w:val="en-AU"/>
          </w:rPr>
          <w:t xml:space="preserve">General announcement </w:t>
        </w:r>
        <w:r w:rsidRPr="00AB5CC5" w:rsidR="00F02340">
          <w:rPr>
            <w:rStyle w:val="Hyperlink"/>
            <w:rFonts w:ascii="Arial" w:hAnsi="Arial" w:cs="Arial"/>
            <w:sz w:val="22"/>
            <w:szCs w:val="22"/>
            <w:lang w:val="en-AU"/>
          </w:rPr>
          <w:t>| Social media</w:t>
        </w:r>
      </w:hyperlink>
    </w:p>
    <w:p w:rsidR="002941B5" w:rsidP="002941B5" w:rsidRDefault="008A42AE" w14:paraId="155DE9CC" w14:textId="3F4CD162">
      <w:pPr>
        <w:pStyle w:val="BasicParagraph"/>
        <w:numPr>
          <w:ilvl w:val="0"/>
          <w:numId w:val="7"/>
        </w:numPr>
        <w:suppressAutoHyphens/>
        <w:spacing w:before="425" w:line="240" w:lineRule="auto"/>
        <w:ind w:left="714" w:hanging="357"/>
        <w:contextualSpacing/>
        <w:rPr>
          <w:rFonts w:ascii="Arial" w:hAnsi="Arial" w:cs="Arial"/>
          <w:color w:val="000008"/>
          <w:sz w:val="22"/>
          <w:szCs w:val="22"/>
          <w:lang w:val="en-AU"/>
        </w:rPr>
      </w:pPr>
      <w:hyperlink w:history="1" w:anchor="GAN">
        <w:r w:rsidRPr="00AB5CC5" w:rsidR="00F02340">
          <w:rPr>
            <w:rStyle w:val="Hyperlink"/>
            <w:rFonts w:ascii="Arial" w:hAnsi="Arial" w:cs="Arial"/>
            <w:sz w:val="22"/>
            <w:szCs w:val="22"/>
            <w:lang w:val="en-AU"/>
          </w:rPr>
          <w:t xml:space="preserve">General announcement | </w:t>
        </w:r>
        <w:r w:rsidRPr="00AB5CC5" w:rsidR="004F797A">
          <w:rPr>
            <w:rStyle w:val="Hyperlink"/>
            <w:rFonts w:ascii="Arial" w:hAnsi="Arial" w:cs="Arial"/>
            <w:sz w:val="22"/>
            <w:szCs w:val="22"/>
            <w:lang w:val="en-AU"/>
          </w:rPr>
          <w:t>N</w:t>
        </w:r>
        <w:r w:rsidRPr="00AB5CC5" w:rsidR="00F02340">
          <w:rPr>
            <w:rStyle w:val="Hyperlink"/>
            <w:rFonts w:ascii="Arial" w:hAnsi="Arial" w:cs="Arial"/>
            <w:sz w:val="22"/>
            <w:szCs w:val="22"/>
            <w:lang w:val="en-AU"/>
          </w:rPr>
          <w:t>ewsletter/letter</w:t>
        </w:r>
      </w:hyperlink>
    </w:p>
    <w:p w:rsidR="002941B5" w:rsidP="002941B5" w:rsidRDefault="008A42AE" w14:paraId="04F60647" w14:textId="3215C8AF">
      <w:pPr>
        <w:pStyle w:val="BasicParagraph"/>
        <w:numPr>
          <w:ilvl w:val="0"/>
          <w:numId w:val="7"/>
        </w:numPr>
        <w:suppressAutoHyphens/>
        <w:spacing w:before="425" w:line="240" w:lineRule="auto"/>
        <w:ind w:left="714" w:hanging="357"/>
        <w:contextualSpacing/>
        <w:rPr>
          <w:rFonts w:ascii="Arial" w:hAnsi="Arial" w:cs="Arial"/>
          <w:color w:val="000008"/>
          <w:sz w:val="22"/>
          <w:szCs w:val="22"/>
          <w:lang w:val="en-AU"/>
        </w:rPr>
      </w:pPr>
      <w:hyperlink w:history="1" w:anchor="OWRS">
        <w:r w:rsidRPr="00AB5CC5" w:rsidR="004F797A">
          <w:rPr>
            <w:rStyle w:val="Hyperlink"/>
            <w:rFonts w:ascii="Arial" w:hAnsi="Arial" w:cs="Arial"/>
            <w:sz w:val="22"/>
            <w:szCs w:val="22"/>
            <w:lang w:val="en-AU"/>
          </w:rPr>
          <w:t xml:space="preserve">One week </w:t>
        </w:r>
        <w:r w:rsidRPr="00AB5CC5" w:rsidR="00AB5CC5">
          <w:rPr>
            <w:rStyle w:val="Hyperlink"/>
            <w:rFonts w:ascii="Arial" w:hAnsi="Arial" w:cs="Arial"/>
            <w:sz w:val="22"/>
            <w:szCs w:val="22"/>
            <w:lang w:val="en-AU"/>
          </w:rPr>
          <w:t>reminder</w:t>
        </w:r>
        <w:r w:rsidRPr="00AB5CC5" w:rsidR="004F797A">
          <w:rPr>
            <w:rStyle w:val="Hyperlink"/>
            <w:rFonts w:ascii="Arial" w:hAnsi="Arial" w:cs="Arial"/>
            <w:sz w:val="22"/>
            <w:szCs w:val="22"/>
            <w:lang w:val="en-AU"/>
          </w:rPr>
          <w:t xml:space="preserve"> | Social media</w:t>
        </w:r>
      </w:hyperlink>
    </w:p>
    <w:p w:rsidR="002941B5" w:rsidP="002941B5" w:rsidRDefault="008A42AE" w14:paraId="6DEFBE34" w14:textId="4FD63AAA">
      <w:pPr>
        <w:pStyle w:val="BasicParagraph"/>
        <w:numPr>
          <w:ilvl w:val="0"/>
          <w:numId w:val="7"/>
        </w:numPr>
        <w:suppressAutoHyphens/>
        <w:spacing w:before="425" w:line="240" w:lineRule="auto"/>
        <w:ind w:left="714" w:hanging="357"/>
        <w:contextualSpacing/>
        <w:rPr>
          <w:rFonts w:ascii="Arial" w:hAnsi="Arial" w:cs="Arial"/>
          <w:color w:val="000008"/>
          <w:sz w:val="22"/>
          <w:szCs w:val="22"/>
          <w:lang w:val="en-AU"/>
        </w:rPr>
      </w:pPr>
      <w:hyperlink w:history="1" w:anchor="OWRN">
        <w:r w:rsidRPr="00AB5CC5" w:rsidR="004F797A">
          <w:rPr>
            <w:rStyle w:val="Hyperlink"/>
            <w:rFonts w:ascii="Arial" w:hAnsi="Arial" w:cs="Arial"/>
            <w:sz w:val="22"/>
            <w:szCs w:val="22"/>
            <w:lang w:val="en-AU"/>
          </w:rPr>
          <w:t xml:space="preserve">One week </w:t>
        </w:r>
        <w:r w:rsidRPr="00AB5CC5" w:rsidR="00AB5CC5">
          <w:rPr>
            <w:rStyle w:val="Hyperlink"/>
            <w:rFonts w:ascii="Arial" w:hAnsi="Arial" w:cs="Arial"/>
            <w:sz w:val="22"/>
            <w:szCs w:val="22"/>
            <w:lang w:val="en-AU"/>
          </w:rPr>
          <w:t>reminder</w:t>
        </w:r>
        <w:r w:rsidRPr="00AB5CC5" w:rsidR="004F797A">
          <w:rPr>
            <w:rStyle w:val="Hyperlink"/>
            <w:rFonts w:ascii="Arial" w:hAnsi="Arial" w:cs="Arial"/>
            <w:sz w:val="22"/>
            <w:szCs w:val="22"/>
            <w:lang w:val="en-AU"/>
          </w:rPr>
          <w:t xml:space="preserve"> | Newsletter/letter</w:t>
        </w:r>
      </w:hyperlink>
    </w:p>
    <w:p w:rsidR="002941B5" w:rsidP="002941B5" w:rsidRDefault="008A42AE" w14:paraId="166A5EA4" w14:textId="5F384F84">
      <w:pPr>
        <w:pStyle w:val="BasicParagraph"/>
        <w:numPr>
          <w:ilvl w:val="0"/>
          <w:numId w:val="7"/>
        </w:numPr>
        <w:suppressAutoHyphens/>
        <w:spacing w:before="425" w:line="240" w:lineRule="auto"/>
        <w:ind w:left="714" w:hanging="357"/>
        <w:contextualSpacing/>
        <w:rPr>
          <w:rFonts w:ascii="Arial" w:hAnsi="Arial" w:cs="Arial"/>
          <w:color w:val="000008"/>
          <w:sz w:val="22"/>
          <w:szCs w:val="22"/>
          <w:lang w:val="en-AU"/>
        </w:rPr>
      </w:pPr>
      <w:hyperlink w:history="1" w:anchor="PEFUS">
        <w:r w:rsidRPr="00AB5CC5" w:rsidR="004F797A">
          <w:rPr>
            <w:rStyle w:val="Hyperlink"/>
            <w:rFonts w:ascii="Arial" w:hAnsi="Arial" w:cs="Arial"/>
            <w:sz w:val="22"/>
            <w:szCs w:val="22"/>
            <w:lang w:val="en-AU"/>
          </w:rPr>
          <w:t>Post event follow up | Social media</w:t>
        </w:r>
      </w:hyperlink>
    </w:p>
    <w:p w:rsidRPr="002941B5" w:rsidR="00F02340" w:rsidP="002941B5" w:rsidRDefault="008A42AE" w14:paraId="044366C0" w14:textId="03DBBA34">
      <w:pPr>
        <w:pStyle w:val="BasicParagraph"/>
        <w:numPr>
          <w:ilvl w:val="0"/>
          <w:numId w:val="7"/>
        </w:numPr>
        <w:suppressAutoHyphens/>
        <w:spacing w:before="425" w:line="240" w:lineRule="auto"/>
        <w:ind w:left="714" w:hanging="357"/>
        <w:contextualSpacing/>
        <w:rPr>
          <w:rFonts w:ascii="Arial" w:hAnsi="Arial" w:cs="Arial"/>
          <w:color w:val="000008"/>
          <w:sz w:val="22"/>
          <w:szCs w:val="22"/>
          <w:lang w:val="en-AU"/>
        </w:rPr>
      </w:pPr>
      <w:hyperlink w:history="1" w:anchor="PEFUN">
        <w:r w:rsidRPr="00AB5CC5" w:rsidR="004F797A">
          <w:rPr>
            <w:rStyle w:val="Hyperlink"/>
            <w:rFonts w:ascii="Arial" w:hAnsi="Arial" w:cs="Arial"/>
            <w:sz w:val="22"/>
            <w:szCs w:val="22"/>
            <w:lang w:val="en-AU"/>
          </w:rPr>
          <w:t>Post event follow up | Newsletter/letter</w:t>
        </w:r>
      </w:hyperlink>
    </w:p>
    <w:p w:rsidRPr="00763D24" w:rsidR="005F0D55" w:rsidP="00906A8A" w:rsidRDefault="00763D24" w14:paraId="3CC9B512" w14:textId="04DF4323">
      <w:pPr>
        <w:pStyle w:val="BasicParagraph"/>
        <w:suppressAutoHyphens/>
        <w:spacing w:before="425"/>
        <w:rPr>
          <w:rFonts w:ascii="Arial" w:hAnsi="Arial" w:cs="Arial"/>
          <w:color w:val="000008"/>
          <w:sz w:val="22"/>
          <w:szCs w:val="22"/>
          <w:lang w:val="en-AU"/>
        </w:rPr>
      </w:pPr>
      <w:r>
        <w:br/>
      </w:r>
      <w:r>
        <w:br/>
      </w:r>
      <w:bookmarkStart w:name="GASM" w:id="0"/>
      <w:bookmarkEnd w:id="0"/>
      <w:r w:rsidRPr="42D18A57" w:rsidR="274168D8">
        <w:rPr>
          <w:rFonts w:ascii="Arial" w:hAnsi="Arial" w:cs="Arial"/>
          <w:b w:val="1"/>
          <w:bCs w:val="1"/>
          <w:color w:val="000008"/>
          <w:lang w:val="en-AU"/>
        </w:rPr>
        <w:t>General a</w:t>
      </w:r>
      <w:r w:rsidRPr="42D18A57" w:rsidR="1980A80A">
        <w:rPr>
          <w:rFonts w:ascii="Arial" w:hAnsi="Arial" w:cs="Arial"/>
          <w:b w:val="1"/>
          <w:bCs w:val="1"/>
          <w:color w:val="000008"/>
          <w:lang w:val="en-AU"/>
        </w:rPr>
        <w:t xml:space="preserve">nnouncement </w:t>
      </w:r>
      <w:r w:rsidRPr="42D18A57" w:rsidR="18ACB221">
        <w:rPr>
          <w:rFonts w:ascii="Arial" w:hAnsi="Arial" w:cs="Arial"/>
          <w:b w:val="1"/>
          <w:bCs w:val="1"/>
          <w:color w:val="000008"/>
          <w:lang w:val="en-AU"/>
        </w:rPr>
        <w:t>(informal)</w:t>
      </w:r>
      <w:r w:rsidRPr="42D18A57" w:rsidR="1980A80A">
        <w:rPr>
          <w:rFonts w:ascii="Arial" w:hAnsi="Arial" w:cs="Arial"/>
          <w:b w:val="1"/>
          <w:bCs w:val="1"/>
          <w:color w:val="000008"/>
          <w:lang w:val="en-AU"/>
        </w:rPr>
        <w:t>| Social media</w:t>
      </w:r>
      <w:r>
        <w:br/>
      </w:r>
    </w:p>
    <w:p w:rsidRPr="005F0D55" w:rsidR="005F0D55" w:rsidP="005F0D55" w:rsidRDefault="005F0D55" w14:paraId="3D007F35" w14:textId="6033E932">
      <w:pPr>
        <w:rPr>
          <w:rFonts w:ascii="Arial" w:hAnsi="Arial" w:cs="Arial"/>
        </w:rPr>
      </w:pPr>
      <w:r w:rsidRPr="7DB0C429" w:rsidR="005F0D55">
        <w:rPr>
          <w:rFonts w:ascii="Segoe UI Emoji" w:hAnsi="Segoe UI Emoji" w:cs="Segoe UI Emoji"/>
        </w:rPr>
        <w:t>🌟</w:t>
      </w:r>
      <w:r w:rsidRPr="7DB0C429" w:rsidR="005F0D55">
        <w:rPr>
          <w:rFonts w:ascii="Arial" w:hAnsi="Arial" w:cs="Arial"/>
        </w:rPr>
        <w:t xml:space="preserve"> Join </w:t>
      </w:r>
      <w:r w:rsidRPr="7DB0C429" w:rsidR="005F0D55">
        <w:rPr>
          <w:rFonts w:ascii="Arial" w:hAnsi="Arial" w:cs="Arial"/>
          <w:highlight w:val="green"/>
        </w:rPr>
        <w:t>[</w:t>
      </w:r>
      <w:r w:rsidRPr="7DB0C429" w:rsidR="22DBD6DB">
        <w:rPr>
          <w:rFonts w:ascii="Arial" w:hAnsi="Arial" w:cs="Arial"/>
          <w:highlight w:val="green"/>
        </w:rPr>
        <w:t xml:space="preserve">Workplace </w:t>
      </w:r>
      <w:r w:rsidRPr="7DB0C429" w:rsidR="005F0D55">
        <w:rPr>
          <w:rFonts w:ascii="Arial" w:hAnsi="Arial" w:cs="Arial"/>
          <w:highlight w:val="green"/>
        </w:rPr>
        <w:t>Name]</w:t>
      </w:r>
      <w:r w:rsidRPr="7DB0C429" w:rsidR="005F0D55">
        <w:rPr>
          <w:rFonts w:ascii="Arial" w:hAnsi="Arial" w:cs="Arial"/>
        </w:rPr>
        <w:t xml:space="preserve"> in the World's Greatest Shave! </w:t>
      </w:r>
      <w:r w:rsidRPr="7DB0C429" w:rsidR="005F0D55">
        <w:rPr>
          <w:rFonts w:ascii="Segoe UI Emoji" w:hAnsi="Segoe UI Emoji" w:cs="Segoe UI Emoji"/>
        </w:rPr>
        <w:t>🌟</w:t>
      </w:r>
    </w:p>
    <w:p w:rsidRPr="005F0D55" w:rsidR="005F0D55" w:rsidP="7DB0C429" w:rsidRDefault="7FECB997" w14:paraId="0B9F03A1" w14:textId="31324113">
      <w:pPr>
        <w:pStyle w:val="Normal"/>
        <w:rPr>
          <w:rFonts w:ascii="Arial" w:hAnsi="Arial" w:cs="Arial"/>
        </w:rPr>
      </w:pPr>
      <w:r w:rsidRPr="7DB0C429" w:rsidR="7FECB997">
        <w:rPr>
          <w:rFonts w:ascii="Arial" w:hAnsi="Arial" w:cs="Arial"/>
        </w:rPr>
        <w:t xml:space="preserve">Exciting news! </w:t>
      </w:r>
      <w:r w:rsidRPr="7DB0C429" w:rsidR="03853600">
        <w:rPr>
          <w:rFonts w:ascii="Arial" w:hAnsi="Arial" w:cs="Arial"/>
          <w:highlight w:val="green"/>
        </w:rPr>
        <w:t>[Workplace Name]</w:t>
      </w:r>
      <w:r w:rsidRPr="7DB0C429" w:rsidR="7FECB997">
        <w:rPr>
          <w:rFonts w:ascii="Arial" w:hAnsi="Arial" w:cs="Arial"/>
        </w:rPr>
        <w:t xml:space="preserve"> is proudly </w:t>
      </w:r>
      <w:r w:rsidRPr="7DB0C429" w:rsidR="7FECB997">
        <w:rPr>
          <w:rFonts w:ascii="Arial" w:hAnsi="Arial" w:cs="Arial"/>
        </w:rPr>
        <w:t>participating</w:t>
      </w:r>
      <w:r w:rsidRPr="7DB0C429" w:rsidR="7FECB997">
        <w:rPr>
          <w:rFonts w:ascii="Arial" w:hAnsi="Arial" w:cs="Arial"/>
        </w:rPr>
        <w:t xml:space="preserve"> in the Leukaemia Foundation's World's Greatest Shave this year, and we invite you to be part of this incredible journey for a meaningful cause</w:t>
      </w:r>
      <w:r w:rsidRPr="7DB0C429" w:rsidR="5E53E1A4">
        <w:rPr>
          <w:rFonts w:ascii="Arial" w:hAnsi="Arial" w:cs="Arial"/>
        </w:rPr>
        <w:t xml:space="preserve"> </w:t>
      </w:r>
      <w:r w:rsidRPr="7DB0C429" w:rsidR="7FECB997">
        <w:rPr>
          <w:rFonts w:ascii="Segoe UI Emoji" w:hAnsi="Segoe UI Emoji" w:cs="Segoe UI Emoji"/>
        </w:rPr>
        <w:t>💇</w:t>
      </w:r>
    </w:p>
    <w:p w:rsidRPr="005F0D55" w:rsidR="005F0D55" w:rsidP="005F0D55" w:rsidRDefault="005F0D55" w14:paraId="6E5ADE73" w14:textId="179BC945">
      <w:pPr>
        <w:rPr>
          <w:rFonts w:ascii="Arial" w:hAnsi="Arial" w:cs="Arial"/>
        </w:rPr>
      </w:pPr>
      <w:r w:rsidRPr="7DB0C429" w:rsidR="005F0D55">
        <w:rPr>
          <w:rFonts w:ascii="Segoe UI Emoji" w:hAnsi="Segoe UI Emoji" w:cs="Segoe UI Emoji"/>
        </w:rPr>
        <w:t>🌈</w:t>
      </w:r>
      <w:r w:rsidRPr="7DB0C429" w:rsidR="005F0D55">
        <w:rPr>
          <w:rFonts w:ascii="Arial" w:hAnsi="Arial" w:cs="Arial"/>
        </w:rPr>
        <w:t xml:space="preserve"> WHAT: </w:t>
      </w:r>
      <w:r w:rsidRPr="7DB0C429" w:rsidR="005F0D55">
        <w:rPr>
          <w:rFonts w:ascii="Arial" w:hAnsi="Arial" w:cs="Arial"/>
          <w:highlight w:val="green"/>
        </w:rPr>
        <w:t>[</w:t>
      </w:r>
      <w:r w:rsidRPr="7DB0C429" w:rsidR="2495D607">
        <w:rPr>
          <w:rFonts w:ascii="Arial" w:hAnsi="Arial" w:cs="Arial"/>
          <w:highlight w:val="green"/>
        </w:rPr>
        <w:t xml:space="preserve">Workplace </w:t>
      </w:r>
      <w:r w:rsidRPr="7DB0C429" w:rsidR="005F0D55">
        <w:rPr>
          <w:rFonts w:ascii="Arial" w:hAnsi="Arial" w:cs="Arial"/>
          <w:highlight w:val="green"/>
        </w:rPr>
        <w:t>Name]</w:t>
      </w:r>
      <w:r w:rsidRPr="7DB0C429" w:rsidR="005F0D55">
        <w:rPr>
          <w:rFonts w:ascii="Arial" w:hAnsi="Arial" w:cs="Arial"/>
        </w:rPr>
        <w:t xml:space="preserve"> in the World's Greatest Shave </w:t>
      </w:r>
      <w:r>
        <w:br/>
      </w:r>
      <w:r w:rsidRPr="7DB0C429" w:rsidR="005F0D55">
        <w:rPr>
          <w:rFonts w:ascii="Segoe UI Symbol" w:hAnsi="Segoe UI Symbol" w:cs="Segoe UI Symbol"/>
        </w:rPr>
        <w:t>🗓</w:t>
      </w:r>
      <w:r w:rsidRPr="7DB0C429" w:rsidR="005F0D55">
        <w:rPr>
          <w:rFonts w:ascii="Arial" w:hAnsi="Arial" w:cs="Arial"/>
        </w:rPr>
        <w:t xml:space="preserve"> WHEN: </w:t>
      </w:r>
      <w:r w:rsidRPr="7DB0C429" w:rsidR="005F0D55">
        <w:rPr>
          <w:rFonts w:ascii="Arial" w:hAnsi="Arial" w:cs="Arial"/>
          <w:highlight w:val="green"/>
        </w:rPr>
        <w:t>[Event Date]</w:t>
      </w:r>
      <w:r w:rsidRPr="7DB0C429" w:rsidR="005F0D55">
        <w:rPr>
          <w:rFonts w:ascii="Arial" w:hAnsi="Arial" w:cs="Arial"/>
        </w:rPr>
        <w:t xml:space="preserve"> </w:t>
      </w:r>
      <w:r>
        <w:br/>
      </w:r>
      <w:r w:rsidRPr="7DB0C429" w:rsidR="005F0D55">
        <w:rPr>
          <w:rFonts w:ascii="Segoe UI Emoji" w:hAnsi="Segoe UI Emoji" w:cs="Segoe UI Emoji"/>
        </w:rPr>
        <w:t>📍</w:t>
      </w:r>
      <w:r w:rsidRPr="7DB0C429" w:rsidR="005F0D55">
        <w:rPr>
          <w:rFonts w:ascii="Arial" w:hAnsi="Arial" w:cs="Arial"/>
        </w:rPr>
        <w:t xml:space="preserve"> WHERE: </w:t>
      </w:r>
      <w:r w:rsidRPr="7DB0C429" w:rsidR="005F0D55">
        <w:rPr>
          <w:rFonts w:ascii="Arial" w:hAnsi="Arial" w:cs="Arial"/>
          <w:highlight w:val="green"/>
        </w:rPr>
        <w:t>[Location]</w:t>
      </w:r>
    </w:p>
    <w:p w:rsidR="005F0D55" w:rsidP="005F0D55" w:rsidRDefault="005F0D55" w14:paraId="40190D44" w14:textId="14FE29A3">
      <w:pPr>
        <w:rPr>
          <w:rFonts w:ascii="Arial" w:hAnsi="Arial" w:cs="Arial"/>
        </w:rPr>
      </w:pPr>
      <w:r w:rsidRPr="5DDDDFA6" w:rsidR="005F0D55">
        <w:rPr>
          <w:rFonts w:ascii="Arial" w:hAnsi="Arial" w:cs="Arial"/>
        </w:rPr>
        <w:t>Let's</w:t>
      </w:r>
      <w:r w:rsidRPr="5DDDDFA6" w:rsidR="005F0D55">
        <w:rPr>
          <w:rFonts w:ascii="Arial" w:hAnsi="Arial" w:cs="Arial"/>
        </w:rPr>
        <w:t xml:space="preserve"> unite</w:t>
      </w:r>
      <w:r w:rsidRPr="5DDDDFA6" w:rsidR="59E46ECC">
        <w:rPr>
          <w:rFonts w:ascii="Arial" w:hAnsi="Arial" w:cs="Arial"/>
        </w:rPr>
        <w:t xml:space="preserve"> as a group </w:t>
      </w:r>
      <w:r w:rsidRPr="5DDDDFA6" w:rsidR="005F0D55">
        <w:rPr>
          <w:rFonts w:ascii="Arial" w:hAnsi="Arial" w:cs="Arial"/>
        </w:rPr>
        <w:t xml:space="preserve">to make a difference in the lives of those </w:t>
      </w:r>
      <w:r w:rsidRPr="5DDDDFA6" w:rsidR="0AE2340D">
        <w:rPr>
          <w:rFonts w:ascii="Arial" w:hAnsi="Arial" w:cs="Arial"/>
        </w:rPr>
        <w:t>fac</w:t>
      </w:r>
      <w:r w:rsidRPr="5DDDDFA6" w:rsidR="005F0D55">
        <w:rPr>
          <w:rFonts w:ascii="Arial" w:hAnsi="Arial" w:cs="Arial"/>
        </w:rPr>
        <w:t xml:space="preserve">ing </w:t>
      </w:r>
      <w:r w:rsidRPr="5DDDDFA6" w:rsidR="005F0D55">
        <w:rPr>
          <w:rFonts w:ascii="Arial" w:hAnsi="Arial" w:cs="Arial"/>
        </w:rPr>
        <w:t xml:space="preserve">blood cancer. </w:t>
      </w:r>
    </w:p>
    <w:p w:rsidRPr="005F0D55" w:rsidR="005F0D55" w:rsidP="005F0D55" w:rsidRDefault="005F0D55" w14:paraId="2F14CD00" w14:textId="39AD155B">
      <w:pPr>
        <w:rPr>
          <w:rFonts w:ascii="Arial" w:hAnsi="Arial" w:cs="Arial"/>
        </w:rPr>
      </w:pPr>
      <w:r w:rsidRPr="005F0D55">
        <w:rPr>
          <w:rFonts w:ascii="Arial" w:hAnsi="Arial" w:cs="Arial"/>
        </w:rPr>
        <w:t>Here's how you can get involved:</w:t>
      </w:r>
    </w:p>
    <w:p w:rsidR="005F0D55" w:rsidP="5F1D727A" w:rsidRDefault="76CD8C3F" w14:paraId="1F1536E0" w14:textId="1C041042">
      <w:pPr>
        <w:rPr>
          <w:rFonts w:ascii="Arial" w:hAnsi="Arial" w:cs="Arial"/>
        </w:rPr>
      </w:pPr>
      <w:r w:rsidRPr="5DDDDFA6" w:rsidR="76CD8C3F">
        <w:rPr>
          <w:rFonts w:ascii="Segoe UI" w:hAnsi="Segoe UI" w:cs="Segoe UI"/>
          <w:color w:val="374151"/>
        </w:rPr>
        <w:t>1️⃣</w:t>
      </w:r>
      <w:r w:rsidRPr="5DDDDFA6" w:rsidR="7FECB997">
        <w:rPr>
          <w:rFonts w:ascii="Arial" w:hAnsi="Arial" w:cs="Arial"/>
        </w:rPr>
        <w:t xml:space="preserve"> SPONSOR A SHAVE: </w:t>
      </w:r>
      <w:r w:rsidRPr="5DDDDFA6" w:rsidR="3FF82F8B">
        <w:rPr>
          <w:rFonts w:ascii="Arial" w:hAnsi="Arial" w:cs="Arial"/>
        </w:rPr>
        <w:t>s</w:t>
      </w:r>
      <w:r w:rsidRPr="5DDDDFA6" w:rsidR="7FECB997">
        <w:rPr>
          <w:rFonts w:ascii="Arial" w:hAnsi="Arial" w:cs="Arial"/>
        </w:rPr>
        <w:t xml:space="preserve">upport </w:t>
      </w:r>
      <w:r w:rsidRPr="5DDDDFA6" w:rsidR="57D48A61">
        <w:rPr>
          <w:rFonts w:ascii="Arial" w:hAnsi="Arial" w:cs="Arial"/>
        </w:rPr>
        <w:t xml:space="preserve">your fellow colleagues </w:t>
      </w:r>
      <w:r w:rsidRPr="5DDDDFA6" w:rsidR="7FECB997">
        <w:rPr>
          <w:rFonts w:ascii="Arial" w:hAnsi="Arial" w:cs="Arial"/>
        </w:rPr>
        <w:t xml:space="preserve">who are </w:t>
      </w:r>
      <w:r w:rsidRPr="5DDDDFA6" w:rsidR="2D59DAB0">
        <w:rPr>
          <w:rFonts w:ascii="Arial" w:hAnsi="Arial" w:cs="Arial"/>
        </w:rPr>
        <w:t>S</w:t>
      </w:r>
      <w:r w:rsidRPr="5DDDDFA6" w:rsidR="7FECB997">
        <w:rPr>
          <w:rFonts w:ascii="Arial" w:hAnsi="Arial" w:cs="Arial"/>
        </w:rPr>
        <w:t>having</w:t>
      </w:r>
      <w:r w:rsidRPr="5DDDDFA6" w:rsidR="2616B635">
        <w:rPr>
          <w:rFonts w:ascii="Arial" w:hAnsi="Arial" w:cs="Arial"/>
        </w:rPr>
        <w:t xml:space="preserve">, </w:t>
      </w:r>
      <w:r w:rsidRPr="5DDDDFA6" w:rsidR="26679AC8">
        <w:rPr>
          <w:rFonts w:ascii="Arial" w:hAnsi="Arial" w:cs="Arial"/>
        </w:rPr>
        <w:t>C</w:t>
      </w:r>
      <w:r w:rsidRPr="5DDDDFA6" w:rsidR="2616B635">
        <w:rPr>
          <w:rFonts w:ascii="Arial" w:hAnsi="Arial" w:cs="Arial"/>
        </w:rPr>
        <w:t>utting</w:t>
      </w:r>
      <w:r w:rsidRPr="5DDDDFA6" w:rsidR="2616B635">
        <w:rPr>
          <w:rFonts w:ascii="Arial" w:hAnsi="Arial" w:cs="Arial"/>
        </w:rPr>
        <w:t xml:space="preserve"> or </w:t>
      </w:r>
      <w:r w:rsidRPr="5DDDDFA6" w:rsidR="2330496B">
        <w:rPr>
          <w:rFonts w:ascii="Arial" w:hAnsi="Arial" w:cs="Arial"/>
        </w:rPr>
        <w:t>C</w:t>
      </w:r>
      <w:r w:rsidRPr="5DDDDFA6" w:rsidR="7FECB997">
        <w:rPr>
          <w:rFonts w:ascii="Arial" w:hAnsi="Arial" w:cs="Arial"/>
        </w:rPr>
        <w:t>olo</w:t>
      </w:r>
      <w:r w:rsidRPr="5DDDDFA6" w:rsidR="2616B635">
        <w:rPr>
          <w:rFonts w:ascii="Arial" w:hAnsi="Arial" w:cs="Arial"/>
        </w:rPr>
        <w:t>u</w:t>
      </w:r>
      <w:r w:rsidRPr="5DDDDFA6" w:rsidR="7FECB997">
        <w:rPr>
          <w:rFonts w:ascii="Arial" w:hAnsi="Arial" w:cs="Arial"/>
        </w:rPr>
        <w:t>ring</w:t>
      </w:r>
      <w:r w:rsidRPr="5DDDDFA6" w:rsidR="7FECB997">
        <w:rPr>
          <w:rFonts w:ascii="Arial" w:hAnsi="Arial" w:cs="Arial"/>
        </w:rPr>
        <w:t xml:space="preserve"> their hair</w:t>
      </w:r>
      <w:r w:rsidRPr="5DDDDFA6" w:rsidR="558E6391">
        <w:rPr>
          <w:rFonts w:ascii="Arial" w:hAnsi="Arial" w:cs="Arial"/>
        </w:rPr>
        <w:t xml:space="preserve"> to raise funds for families facing blood cancer</w:t>
      </w:r>
      <w:r w:rsidRPr="5DDDDFA6" w:rsidR="7FECB997">
        <w:rPr>
          <w:rFonts w:ascii="Arial" w:hAnsi="Arial" w:cs="Arial"/>
        </w:rPr>
        <w:t xml:space="preserve">. </w:t>
      </w:r>
      <w:r w:rsidRPr="5DDDDFA6" w:rsidR="2616B635">
        <w:rPr>
          <w:rFonts w:ascii="Arial" w:hAnsi="Arial" w:cs="Arial"/>
        </w:rPr>
        <w:t>You</w:t>
      </w:r>
      <w:r w:rsidRPr="5DDDDFA6" w:rsidR="7CA5B2F3">
        <w:rPr>
          <w:rFonts w:ascii="Arial" w:hAnsi="Arial" w:cs="Arial"/>
        </w:rPr>
        <w:t xml:space="preserve"> can</w:t>
      </w:r>
      <w:r w:rsidRPr="5DDDDFA6" w:rsidR="2616B635">
        <w:rPr>
          <w:rFonts w:ascii="Arial" w:hAnsi="Arial" w:cs="Arial"/>
        </w:rPr>
        <w:t xml:space="preserve"> </w:t>
      </w:r>
      <w:r w:rsidRPr="5DDDDFA6" w:rsidR="2D778DCF">
        <w:rPr>
          <w:rFonts w:ascii="Arial" w:hAnsi="Arial" w:cs="Arial"/>
        </w:rPr>
        <w:t>find our team and</w:t>
      </w:r>
      <w:r w:rsidRPr="5DDDDFA6" w:rsidR="7FECB997">
        <w:rPr>
          <w:rFonts w:ascii="Arial" w:hAnsi="Arial" w:cs="Arial"/>
        </w:rPr>
        <w:t xml:space="preserve"> </w:t>
      </w:r>
      <w:r w:rsidRPr="5DDDDFA6" w:rsidR="2D778DCF">
        <w:rPr>
          <w:rFonts w:ascii="Arial" w:hAnsi="Arial" w:cs="Arial"/>
        </w:rPr>
        <w:t>contribute</w:t>
      </w:r>
      <w:r w:rsidRPr="5DDDDFA6" w:rsidR="7FECB997">
        <w:rPr>
          <w:rFonts w:ascii="Arial" w:hAnsi="Arial" w:cs="Arial"/>
        </w:rPr>
        <w:t xml:space="preserve"> online at </w:t>
      </w:r>
      <w:r w:rsidRPr="5DDDDFA6" w:rsidR="7FECB997">
        <w:rPr>
          <w:rFonts w:ascii="Arial" w:hAnsi="Arial" w:cs="Arial"/>
          <w:highlight w:val="green"/>
        </w:rPr>
        <w:t>[Fundraising Page Link]</w:t>
      </w:r>
      <w:r w:rsidRPr="5DDDDFA6" w:rsidR="7FECB997">
        <w:rPr>
          <w:rFonts w:ascii="Arial" w:hAnsi="Arial" w:cs="Arial"/>
        </w:rPr>
        <w:t>.</w:t>
      </w:r>
    </w:p>
    <w:p w:rsidRPr="005F0D55" w:rsidR="005F0D55" w:rsidP="005F0D55" w:rsidRDefault="76CD8C3F" w14:paraId="1C54586F" w14:textId="3A233863">
      <w:pPr>
        <w:rPr>
          <w:rFonts w:ascii="Arial" w:hAnsi="Arial" w:cs="Arial"/>
        </w:rPr>
      </w:pPr>
      <w:r w:rsidRPr="603CDEF0" w:rsidR="76CD8C3F">
        <w:rPr>
          <w:rFonts w:ascii="Segoe UI" w:hAnsi="Segoe UI" w:cs="Segoe UI"/>
          <w:color w:val="374151"/>
        </w:rPr>
        <w:t xml:space="preserve">2️⃣ </w:t>
      </w:r>
      <w:r w:rsidRPr="603CDEF0" w:rsidR="386D90A2">
        <w:rPr>
          <w:rFonts w:ascii="Arial" w:hAnsi="Arial" w:cs="Arial"/>
        </w:rPr>
        <w:t>GET INVOLVED</w:t>
      </w:r>
      <w:r w:rsidRPr="603CDEF0" w:rsidR="7FECB997">
        <w:rPr>
          <w:rFonts w:ascii="Arial" w:hAnsi="Arial" w:cs="Arial"/>
        </w:rPr>
        <w:t xml:space="preserve">: </w:t>
      </w:r>
      <w:r w:rsidRPr="603CDEF0" w:rsidR="1ED9F961">
        <w:rPr>
          <w:rFonts w:ascii="Arial" w:hAnsi="Arial" w:cs="Arial"/>
        </w:rPr>
        <w:t>Why not get in</w:t>
      </w:r>
      <w:r w:rsidRPr="603CDEF0" w:rsidR="6F3141C8">
        <w:rPr>
          <w:rFonts w:ascii="Arial" w:hAnsi="Arial" w:cs="Arial"/>
        </w:rPr>
        <w:t xml:space="preserve"> on the action yourself? Or if </w:t>
      </w:r>
      <w:r w:rsidRPr="603CDEF0" w:rsidR="6F3141C8">
        <w:rPr>
          <w:rFonts w:ascii="Arial" w:hAnsi="Arial" w:cs="Arial"/>
        </w:rPr>
        <w:t>you’re</w:t>
      </w:r>
      <w:r w:rsidRPr="603CDEF0" w:rsidR="6F3141C8">
        <w:rPr>
          <w:rFonts w:ascii="Arial" w:hAnsi="Arial" w:cs="Arial"/>
        </w:rPr>
        <w:t xml:space="preserve"> not looking at getting a haircut right now, you can show your support</w:t>
      </w:r>
      <w:r w:rsidRPr="603CDEF0" w:rsidR="7FECB997">
        <w:rPr>
          <w:rFonts w:ascii="Arial" w:hAnsi="Arial" w:cs="Arial"/>
        </w:rPr>
        <w:t xml:space="preserve"> by wearing crazy hair</w:t>
      </w:r>
      <w:r w:rsidRPr="603CDEF0" w:rsidR="21C1FB9B">
        <w:rPr>
          <w:rFonts w:ascii="Arial" w:hAnsi="Arial" w:cs="Arial"/>
        </w:rPr>
        <w:t xml:space="preserve">, </w:t>
      </w:r>
      <w:r w:rsidRPr="603CDEF0" w:rsidR="7FECB997">
        <w:rPr>
          <w:rFonts w:ascii="Arial" w:hAnsi="Arial" w:cs="Arial"/>
        </w:rPr>
        <w:t xml:space="preserve">a wacky </w:t>
      </w:r>
      <w:r w:rsidRPr="603CDEF0" w:rsidR="21C1FB9B">
        <w:rPr>
          <w:rFonts w:ascii="Arial" w:hAnsi="Arial" w:cs="Arial"/>
        </w:rPr>
        <w:t xml:space="preserve">wig or hilarious </w:t>
      </w:r>
      <w:r w:rsidRPr="603CDEF0" w:rsidR="7FECB997">
        <w:rPr>
          <w:rFonts w:ascii="Arial" w:hAnsi="Arial" w:cs="Arial"/>
        </w:rPr>
        <w:t xml:space="preserve">hat on </w:t>
      </w:r>
      <w:r w:rsidRPr="603CDEF0" w:rsidR="7FECB997">
        <w:rPr>
          <w:rFonts w:ascii="Arial" w:hAnsi="Arial" w:cs="Arial"/>
          <w:highlight w:val="green"/>
        </w:rPr>
        <w:t>[</w:t>
      </w:r>
      <w:r w:rsidRPr="603CDEF0" w:rsidR="2D778DCF">
        <w:rPr>
          <w:rFonts w:ascii="Arial" w:hAnsi="Arial" w:cs="Arial"/>
          <w:highlight w:val="green"/>
        </w:rPr>
        <w:t>Event</w:t>
      </w:r>
      <w:r w:rsidRPr="603CDEF0" w:rsidR="7FECB997">
        <w:rPr>
          <w:rFonts w:ascii="Arial" w:hAnsi="Arial" w:cs="Arial"/>
          <w:highlight w:val="green"/>
        </w:rPr>
        <w:t xml:space="preserve"> Date]</w:t>
      </w:r>
      <w:r w:rsidRPr="603CDEF0" w:rsidR="7FECB997">
        <w:rPr>
          <w:rFonts w:ascii="Arial" w:hAnsi="Arial" w:cs="Arial"/>
        </w:rPr>
        <w:t xml:space="preserve">. </w:t>
      </w:r>
      <w:r w:rsidRPr="603CDEF0" w:rsidR="7FECB997">
        <w:rPr>
          <w:rFonts w:ascii="Arial" w:hAnsi="Arial" w:cs="Arial"/>
        </w:rPr>
        <w:t>Don't</w:t>
      </w:r>
      <w:r w:rsidRPr="603CDEF0" w:rsidR="7FECB997">
        <w:rPr>
          <w:rFonts w:ascii="Arial" w:hAnsi="Arial" w:cs="Arial"/>
        </w:rPr>
        <w:t xml:space="preserve"> forget to share photos using our event hashtag: #</w:t>
      </w:r>
      <w:r w:rsidRPr="603CDEF0" w:rsidR="7FECB997">
        <w:rPr>
          <w:rFonts w:ascii="Arial" w:hAnsi="Arial" w:cs="Arial"/>
        </w:rPr>
        <w:t>WGSat</w:t>
      </w:r>
      <w:r w:rsidRPr="603CDEF0" w:rsidR="7FECB997">
        <w:rPr>
          <w:rFonts w:ascii="Arial" w:hAnsi="Arial" w:cs="Arial"/>
          <w:highlight w:val="green"/>
        </w:rPr>
        <w:t>[</w:t>
      </w:r>
      <w:r w:rsidRPr="603CDEF0" w:rsidR="4674E25A">
        <w:rPr>
          <w:rFonts w:ascii="Arial" w:hAnsi="Arial" w:cs="Arial"/>
          <w:highlight w:val="green"/>
        </w:rPr>
        <w:t>Workplace</w:t>
      </w:r>
      <w:r w:rsidRPr="603CDEF0" w:rsidR="7FECB997">
        <w:rPr>
          <w:rFonts w:ascii="Arial" w:hAnsi="Arial" w:cs="Arial"/>
          <w:highlight w:val="green"/>
        </w:rPr>
        <w:t>Name]</w:t>
      </w:r>
      <w:r w:rsidRPr="603CDEF0" w:rsidR="7FECB997">
        <w:rPr>
          <w:rFonts w:ascii="Arial" w:hAnsi="Arial" w:cs="Arial"/>
        </w:rPr>
        <w:t>.</w:t>
      </w:r>
    </w:p>
    <w:p w:rsidRPr="005F0D55" w:rsidR="005F0D55" w:rsidP="005F0D55" w:rsidRDefault="76CD8C3F" w14:paraId="6AD16E9E" w14:textId="07350585">
      <w:pPr>
        <w:rPr>
          <w:rFonts w:ascii="Arial" w:hAnsi="Arial" w:cs="Arial"/>
        </w:rPr>
      </w:pPr>
      <w:r w:rsidRPr="603CDEF0" w:rsidR="76CD8C3F">
        <w:rPr>
          <w:rFonts w:ascii="Segoe UI" w:hAnsi="Segoe UI" w:cs="Segoe UI"/>
          <w:color w:val="374151"/>
        </w:rPr>
        <w:t xml:space="preserve">3️⃣ </w:t>
      </w:r>
      <w:r w:rsidRPr="603CDEF0" w:rsidR="7FECB997">
        <w:rPr>
          <w:rFonts w:ascii="Arial" w:hAnsi="Arial" w:cs="Arial"/>
        </w:rPr>
        <w:t xml:space="preserve">SPREAD THE WORD: </w:t>
      </w:r>
      <w:r w:rsidRPr="603CDEF0" w:rsidR="6D505C4C">
        <w:rPr>
          <w:rFonts w:ascii="Arial" w:hAnsi="Arial" w:cs="Arial"/>
        </w:rPr>
        <w:t>h</w:t>
      </w:r>
      <w:r w:rsidRPr="603CDEF0" w:rsidR="7FECB997">
        <w:rPr>
          <w:rFonts w:ascii="Arial" w:hAnsi="Arial" w:cs="Arial"/>
        </w:rPr>
        <w:t xml:space="preserve">elp us raise awareness! Share this post, tag fellow </w:t>
      </w:r>
      <w:r w:rsidRPr="603CDEF0" w:rsidR="795E168C">
        <w:rPr>
          <w:rFonts w:ascii="Arial" w:hAnsi="Arial" w:cs="Arial"/>
        </w:rPr>
        <w:t>workmates and friends</w:t>
      </w:r>
      <w:r w:rsidRPr="603CDEF0" w:rsidR="7FECB997">
        <w:rPr>
          <w:rFonts w:ascii="Arial" w:hAnsi="Arial" w:cs="Arial"/>
        </w:rPr>
        <w:t xml:space="preserve">, and </w:t>
      </w:r>
      <w:r w:rsidRPr="603CDEF0" w:rsidR="7FECB997">
        <w:rPr>
          <w:rFonts w:ascii="Arial" w:hAnsi="Arial" w:cs="Arial"/>
        </w:rPr>
        <w:t>let's</w:t>
      </w:r>
      <w:r w:rsidRPr="603CDEF0" w:rsidR="7FECB997">
        <w:rPr>
          <w:rFonts w:ascii="Arial" w:hAnsi="Arial" w:cs="Arial"/>
        </w:rPr>
        <w:t xml:space="preserve"> make the World's Greatest Shave a </w:t>
      </w:r>
      <w:r w:rsidRPr="603CDEF0" w:rsidR="1B38B502">
        <w:rPr>
          <w:rFonts w:ascii="Arial" w:hAnsi="Arial" w:cs="Arial"/>
        </w:rPr>
        <w:t>hair-raising</w:t>
      </w:r>
      <w:r w:rsidRPr="603CDEF0" w:rsidR="7FECB997">
        <w:rPr>
          <w:rFonts w:ascii="Arial" w:hAnsi="Arial" w:cs="Arial"/>
        </w:rPr>
        <w:t xml:space="preserve"> success.</w:t>
      </w:r>
    </w:p>
    <w:p w:rsidRPr="005F0D55" w:rsidR="005F0D55" w:rsidP="005F0D55" w:rsidRDefault="7FECB997" w14:paraId="7F8D8A7F" w14:textId="24506693">
      <w:pPr>
        <w:rPr>
          <w:rFonts w:ascii="Arial" w:hAnsi="Arial" w:cs="Arial"/>
        </w:rPr>
      </w:pPr>
      <w:r w:rsidRPr="603CDEF0" w:rsidR="7FECB997">
        <w:rPr>
          <w:rFonts w:ascii="Arial" w:hAnsi="Arial" w:cs="Arial"/>
        </w:rPr>
        <w:t xml:space="preserve">Together, we can make a significant impact </w:t>
      </w:r>
      <w:r w:rsidRPr="603CDEF0" w:rsidR="66F0081F">
        <w:rPr>
          <w:rFonts w:ascii="Arial" w:hAnsi="Arial" w:cs="Arial"/>
        </w:rPr>
        <w:t>for people facing</w:t>
      </w:r>
      <w:r w:rsidRPr="603CDEF0" w:rsidR="7FECB997">
        <w:rPr>
          <w:rFonts w:ascii="Arial" w:hAnsi="Arial" w:cs="Arial"/>
        </w:rPr>
        <w:t xml:space="preserve"> blood cancer. </w:t>
      </w:r>
      <w:r w:rsidRPr="603CDEF0" w:rsidR="7FECB997">
        <w:rPr>
          <w:rFonts w:ascii="Arial" w:hAnsi="Arial" w:cs="Arial"/>
        </w:rPr>
        <w:t>Let's</w:t>
      </w:r>
      <w:r w:rsidRPr="603CDEF0" w:rsidR="7FECB997">
        <w:rPr>
          <w:rFonts w:ascii="Arial" w:hAnsi="Arial" w:cs="Arial"/>
        </w:rPr>
        <w:t xml:space="preserve"> show </w:t>
      </w:r>
      <w:r w:rsidRPr="603CDEF0" w:rsidR="23A52580">
        <w:rPr>
          <w:rFonts w:ascii="Arial" w:hAnsi="Arial" w:cs="Arial"/>
        </w:rPr>
        <w:t xml:space="preserve">that our workplace is going </w:t>
      </w:r>
      <w:r w:rsidRPr="603CDEF0" w:rsidR="23A52580">
        <w:rPr>
          <w:rFonts w:ascii="Arial" w:hAnsi="Arial" w:cs="Arial"/>
        </w:rPr>
        <w:t>above and beyond</w:t>
      </w:r>
      <w:r w:rsidRPr="603CDEF0" w:rsidR="23A52580">
        <w:rPr>
          <w:rFonts w:ascii="Arial" w:hAnsi="Arial" w:cs="Arial"/>
        </w:rPr>
        <w:t xml:space="preserve"> to make</w:t>
      </w:r>
      <w:r w:rsidRPr="603CDEF0" w:rsidR="7FECB997">
        <w:rPr>
          <w:rFonts w:ascii="Arial" w:hAnsi="Arial" w:cs="Arial"/>
        </w:rPr>
        <w:t xml:space="preserve"> a difference</w:t>
      </w:r>
      <w:r w:rsidRPr="603CDEF0" w:rsidR="6B4E1AFF">
        <w:rPr>
          <w:rFonts w:ascii="Arial" w:hAnsi="Arial" w:cs="Arial"/>
        </w:rPr>
        <w:t xml:space="preserve">. </w:t>
      </w:r>
    </w:p>
    <w:p w:rsidR="005F0D55" w:rsidP="005F0D55" w:rsidRDefault="7FECB997" w14:paraId="740727F0" w14:textId="1D9350A4">
      <w:pPr>
        <w:rPr>
          <w:rFonts w:ascii="Segoe UI Emoji" w:hAnsi="Segoe UI Emoji" w:cs="Segoe UI Emoji"/>
        </w:rPr>
      </w:pPr>
      <w:r w:rsidRPr="2E9037AB" w:rsidR="2E649EBC">
        <w:rPr>
          <w:rFonts w:ascii="Arial" w:hAnsi="Arial" w:cs="Arial"/>
        </w:rPr>
        <w:t xml:space="preserve">Thank you for your support! </w:t>
      </w:r>
      <w:r w:rsidRPr="2E9037AB" w:rsidR="2E649EBC">
        <w:rPr>
          <w:rFonts w:ascii="Segoe UI Emoji" w:hAnsi="Segoe UI Emoji" w:cs="Segoe UI Emoji"/>
        </w:rPr>
        <w:t>🌟</w:t>
      </w:r>
      <w:r w:rsidRPr="2E9037AB" w:rsidR="2E649EBC">
        <w:rPr>
          <w:rFonts w:ascii="Arial" w:hAnsi="Arial" w:cs="Arial"/>
        </w:rPr>
        <w:t xml:space="preserve"> #</w:t>
      </w:r>
      <w:r w:rsidRPr="2E9037AB" w:rsidR="2E649EBC">
        <w:rPr>
          <w:rFonts w:ascii="Arial" w:hAnsi="Arial" w:cs="Arial"/>
        </w:rPr>
        <w:t>WGSat</w:t>
      </w:r>
      <w:r w:rsidRPr="2E9037AB" w:rsidR="2E649EBC">
        <w:rPr>
          <w:rFonts w:ascii="Arial" w:hAnsi="Arial" w:cs="Arial"/>
          <w:highlight w:val="green"/>
        </w:rPr>
        <w:t>[</w:t>
      </w:r>
      <w:r w:rsidRPr="2E9037AB" w:rsidR="648F47E1">
        <w:rPr>
          <w:rFonts w:ascii="Arial" w:hAnsi="Arial" w:cs="Arial"/>
          <w:highlight w:val="green"/>
        </w:rPr>
        <w:t>WorkplaceName</w:t>
      </w:r>
      <w:r w:rsidRPr="2E9037AB" w:rsidR="2E649EBC">
        <w:rPr>
          <w:rFonts w:ascii="Arial" w:hAnsi="Arial" w:cs="Arial"/>
          <w:highlight w:val="green"/>
        </w:rPr>
        <w:t>]</w:t>
      </w:r>
      <w:r w:rsidRPr="2E9037AB" w:rsidR="2E649EBC">
        <w:rPr>
          <w:rFonts w:ascii="Arial" w:hAnsi="Arial" w:cs="Arial"/>
        </w:rPr>
        <w:t xml:space="preserve"> #WorldsGreatestShave #CommunityUnity #LeukaemiaFoundation </w:t>
      </w:r>
      <w:r w:rsidRPr="2E9037AB" w:rsidR="2E649EBC">
        <w:rPr>
          <w:rFonts w:ascii="Segoe UI Emoji" w:hAnsi="Segoe UI Emoji" w:cs="Segoe UI Emoji"/>
        </w:rPr>
        <w:t>💚🧡💙</w:t>
      </w:r>
    </w:p>
    <w:p w:rsidR="00763D24" w:rsidP="351CF1FA" w:rsidRDefault="00763D24" w14:paraId="2AF7D6DA" w14:textId="094A08E9">
      <w:pPr>
        <w:pStyle w:val="BasicParagraph"/>
        <w:spacing w:before="425"/>
        <w:rPr>
          <w:rFonts w:ascii="Arial" w:hAnsi="Arial" w:cs="Arial"/>
          <w:color w:val="000008"/>
          <w:sz w:val="22"/>
          <w:szCs w:val="22"/>
          <w:lang w:val="en-AU"/>
        </w:rPr>
      </w:pPr>
      <w:r w:rsidRPr="2E9037AB" w:rsidR="0CBEAFF5">
        <w:rPr>
          <w:rFonts w:ascii="Arial" w:hAnsi="Arial" w:cs="Arial"/>
          <w:b w:val="1"/>
          <w:bCs w:val="1"/>
          <w:color w:val="000008"/>
          <w:lang w:val="en-AU"/>
        </w:rPr>
        <w:t>General announcement (formal)| Social media</w:t>
      </w:r>
      <w:r>
        <w:br/>
      </w:r>
    </w:p>
    <w:p w:rsidR="00763D24" w:rsidP="351CF1FA" w:rsidRDefault="00763D24" w14:paraId="3B394001" w14:textId="6B866EFE">
      <w:pPr>
        <w:rPr>
          <w:rFonts w:ascii="Segoe UI Emoji" w:hAnsi="Segoe UI Emoji" w:cs="Segoe UI Emoji"/>
        </w:rPr>
      </w:pPr>
      <w:r w:rsidRPr="2E9037AB" w:rsidR="0CBEAFF5">
        <w:rPr>
          <w:rFonts w:ascii="Arial" w:hAnsi="Arial" w:cs="Arial"/>
        </w:rPr>
        <w:t xml:space="preserve">Join </w:t>
      </w:r>
      <w:r w:rsidRPr="2E9037AB" w:rsidR="0CBEAFF5">
        <w:rPr>
          <w:rFonts w:ascii="Arial" w:hAnsi="Arial" w:cs="Arial"/>
          <w:highlight w:val="green"/>
        </w:rPr>
        <w:t>[Workplace Name]</w:t>
      </w:r>
      <w:r w:rsidRPr="2E9037AB" w:rsidR="0CBEAFF5">
        <w:rPr>
          <w:rFonts w:ascii="Arial" w:hAnsi="Arial" w:cs="Arial"/>
        </w:rPr>
        <w:t xml:space="preserve"> in the World's Greatest Shave! </w:t>
      </w:r>
    </w:p>
    <w:p w:rsidR="00763D24" w:rsidP="351CF1FA" w:rsidRDefault="00763D24" w14:paraId="73D481C4" w14:textId="7E63B839">
      <w:pPr>
        <w:pStyle w:val="Normal"/>
        <w:rPr>
          <w:rFonts w:ascii="Segoe UI Emoji" w:hAnsi="Segoe UI Emoji" w:cs="Segoe UI Emoji"/>
        </w:rPr>
      </w:pPr>
      <w:r w:rsidRPr="2E9037AB" w:rsidR="0CBEAFF5">
        <w:rPr>
          <w:rFonts w:ascii="Arial" w:hAnsi="Arial" w:cs="Arial"/>
        </w:rPr>
        <w:t xml:space="preserve">Exciting news! </w:t>
      </w:r>
      <w:r w:rsidRPr="2E9037AB" w:rsidR="0CBEAFF5">
        <w:rPr>
          <w:rFonts w:ascii="Arial" w:hAnsi="Arial" w:cs="Arial"/>
          <w:highlight w:val="green"/>
        </w:rPr>
        <w:t>[Workplace Name]</w:t>
      </w:r>
      <w:r w:rsidRPr="2E9037AB" w:rsidR="0CBEAFF5">
        <w:rPr>
          <w:rFonts w:ascii="Arial" w:hAnsi="Arial" w:cs="Arial"/>
        </w:rPr>
        <w:t xml:space="preserve"> is proudly </w:t>
      </w:r>
      <w:r w:rsidRPr="2E9037AB" w:rsidR="0CBEAFF5">
        <w:rPr>
          <w:rFonts w:ascii="Arial" w:hAnsi="Arial" w:cs="Arial"/>
        </w:rPr>
        <w:t>participating</w:t>
      </w:r>
      <w:r w:rsidRPr="2E9037AB" w:rsidR="0CBEAFF5">
        <w:rPr>
          <w:rFonts w:ascii="Arial" w:hAnsi="Arial" w:cs="Arial"/>
        </w:rPr>
        <w:t xml:space="preserve"> in the Leukaemia Foundation's World's Greatest Shave this year, and we invite you to be part of this incredible journey for a meaningful cause.</w:t>
      </w:r>
    </w:p>
    <w:p w:rsidR="00763D24" w:rsidP="351CF1FA" w:rsidRDefault="00763D24" w14:paraId="06705DAE" w14:textId="15A07201">
      <w:pPr>
        <w:rPr>
          <w:rFonts w:ascii="Arial" w:hAnsi="Arial" w:cs="Arial"/>
        </w:rPr>
      </w:pPr>
      <w:r w:rsidRPr="2E9037AB" w:rsidR="0CBEAFF5">
        <w:rPr>
          <w:rFonts w:ascii="Calibri" w:hAnsi="Calibri" w:eastAsia="Calibri" w:cs="Arial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>What</w:t>
      </w:r>
      <w:r w:rsidRPr="2E9037AB" w:rsidR="0CBEAFF5">
        <w:rPr>
          <w:rFonts w:ascii="Segoe UI Emoji" w:hAnsi="Segoe UI Emoji" w:cs="Segoe UI Emoji"/>
        </w:rPr>
        <w:t xml:space="preserve">: </w:t>
      </w:r>
      <w:r w:rsidRPr="2E9037AB" w:rsidR="0CBEAFF5">
        <w:rPr>
          <w:rFonts w:ascii="Arial" w:hAnsi="Arial" w:cs="Arial"/>
          <w:highlight w:val="green"/>
        </w:rPr>
        <w:t>[Workplace Name]</w:t>
      </w:r>
      <w:r w:rsidRPr="2E9037AB" w:rsidR="0CBEAFF5">
        <w:rPr>
          <w:rFonts w:ascii="Arial" w:hAnsi="Arial" w:cs="Arial"/>
        </w:rPr>
        <w:t xml:space="preserve"> in the World's Greatest Shave </w:t>
      </w:r>
      <w:r>
        <w:br/>
      </w:r>
      <w:r w:rsidRPr="2E9037AB" w:rsidR="0CBEAFF5">
        <w:rPr>
          <w:rFonts w:ascii="Calibri" w:hAnsi="Calibri" w:eastAsia="Calibri" w:cs="Arial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>When:</w:t>
      </w:r>
      <w:r w:rsidRPr="2E9037AB" w:rsidR="0CBEAFF5">
        <w:rPr>
          <w:rFonts w:ascii="Segoe UI Symbol" w:hAnsi="Segoe UI Symbol" w:cs="Segoe UI Symbol"/>
        </w:rPr>
        <w:t xml:space="preserve"> </w:t>
      </w:r>
      <w:r w:rsidRPr="2E9037AB" w:rsidR="0CBEAFF5">
        <w:rPr>
          <w:rFonts w:ascii="Arial" w:hAnsi="Arial" w:cs="Arial"/>
          <w:highlight w:val="green"/>
        </w:rPr>
        <w:t>[Event Date]</w:t>
      </w:r>
      <w:r w:rsidRPr="2E9037AB" w:rsidR="0CBEAFF5">
        <w:rPr>
          <w:rFonts w:ascii="Arial" w:hAnsi="Arial" w:cs="Arial"/>
        </w:rPr>
        <w:t xml:space="preserve"> </w:t>
      </w:r>
      <w:r>
        <w:br/>
      </w:r>
      <w:r w:rsidRPr="2E9037AB" w:rsidR="0CBEAFF5">
        <w:rPr>
          <w:rFonts w:ascii="Calibri" w:hAnsi="Calibri" w:eastAsia="Calibri" w:cs="Arial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>Where</w:t>
      </w:r>
      <w:r w:rsidRPr="2E9037AB" w:rsidR="0CBEAFF5">
        <w:rPr>
          <w:rFonts w:ascii="Arial" w:hAnsi="Arial" w:cs="Arial"/>
        </w:rPr>
        <w:t xml:space="preserve">: </w:t>
      </w:r>
      <w:r w:rsidRPr="2E9037AB" w:rsidR="0CBEAFF5">
        <w:rPr>
          <w:rFonts w:ascii="Arial" w:hAnsi="Arial" w:cs="Arial"/>
          <w:highlight w:val="green"/>
        </w:rPr>
        <w:t>[Location]</w:t>
      </w:r>
    </w:p>
    <w:p w:rsidR="00763D24" w:rsidP="351CF1FA" w:rsidRDefault="00763D24" w14:paraId="360D6B1D" w14:textId="318567B5">
      <w:pPr>
        <w:rPr>
          <w:rFonts w:ascii="Arial" w:hAnsi="Arial" w:cs="Arial"/>
        </w:rPr>
      </w:pPr>
      <w:r w:rsidRPr="5DDDDFA6" w:rsidR="0CBEAFF5">
        <w:rPr>
          <w:rFonts w:ascii="Arial" w:hAnsi="Arial" w:cs="Arial"/>
        </w:rPr>
        <w:t>Let's</w:t>
      </w:r>
      <w:r w:rsidRPr="5DDDDFA6" w:rsidR="0CBEAFF5">
        <w:rPr>
          <w:rFonts w:ascii="Arial" w:hAnsi="Arial" w:cs="Arial"/>
        </w:rPr>
        <w:t xml:space="preserve"> unite as a group to make a difference in the lives of those </w:t>
      </w:r>
      <w:r w:rsidRPr="5DDDDFA6" w:rsidR="0CBEAFF5">
        <w:rPr>
          <w:rFonts w:ascii="Arial" w:hAnsi="Arial" w:cs="Arial"/>
        </w:rPr>
        <w:t xml:space="preserve">facing </w:t>
      </w:r>
      <w:r w:rsidRPr="5DDDDFA6" w:rsidR="0CBEAFF5">
        <w:rPr>
          <w:rFonts w:ascii="Arial" w:hAnsi="Arial" w:cs="Arial"/>
        </w:rPr>
        <w:t xml:space="preserve">blood cancer. </w:t>
      </w:r>
    </w:p>
    <w:p w:rsidR="00763D24" w:rsidP="351CF1FA" w:rsidRDefault="00763D24" w14:paraId="4F7386E0" w14:textId="776A97A6">
      <w:pPr>
        <w:rPr>
          <w:rFonts w:ascii="Arial" w:hAnsi="Arial" w:cs="Arial"/>
        </w:rPr>
      </w:pPr>
      <w:r w:rsidRPr="2E9037AB" w:rsidR="0CBEAFF5">
        <w:rPr>
          <w:rFonts w:ascii="Arial" w:hAnsi="Arial" w:cs="Arial"/>
        </w:rPr>
        <w:t>Here's how you can get involved:</w:t>
      </w:r>
    </w:p>
    <w:p w:rsidR="00763D24" w:rsidP="351CF1FA" w:rsidRDefault="00763D24" w14:paraId="378DD9E3" w14:textId="366D57E1">
      <w:pPr>
        <w:rPr>
          <w:rFonts w:ascii="Arial" w:hAnsi="Arial" w:cs="Arial"/>
        </w:rPr>
      </w:pPr>
      <w:r w:rsidRPr="5DDDDFA6" w:rsidR="799E8DED">
        <w:rPr>
          <w:rFonts w:ascii="Arial" w:hAnsi="Arial" w:cs="Arial"/>
        </w:rPr>
        <w:t>S</w:t>
      </w:r>
      <w:r w:rsidRPr="5DDDDFA6" w:rsidR="0763E37B">
        <w:rPr>
          <w:rFonts w:ascii="Arial" w:hAnsi="Arial" w:cs="Arial"/>
        </w:rPr>
        <w:t>ponsor a Shave</w:t>
      </w:r>
      <w:r w:rsidRPr="5DDDDFA6" w:rsidR="799E8DED">
        <w:rPr>
          <w:rFonts w:ascii="Arial" w:hAnsi="Arial" w:cs="Arial"/>
        </w:rPr>
        <w:t xml:space="preserve">: support your fellow colleagues who are </w:t>
      </w:r>
      <w:r w:rsidRPr="5DDDDFA6" w:rsidR="799E8DED">
        <w:rPr>
          <w:rFonts w:ascii="Arial" w:hAnsi="Arial" w:cs="Arial"/>
        </w:rPr>
        <w:t>Shaving, Cutting or Colouring</w:t>
      </w:r>
      <w:r w:rsidRPr="5DDDDFA6" w:rsidR="799E8DED">
        <w:rPr>
          <w:rFonts w:ascii="Arial" w:hAnsi="Arial" w:cs="Arial"/>
        </w:rPr>
        <w:t xml:space="preserve"> their hair to raise funds for families facing blood cancer. You can find our team and contribute online at </w:t>
      </w:r>
      <w:r w:rsidRPr="5DDDDFA6" w:rsidR="799E8DED">
        <w:rPr>
          <w:rFonts w:ascii="Arial" w:hAnsi="Arial" w:cs="Arial"/>
          <w:highlight w:val="green"/>
        </w:rPr>
        <w:t>[Fundraising Page Link]</w:t>
      </w:r>
      <w:r w:rsidRPr="5DDDDFA6" w:rsidR="799E8DED">
        <w:rPr>
          <w:rFonts w:ascii="Arial" w:hAnsi="Arial" w:cs="Arial"/>
        </w:rPr>
        <w:t>.</w:t>
      </w:r>
    </w:p>
    <w:p w:rsidR="00763D24" w:rsidP="351CF1FA" w:rsidRDefault="00763D24" w14:paraId="349682A5" w14:textId="2F63CCDD">
      <w:pPr>
        <w:rPr>
          <w:rFonts w:ascii="Arial" w:hAnsi="Arial" w:cs="Arial"/>
        </w:rPr>
      </w:pPr>
      <w:r w:rsidRPr="2E9037AB" w:rsidR="700C27C6">
        <w:rPr>
          <w:rFonts w:ascii="Arial" w:hAnsi="Arial" w:cs="Arial"/>
        </w:rPr>
        <w:t>Get involved</w:t>
      </w:r>
      <w:r w:rsidRPr="2E9037AB" w:rsidR="799E8DED">
        <w:rPr>
          <w:rFonts w:ascii="Arial" w:hAnsi="Arial" w:cs="Arial"/>
        </w:rPr>
        <w:t xml:space="preserve">: </w:t>
      </w:r>
      <w:r w:rsidRPr="2E9037AB" w:rsidR="0DCC4080">
        <w:rPr>
          <w:rFonts w:ascii="Arial" w:hAnsi="Arial" w:cs="Arial"/>
        </w:rPr>
        <w:t>w</w:t>
      </w:r>
      <w:r w:rsidRPr="2E9037AB" w:rsidR="799E8DED">
        <w:rPr>
          <w:rFonts w:ascii="Arial" w:hAnsi="Arial" w:cs="Arial"/>
        </w:rPr>
        <w:t xml:space="preserve">hy not get in on the action yourself? Or if </w:t>
      </w:r>
      <w:r w:rsidRPr="2E9037AB" w:rsidR="799E8DED">
        <w:rPr>
          <w:rFonts w:ascii="Arial" w:hAnsi="Arial" w:cs="Arial"/>
        </w:rPr>
        <w:t>you’re</w:t>
      </w:r>
      <w:r w:rsidRPr="2E9037AB" w:rsidR="799E8DED">
        <w:rPr>
          <w:rFonts w:ascii="Arial" w:hAnsi="Arial" w:cs="Arial"/>
        </w:rPr>
        <w:t xml:space="preserve"> not looking at getting a haircut right now, you can show your support by wearing crazy hair, a wacky wig or hilarious hat on </w:t>
      </w:r>
      <w:r w:rsidRPr="2E9037AB" w:rsidR="799E8DED">
        <w:rPr>
          <w:rFonts w:ascii="Arial" w:hAnsi="Arial" w:cs="Arial"/>
          <w:highlight w:val="green"/>
        </w:rPr>
        <w:t>[Event Date]</w:t>
      </w:r>
      <w:r w:rsidRPr="2E9037AB" w:rsidR="799E8DED">
        <w:rPr>
          <w:rFonts w:ascii="Arial" w:hAnsi="Arial" w:cs="Arial"/>
        </w:rPr>
        <w:t xml:space="preserve">. </w:t>
      </w:r>
      <w:r w:rsidRPr="2E9037AB" w:rsidR="799E8DED">
        <w:rPr>
          <w:rFonts w:ascii="Arial" w:hAnsi="Arial" w:cs="Arial"/>
        </w:rPr>
        <w:t>Don't</w:t>
      </w:r>
      <w:r w:rsidRPr="2E9037AB" w:rsidR="799E8DED">
        <w:rPr>
          <w:rFonts w:ascii="Arial" w:hAnsi="Arial" w:cs="Arial"/>
        </w:rPr>
        <w:t xml:space="preserve"> forget to share photos using our event hashtag: #</w:t>
      </w:r>
      <w:r w:rsidRPr="2E9037AB" w:rsidR="799E8DED">
        <w:rPr>
          <w:rFonts w:ascii="Arial" w:hAnsi="Arial" w:cs="Arial"/>
        </w:rPr>
        <w:t>WGSat</w:t>
      </w:r>
      <w:r w:rsidRPr="2E9037AB" w:rsidR="799E8DED">
        <w:rPr>
          <w:rFonts w:ascii="Arial" w:hAnsi="Arial" w:cs="Arial"/>
          <w:highlight w:val="green"/>
        </w:rPr>
        <w:t>[</w:t>
      </w:r>
      <w:r w:rsidRPr="2E9037AB" w:rsidR="799E8DED">
        <w:rPr>
          <w:rFonts w:ascii="Arial" w:hAnsi="Arial" w:cs="Arial"/>
          <w:highlight w:val="green"/>
        </w:rPr>
        <w:t>WorkplaceName]</w:t>
      </w:r>
      <w:r w:rsidRPr="2E9037AB" w:rsidR="799E8DED">
        <w:rPr>
          <w:rFonts w:ascii="Arial" w:hAnsi="Arial" w:cs="Arial"/>
        </w:rPr>
        <w:t>.</w:t>
      </w:r>
    </w:p>
    <w:p w:rsidR="00763D24" w:rsidP="351CF1FA" w:rsidRDefault="00763D24" w14:paraId="0D4D2259" w14:textId="61ACCAF1">
      <w:pPr>
        <w:rPr>
          <w:rFonts w:ascii="Arial" w:hAnsi="Arial" w:cs="Arial"/>
        </w:rPr>
      </w:pPr>
      <w:r w:rsidRPr="2E9037AB" w:rsidR="3116B944">
        <w:rPr>
          <w:rFonts w:ascii="Arial" w:hAnsi="Arial" w:cs="Arial"/>
        </w:rPr>
        <w:t>Spread the word</w:t>
      </w:r>
      <w:r w:rsidRPr="2E9037AB" w:rsidR="799E8DED">
        <w:rPr>
          <w:rFonts w:ascii="Arial" w:hAnsi="Arial" w:cs="Arial"/>
        </w:rPr>
        <w:t xml:space="preserve">: help us raise awareness! Share this post, tag fellow workmates and friends, and </w:t>
      </w:r>
      <w:r w:rsidRPr="2E9037AB" w:rsidR="799E8DED">
        <w:rPr>
          <w:rFonts w:ascii="Arial" w:hAnsi="Arial" w:cs="Arial"/>
        </w:rPr>
        <w:t>let's make the World's Greatest Shave a hair-raising success.</w:t>
      </w:r>
    </w:p>
    <w:p w:rsidR="00763D24" w:rsidP="351CF1FA" w:rsidRDefault="00763D24" w14:paraId="2A550226" w14:textId="2C9E3DC5">
      <w:pPr>
        <w:rPr>
          <w:rFonts w:ascii="Arial" w:hAnsi="Arial" w:cs="Arial"/>
        </w:rPr>
      </w:pPr>
      <w:r w:rsidRPr="2E9037AB" w:rsidR="0CBEAFF5">
        <w:rPr>
          <w:rFonts w:ascii="Arial" w:hAnsi="Arial" w:cs="Arial"/>
        </w:rPr>
        <w:t xml:space="preserve">Together, we can make a significant impact for people facing blood cancer. Let's show that our workplace is going above and beyond to make a difference. </w:t>
      </w:r>
    </w:p>
    <w:p w:rsidR="00763D24" w:rsidP="351CF1FA" w:rsidRDefault="00763D24" w14:paraId="0BA213DF" w14:textId="5CF03E23">
      <w:pPr>
        <w:rPr>
          <w:rFonts w:ascii="Segoe UI Emoji" w:hAnsi="Segoe UI Emoji" w:cs="Segoe UI Emoji"/>
        </w:rPr>
      </w:pPr>
      <w:r w:rsidRPr="2E9037AB" w:rsidR="0CBEAFF5">
        <w:rPr>
          <w:rFonts w:ascii="Arial" w:hAnsi="Arial" w:cs="Arial"/>
        </w:rPr>
        <w:t xml:space="preserve">Thank you for your support! </w:t>
      </w:r>
    </w:p>
    <w:p w:rsidR="00763D24" w:rsidP="00763D24" w:rsidRDefault="00763D24" w14:paraId="44B34D05" w14:textId="18689ED0">
      <w:pPr>
        <w:rPr>
          <w:rFonts w:ascii="Arial" w:hAnsi="Arial" w:cs="Arial"/>
          <w:color w:val="000008"/>
        </w:rPr>
      </w:pPr>
    </w:p>
    <w:p w:rsidRPr="00763D24" w:rsidR="00E81D88" w:rsidP="00763D24" w:rsidRDefault="00AB5CC5" w14:paraId="4331081E" w14:textId="1340C95A">
      <w:pPr>
        <w:rPr>
          <w:rFonts w:ascii="Arial" w:hAnsi="Arial" w:cs="Arial"/>
        </w:rPr>
      </w:pPr>
      <w:bookmarkStart w:name="GAN" w:id="1"/>
      <w:bookmarkEnd w:id="1"/>
      <w:r>
        <w:rPr>
          <w:rFonts w:ascii="Arial" w:hAnsi="Arial" w:cs="Arial"/>
          <w:b/>
          <w:bCs/>
          <w:color w:val="000008"/>
          <w:sz w:val="24"/>
          <w:szCs w:val="24"/>
        </w:rPr>
        <w:t>General a</w:t>
      </w:r>
      <w:r w:rsidRPr="00895F94" w:rsidR="00895F94">
        <w:rPr>
          <w:rFonts w:ascii="Arial" w:hAnsi="Arial" w:cs="Arial"/>
          <w:b/>
          <w:bCs/>
          <w:color w:val="000008"/>
          <w:sz w:val="24"/>
          <w:szCs w:val="24"/>
        </w:rPr>
        <w:t>nnouncement | n</w:t>
      </w:r>
      <w:r w:rsidRPr="00895F94" w:rsidR="00E81D88">
        <w:rPr>
          <w:rFonts w:ascii="Arial" w:hAnsi="Arial" w:cs="Arial"/>
          <w:b/>
          <w:bCs/>
          <w:color w:val="000008"/>
          <w:sz w:val="24"/>
          <w:szCs w:val="24"/>
        </w:rPr>
        <w:t>ewsletter/letter</w:t>
      </w:r>
      <w:r w:rsidRPr="00895F94" w:rsidR="00E81D88">
        <w:rPr>
          <w:rFonts w:ascii="Arial" w:hAnsi="Arial" w:cs="Arial"/>
          <w:b/>
          <w:bCs/>
          <w:color w:val="000008"/>
        </w:rPr>
        <w:br/>
      </w:r>
    </w:p>
    <w:p w:rsidRPr="00E81D88" w:rsidR="00E81D88" w:rsidP="00E81D88" w:rsidRDefault="6D375ABA" w14:paraId="1D22CC7F" w14:textId="75E80522">
      <w:pPr>
        <w:rPr>
          <w:rFonts w:ascii="Arial" w:hAnsi="Arial" w:cs="Arial"/>
          <w:lang w:eastAsia="en-AU"/>
        </w:rPr>
      </w:pPr>
      <w:r w:rsidRPr="603CDEF0" w:rsidR="6D375ABA">
        <w:rPr>
          <w:rFonts w:ascii="Arial" w:hAnsi="Arial" w:cs="Arial"/>
          <w:lang w:eastAsia="en-AU"/>
        </w:rPr>
        <w:t xml:space="preserve">Dear </w:t>
      </w:r>
      <w:r w:rsidRPr="603CDEF0" w:rsidR="5E248019">
        <w:rPr>
          <w:rFonts w:ascii="Arial" w:hAnsi="Arial" w:cs="Arial"/>
          <w:lang w:eastAsia="en-AU"/>
        </w:rPr>
        <w:t>staff</w:t>
      </w:r>
      <w:r w:rsidRPr="603CDEF0" w:rsidR="6D375ABA">
        <w:rPr>
          <w:rFonts w:ascii="Arial" w:hAnsi="Arial" w:cs="Arial"/>
          <w:lang w:eastAsia="en-AU"/>
        </w:rPr>
        <w:t>,</w:t>
      </w:r>
    </w:p>
    <w:p w:rsidRPr="00E81D88" w:rsidR="00E81D88" w:rsidP="00E81D88" w:rsidRDefault="6D375ABA" w14:paraId="5B0BD391" w14:textId="55DF8112">
      <w:pPr>
        <w:rPr>
          <w:rFonts w:ascii="Arial" w:hAnsi="Arial" w:cs="Arial"/>
          <w:lang w:eastAsia="en-AU"/>
        </w:rPr>
      </w:pPr>
      <w:r w:rsidRPr="603CDEF0" w:rsidR="6D375ABA">
        <w:rPr>
          <w:rFonts w:ascii="Arial" w:hAnsi="Arial" w:cs="Arial"/>
          <w:lang w:eastAsia="en-AU"/>
        </w:rPr>
        <w:t>We're</w:t>
      </w:r>
      <w:r w:rsidRPr="603CDEF0" w:rsidR="6D375ABA">
        <w:rPr>
          <w:rFonts w:ascii="Arial" w:hAnsi="Arial" w:cs="Arial"/>
          <w:lang w:eastAsia="en-AU"/>
        </w:rPr>
        <w:t xml:space="preserve"> excited to share some wonderful news </w:t>
      </w:r>
      <w:r w:rsidRPr="603CDEF0" w:rsidR="166EF071">
        <w:rPr>
          <w:rFonts w:ascii="Arial" w:hAnsi="Arial" w:cs="Arial"/>
          <w:lang w:eastAsia="en-AU"/>
        </w:rPr>
        <w:t>with you all</w:t>
      </w:r>
      <w:r w:rsidRPr="603CDEF0" w:rsidR="6D375ABA">
        <w:rPr>
          <w:rFonts w:ascii="Arial" w:hAnsi="Arial" w:cs="Arial"/>
          <w:lang w:eastAsia="en-AU"/>
        </w:rPr>
        <w:t xml:space="preserve">. This year, </w:t>
      </w:r>
      <w:r w:rsidRPr="603CDEF0" w:rsidR="6D375ABA">
        <w:rPr>
          <w:rFonts w:ascii="Arial" w:hAnsi="Arial" w:cs="Arial"/>
          <w:highlight w:val="green"/>
          <w:lang w:eastAsia="en-AU"/>
        </w:rPr>
        <w:t>[</w:t>
      </w:r>
      <w:r w:rsidRPr="603CDEF0" w:rsidR="4531A3AA">
        <w:rPr>
          <w:rFonts w:ascii="Arial" w:hAnsi="Arial" w:cs="Arial"/>
          <w:highlight w:val="green"/>
          <w:lang w:eastAsia="en-AU"/>
        </w:rPr>
        <w:t xml:space="preserve">Workplace </w:t>
      </w:r>
      <w:r w:rsidRPr="603CDEF0" w:rsidR="6D375ABA">
        <w:rPr>
          <w:rFonts w:ascii="Arial" w:hAnsi="Arial" w:cs="Arial"/>
          <w:highlight w:val="green"/>
          <w:lang w:eastAsia="en-AU"/>
        </w:rPr>
        <w:t>Name]</w:t>
      </w:r>
      <w:r w:rsidRPr="603CDEF0" w:rsidR="6D375ABA">
        <w:rPr>
          <w:rFonts w:ascii="Arial" w:hAnsi="Arial" w:cs="Arial"/>
          <w:lang w:eastAsia="en-AU"/>
        </w:rPr>
        <w:t xml:space="preserve"> is proudly </w:t>
      </w:r>
      <w:r w:rsidRPr="603CDEF0" w:rsidR="6D375ABA">
        <w:rPr>
          <w:rFonts w:ascii="Arial" w:hAnsi="Arial" w:cs="Arial"/>
          <w:lang w:eastAsia="en-AU"/>
        </w:rPr>
        <w:t>participating</w:t>
      </w:r>
      <w:r w:rsidRPr="603CDEF0" w:rsidR="6D375ABA">
        <w:rPr>
          <w:rFonts w:ascii="Arial" w:hAnsi="Arial" w:cs="Arial"/>
          <w:lang w:eastAsia="en-AU"/>
        </w:rPr>
        <w:t xml:space="preserve"> in the Leukaemia Foundation's World's Greatest Shave, a remarkable initiative that unites communities nationwide </w:t>
      </w:r>
      <w:r w:rsidRPr="603CDEF0" w:rsidR="1E13D7F0">
        <w:rPr>
          <w:rFonts w:ascii="Arial" w:hAnsi="Arial" w:cs="Arial"/>
          <w:lang w:eastAsia="en-AU"/>
        </w:rPr>
        <w:t xml:space="preserve">for </w:t>
      </w:r>
      <w:r w:rsidRPr="603CDEF0" w:rsidR="2C30B650">
        <w:rPr>
          <w:rFonts w:ascii="Arial" w:hAnsi="Arial" w:cs="Arial"/>
          <w:lang w:eastAsia="en-AU"/>
        </w:rPr>
        <w:t xml:space="preserve">Australians </w:t>
      </w:r>
      <w:r w:rsidRPr="603CDEF0" w:rsidR="1E13D7F0">
        <w:rPr>
          <w:rFonts w:ascii="Arial" w:hAnsi="Arial" w:cs="Arial"/>
          <w:lang w:eastAsia="en-AU"/>
        </w:rPr>
        <w:t xml:space="preserve">facing </w:t>
      </w:r>
      <w:r w:rsidRPr="603CDEF0" w:rsidR="6D375ABA">
        <w:rPr>
          <w:rFonts w:ascii="Arial" w:hAnsi="Arial" w:cs="Arial"/>
          <w:lang w:eastAsia="en-AU"/>
        </w:rPr>
        <w:t>blood cancer.</w:t>
      </w:r>
    </w:p>
    <w:p w:rsidRPr="00E81D88" w:rsidR="00E81D88" w:rsidP="00E81D88" w:rsidRDefault="00E81D88" w14:paraId="6FC03AB0" w14:textId="77777777">
      <w:pPr>
        <w:rPr>
          <w:rFonts w:ascii="Arial" w:hAnsi="Arial" w:cs="Arial"/>
          <w:b/>
          <w:bCs/>
          <w:lang w:eastAsia="en-AU"/>
        </w:rPr>
      </w:pPr>
      <w:r w:rsidRPr="00E81D88">
        <w:rPr>
          <w:rFonts w:ascii="Arial" w:hAnsi="Arial" w:cs="Arial"/>
          <w:b/>
          <w:bCs/>
          <w:lang w:eastAsia="en-AU"/>
        </w:rPr>
        <w:t>What is the World's Greatest Shave?</w:t>
      </w:r>
    </w:p>
    <w:p w:rsidRPr="00E81D88" w:rsidR="00E81D88" w:rsidP="00E81D88" w:rsidRDefault="6D375ABA" w14:paraId="3C986A0C" w14:textId="2340EA14">
      <w:pPr>
        <w:rPr>
          <w:rFonts w:ascii="Arial" w:hAnsi="Arial" w:cs="Arial"/>
          <w:lang w:eastAsia="en-AU"/>
        </w:rPr>
      </w:pPr>
      <w:r w:rsidRPr="603CDEF0" w:rsidR="6D375ABA">
        <w:rPr>
          <w:rFonts w:ascii="Arial" w:hAnsi="Arial" w:cs="Arial"/>
          <w:lang w:eastAsia="en-AU"/>
        </w:rPr>
        <w:t>The World's Greatest Shave is an annual event organi</w:t>
      </w:r>
      <w:r w:rsidRPr="603CDEF0" w:rsidR="30672BCF">
        <w:rPr>
          <w:rFonts w:ascii="Arial" w:hAnsi="Arial" w:cs="Arial"/>
          <w:lang w:eastAsia="en-AU"/>
        </w:rPr>
        <w:t>s</w:t>
      </w:r>
      <w:r w:rsidRPr="603CDEF0" w:rsidR="6D375ABA">
        <w:rPr>
          <w:rFonts w:ascii="Arial" w:hAnsi="Arial" w:cs="Arial"/>
          <w:lang w:eastAsia="en-AU"/>
        </w:rPr>
        <w:t xml:space="preserve">ed by the Leukaemia Foundation, aimed at raising funds to support </w:t>
      </w:r>
      <w:r w:rsidRPr="603CDEF0" w:rsidR="6F387B0C">
        <w:rPr>
          <w:rFonts w:ascii="Arial" w:hAnsi="Arial" w:cs="Arial"/>
          <w:lang w:eastAsia="en-AU"/>
        </w:rPr>
        <w:t xml:space="preserve">the 140,000 Australian </w:t>
      </w:r>
      <w:r w:rsidRPr="603CDEF0" w:rsidR="2AB2AD7E">
        <w:rPr>
          <w:rFonts w:ascii="Arial" w:hAnsi="Arial" w:cs="Arial"/>
          <w:lang w:eastAsia="en-AU"/>
        </w:rPr>
        <w:t>families facing</w:t>
      </w:r>
      <w:r w:rsidRPr="603CDEF0" w:rsidR="6D375ABA">
        <w:rPr>
          <w:rFonts w:ascii="Arial" w:hAnsi="Arial" w:cs="Arial"/>
          <w:lang w:eastAsia="en-AU"/>
        </w:rPr>
        <w:t xml:space="preserve"> blood cancer. This year, </w:t>
      </w:r>
      <w:r w:rsidRPr="603CDEF0" w:rsidR="6D613567">
        <w:rPr>
          <w:rFonts w:ascii="Arial" w:hAnsi="Arial" w:cs="Arial"/>
          <w:lang w:eastAsia="en-AU"/>
        </w:rPr>
        <w:t>we’re</w:t>
      </w:r>
      <w:r w:rsidRPr="603CDEF0" w:rsidR="6D375ABA">
        <w:rPr>
          <w:rFonts w:ascii="Arial" w:hAnsi="Arial" w:cs="Arial"/>
          <w:lang w:eastAsia="en-AU"/>
        </w:rPr>
        <w:t xml:space="preserve"> </w:t>
      </w:r>
      <w:r w:rsidRPr="603CDEF0" w:rsidR="5795A25D">
        <w:rPr>
          <w:rFonts w:ascii="Arial" w:hAnsi="Arial" w:cs="Arial"/>
          <w:lang w:eastAsia="en-AU"/>
        </w:rPr>
        <w:t>getting behind</w:t>
      </w:r>
      <w:r w:rsidRPr="603CDEF0" w:rsidR="6D375ABA">
        <w:rPr>
          <w:rFonts w:ascii="Arial" w:hAnsi="Arial" w:cs="Arial"/>
          <w:lang w:eastAsia="en-AU"/>
        </w:rPr>
        <w:t xml:space="preserve"> this incredible cause, and we invite </w:t>
      </w:r>
      <w:r w:rsidRPr="603CDEF0" w:rsidR="6D375ABA">
        <w:rPr>
          <w:rFonts w:ascii="Arial" w:hAnsi="Arial" w:cs="Arial"/>
          <w:lang w:eastAsia="en-AU"/>
        </w:rPr>
        <w:t>each and every</w:t>
      </w:r>
      <w:r w:rsidRPr="603CDEF0" w:rsidR="6D375ABA">
        <w:rPr>
          <w:rFonts w:ascii="Arial" w:hAnsi="Arial" w:cs="Arial"/>
          <w:lang w:eastAsia="en-AU"/>
        </w:rPr>
        <w:t xml:space="preserve"> one of you to be part of this meaningful journey.</w:t>
      </w:r>
    </w:p>
    <w:p w:rsidRPr="00E81D88" w:rsidR="00E81D88" w:rsidP="00E81D88" w:rsidRDefault="00E81D88" w14:paraId="3E292ECB" w14:textId="77777777">
      <w:pPr>
        <w:rPr>
          <w:rFonts w:ascii="Arial" w:hAnsi="Arial" w:cs="Arial"/>
          <w:b/>
          <w:bCs/>
          <w:lang w:eastAsia="en-AU"/>
        </w:rPr>
      </w:pPr>
      <w:r w:rsidRPr="00E81D88">
        <w:rPr>
          <w:rFonts w:ascii="Arial" w:hAnsi="Arial" w:cs="Arial"/>
          <w:b/>
          <w:bCs/>
          <w:lang w:eastAsia="en-AU"/>
        </w:rPr>
        <w:t>How Can You Get Involved?</w:t>
      </w:r>
    </w:p>
    <w:p w:rsidRPr="00E81D88" w:rsidR="00E81D88" w:rsidP="00E81D88" w:rsidRDefault="00E81D88" w14:paraId="4CF4F2D1" w14:textId="705DF58C">
      <w:pPr>
        <w:rPr>
          <w:rFonts w:ascii="Arial" w:hAnsi="Arial" w:cs="Arial"/>
          <w:lang w:eastAsia="en-AU"/>
        </w:rPr>
      </w:pPr>
      <w:r w:rsidRPr="603CDEF0" w:rsidR="00E81D88">
        <w:rPr>
          <w:rFonts w:ascii="Arial" w:hAnsi="Arial" w:cs="Arial"/>
          <w:lang w:eastAsia="en-AU"/>
        </w:rPr>
        <w:t>1. Sponsor</w:t>
      </w:r>
      <w:r w:rsidRPr="603CDEF0" w:rsidR="00D260F9">
        <w:rPr>
          <w:rFonts w:ascii="Arial" w:hAnsi="Arial" w:cs="Arial"/>
          <w:lang w:eastAsia="en-AU"/>
        </w:rPr>
        <w:t xml:space="preserve"> our team</w:t>
      </w:r>
      <w:r w:rsidRPr="603CDEF0" w:rsidR="00E81D88">
        <w:rPr>
          <w:rFonts w:ascii="Arial" w:hAnsi="Arial" w:cs="Arial"/>
          <w:lang w:eastAsia="en-AU"/>
        </w:rPr>
        <w:t xml:space="preserve">: </w:t>
      </w:r>
      <w:r w:rsidRPr="603CDEF0" w:rsidR="6184585A">
        <w:rPr>
          <w:rFonts w:ascii="Arial" w:hAnsi="Arial" w:cs="Arial"/>
          <w:lang w:eastAsia="en-AU"/>
        </w:rPr>
        <w:t xml:space="preserve">Some big-hearted staff members </w:t>
      </w:r>
      <w:r w:rsidRPr="603CDEF0" w:rsidR="00E81D88">
        <w:rPr>
          <w:rFonts w:ascii="Arial" w:hAnsi="Arial" w:cs="Arial"/>
          <w:lang w:eastAsia="en-AU"/>
        </w:rPr>
        <w:t xml:space="preserve">are ready to make a bold statement by </w:t>
      </w:r>
      <w:r w:rsidRPr="603CDEF0" w:rsidR="789A566F">
        <w:rPr>
          <w:rFonts w:ascii="Arial" w:hAnsi="Arial" w:cs="Arial"/>
          <w:lang w:eastAsia="en-AU"/>
        </w:rPr>
        <w:t>S</w:t>
      </w:r>
      <w:r w:rsidRPr="603CDEF0" w:rsidR="00D260F9">
        <w:rPr>
          <w:rFonts w:ascii="Arial" w:hAnsi="Arial" w:cs="Arial"/>
          <w:lang w:eastAsia="en-AU"/>
        </w:rPr>
        <w:t>having</w:t>
      </w:r>
      <w:r w:rsidRPr="603CDEF0" w:rsidR="00200201">
        <w:rPr>
          <w:rFonts w:ascii="Arial" w:hAnsi="Arial" w:cs="Arial"/>
          <w:lang w:eastAsia="en-AU"/>
        </w:rPr>
        <w:t>,</w:t>
      </w:r>
      <w:r w:rsidRPr="603CDEF0" w:rsidR="00D260F9">
        <w:rPr>
          <w:rFonts w:ascii="Arial" w:hAnsi="Arial" w:cs="Arial"/>
          <w:lang w:eastAsia="en-AU"/>
        </w:rPr>
        <w:t xml:space="preserve"> </w:t>
      </w:r>
      <w:r w:rsidRPr="603CDEF0" w:rsidR="324A97C9">
        <w:rPr>
          <w:rFonts w:ascii="Arial" w:hAnsi="Arial" w:cs="Arial"/>
          <w:lang w:eastAsia="en-AU"/>
        </w:rPr>
        <w:t>C</w:t>
      </w:r>
      <w:r w:rsidRPr="603CDEF0" w:rsidR="00D260F9">
        <w:rPr>
          <w:rFonts w:ascii="Arial" w:hAnsi="Arial" w:cs="Arial"/>
          <w:lang w:eastAsia="en-AU"/>
        </w:rPr>
        <w:t xml:space="preserve">utting </w:t>
      </w:r>
      <w:r w:rsidRPr="603CDEF0" w:rsidR="00E81D88">
        <w:rPr>
          <w:rFonts w:ascii="Arial" w:hAnsi="Arial" w:cs="Arial"/>
          <w:lang w:eastAsia="en-AU"/>
        </w:rPr>
        <w:t xml:space="preserve">or </w:t>
      </w:r>
      <w:r w:rsidRPr="603CDEF0" w:rsidR="632CBDF3">
        <w:rPr>
          <w:rFonts w:ascii="Arial" w:hAnsi="Arial" w:cs="Arial"/>
          <w:lang w:eastAsia="en-AU"/>
        </w:rPr>
        <w:t>C</w:t>
      </w:r>
      <w:r w:rsidRPr="603CDEF0" w:rsidR="00E81D88">
        <w:rPr>
          <w:rFonts w:ascii="Arial" w:hAnsi="Arial" w:cs="Arial"/>
          <w:lang w:eastAsia="en-AU"/>
        </w:rPr>
        <w:t>olo</w:t>
      </w:r>
      <w:r w:rsidRPr="603CDEF0" w:rsidR="00D260F9">
        <w:rPr>
          <w:rFonts w:ascii="Arial" w:hAnsi="Arial" w:cs="Arial"/>
          <w:lang w:eastAsia="en-AU"/>
        </w:rPr>
        <w:t>u</w:t>
      </w:r>
      <w:r w:rsidRPr="603CDEF0" w:rsidR="00E81D88">
        <w:rPr>
          <w:rFonts w:ascii="Arial" w:hAnsi="Arial" w:cs="Arial"/>
          <w:lang w:eastAsia="en-AU"/>
        </w:rPr>
        <w:t xml:space="preserve">ring their hair, all in the spirit of solidarity. You can show your support by sponsoring </w:t>
      </w:r>
      <w:r w:rsidRPr="603CDEF0" w:rsidR="00D260F9">
        <w:rPr>
          <w:rFonts w:ascii="Arial" w:hAnsi="Arial" w:cs="Arial"/>
          <w:lang w:eastAsia="en-AU"/>
        </w:rPr>
        <w:t>them</w:t>
      </w:r>
      <w:r w:rsidRPr="603CDEF0" w:rsidR="00E81D88">
        <w:rPr>
          <w:rFonts w:ascii="Arial" w:hAnsi="Arial" w:cs="Arial"/>
          <w:lang w:eastAsia="en-AU"/>
        </w:rPr>
        <w:t xml:space="preserve">. </w:t>
      </w:r>
      <w:r w:rsidRPr="603CDEF0" w:rsidR="00D260F9">
        <w:rPr>
          <w:rFonts w:ascii="Arial" w:hAnsi="Arial" w:cs="Arial"/>
          <w:lang w:eastAsia="en-AU"/>
        </w:rPr>
        <w:t xml:space="preserve">Find our </w:t>
      </w:r>
      <w:r w:rsidRPr="603CDEF0" w:rsidR="18C28371">
        <w:rPr>
          <w:rFonts w:ascii="Arial" w:hAnsi="Arial" w:cs="Arial"/>
          <w:lang w:eastAsia="en-AU"/>
        </w:rPr>
        <w:t xml:space="preserve">workplace </w:t>
      </w:r>
      <w:r w:rsidRPr="603CDEF0" w:rsidR="00D260F9">
        <w:rPr>
          <w:rFonts w:ascii="Arial" w:hAnsi="Arial" w:cs="Arial"/>
          <w:lang w:eastAsia="en-AU"/>
        </w:rPr>
        <w:t>team and</w:t>
      </w:r>
      <w:r w:rsidRPr="603CDEF0" w:rsidR="00E81D88">
        <w:rPr>
          <w:rFonts w:ascii="Arial" w:hAnsi="Arial" w:cs="Arial"/>
          <w:lang w:eastAsia="en-AU"/>
        </w:rPr>
        <w:t xml:space="preserve"> contribute online at </w:t>
      </w:r>
      <w:r w:rsidRPr="603CDEF0" w:rsidR="00E81D88">
        <w:rPr>
          <w:rFonts w:ascii="Arial" w:hAnsi="Arial" w:cs="Arial"/>
          <w:highlight w:val="green"/>
          <w:lang w:eastAsia="en-AU"/>
        </w:rPr>
        <w:t>[Fundraising Page Link]</w:t>
      </w:r>
      <w:r w:rsidRPr="603CDEF0" w:rsidR="00E81D88">
        <w:rPr>
          <w:rFonts w:ascii="Arial" w:hAnsi="Arial" w:cs="Arial"/>
          <w:lang w:eastAsia="en-AU"/>
        </w:rPr>
        <w:t>.</w:t>
      </w:r>
      <w:r w:rsidRPr="603CDEF0" w:rsidR="00D260F9">
        <w:rPr>
          <w:rFonts w:ascii="Arial" w:hAnsi="Arial" w:cs="Arial"/>
          <w:lang w:eastAsia="en-AU"/>
        </w:rPr>
        <w:t xml:space="preserve"> </w:t>
      </w:r>
      <w:r w:rsidRPr="603CDEF0" w:rsidR="00D260F9">
        <w:rPr>
          <w:rFonts w:ascii="Arial" w:hAnsi="Arial" w:cs="Arial"/>
          <w:lang w:eastAsia="en-AU"/>
        </w:rPr>
        <w:t>We’re</w:t>
      </w:r>
      <w:r w:rsidRPr="603CDEF0" w:rsidR="00D260F9">
        <w:rPr>
          <w:rFonts w:ascii="Arial" w:hAnsi="Arial" w:cs="Arial"/>
          <w:lang w:eastAsia="en-AU"/>
        </w:rPr>
        <w:t xml:space="preserve"> aiming to raise </w:t>
      </w:r>
      <w:r w:rsidRPr="603CDEF0" w:rsidR="00D260F9">
        <w:rPr>
          <w:rFonts w:ascii="Arial" w:hAnsi="Arial" w:cs="Arial"/>
          <w:highlight w:val="green"/>
          <w:lang w:eastAsia="en-AU"/>
        </w:rPr>
        <w:t>[Fundraising Goal]</w:t>
      </w:r>
      <w:r w:rsidRPr="603CDEF0" w:rsidR="00D260F9">
        <w:rPr>
          <w:rFonts w:ascii="Arial" w:hAnsi="Arial" w:cs="Arial"/>
          <w:lang w:eastAsia="en-AU"/>
        </w:rPr>
        <w:t>.</w:t>
      </w:r>
    </w:p>
    <w:p w:rsidRPr="00E81D88" w:rsidR="00E81D88" w:rsidP="603CDEF0" w:rsidRDefault="6D375ABA" w14:paraId="6C142A4B" w14:textId="39BD8FBF">
      <w:pPr>
        <w:pStyle w:val="Normal"/>
        <w:rPr>
          <w:rFonts w:ascii="Arial" w:hAnsi="Arial" w:cs="Arial"/>
          <w:lang w:eastAsia="en-AU"/>
        </w:rPr>
      </w:pPr>
      <w:r w:rsidRPr="603CDEF0" w:rsidR="6D375ABA">
        <w:rPr>
          <w:rFonts w:ascii="Arial" w:hAnsi="Arial" w:cs="Arial"/>
          <w:lang w:eastAsia="en-AU"/>
        </w:rPr>
        <w:t xml:space="preserve">2. </w:t>
      </w:r>
      <w:r w:rsidRPr="603CDEF0" w:rsidR="3154A001">
        <w:rPr>
          <w:rFonts w:ascii="Arial" w:hAnsi="Arial" w:cs="Arial"/>
          <w:lang w:eastAsia="en-AU"/>
        </w:rPr>
        <w:t>Get involved</w:t>
      </w:r>
      <w:r w:rsidRPr="603CDEF0" w:rsidR="6D375ABA">
        <w:rPr>
          <w:rFonts w:ascii="Arial" w:hAnsi="Arial" w:cs="Arial"/>
          <w:lang w:eastAsia="en-AU"/>
        </w:rPr>
        <w:t xml:space="preserve">: We believe in the power of unity, and what better way to </w:t>
      </w:r>
      <w:r w:rsidRPr="603CDEF0" w:rsidR="1AD621F1">
        <w:rPr>
          <w:rFonts w:ascii="Arial" w:hAnsi="Arial" w:cs="Arial"/>
          <w:lang w:eastAsia="en-AU"/>
        </w:rPr>
        <w:t>bring our workplace together by taking on the World’s Greatest Shave</w:t>
      </w:r>
      <w:r w:rsidRPr="603CDEF0" w:rsidR="6D375ABA">
        <w:rPr>
          <w:rFonts w:ascii="Arial" w:hAnsi="Arial" w:cs="Arial"/>
          <w:lang w:eastAsia="en-AU"/>
        </w:rPr>
        <w:t xml:space="preserve">! </w:t>
      </w:r>
      <w:r w:rsidRPr="603CDEF0" w:rsidR="0B828D72">
        <w:rPr>
          <w:rFonts w:ascii="Arial" w:hAnsi="Arial" w:cs="Arial"/>
          <w:lang w:eastAsia="en-AU"/>
        </w:rPr>
        <w:t xml:space="preserve">So why not join our team and Shave, Cut or Colour your hair with us on the day? Or if </w:t>
      </w:r>
      <w:r w:rsidRPr="603CDEF0" w:rsidR="0B828D72">
        <w:rPr>
          <w:rFonts w:ascii="Arial" w:hAnsi="Arial" w:cs="Arial"/>
          <w:lang w:eastAsia="en-AU"/>
        </w:rPr>
        <w:t>you’re</w:t>
      </w:r>
      <w:r w:rsidRPr="603CDEF0" w:rsidR="0B828D72">
        <w:rPr>
          <w:rFonts w:ascii="Arial" w:hAnsi="Arial" w:cs="Arial"/>
          <w:lang w:eastAsia="en-AU"/>
        </w:rPr>
        <w:t xml:space="preserve"> not looking at getting a haircut right now, you can show your support by wearing crazy hair, a wacky wig or hilarious hat</w:t>
      </w:r>
      <w:r w:rsidRPr="603CDEF0" w:rsidR="6D375ABA">
        <w:rPr>
          <w:rFonts w:ascii="Arial" w:hAnsi="Arial" w:cs="Arial"/>
          <w:lang w:eastAsia="en-AU"/>
        </w:rPr>
        <w:t xml:space="preserve">. </w:t>
      </w:r>
      <w:r w:rsidRPr="603CDEF0" w:rsidR="21C1FB9B">
        <w:rPr>
          <w:rFonts w:ascii="Arial" w:hAnsi="Arial" w:cs="Arial"/>
          <w:lang w:eastAsia="en-AU"/>
        </w:rPr>
        <w:t>Don’t</w:t>
      </w:r>
      <w:r w:rsidRPr="603CDEF0" w:rsidR="21C1FB9B">
        <w:rPr>
          <w:rFonts w:ascii="Arial" w:hAnsi="Arial" w:cs="Arial"/>
          <w:lang w:eastAsia="en-AU"/>
        </w:rPr>
        <w:t xml:space="preserve"> forget to s</w:t>
      </w:r>
      <w:r w:rsidRPr="603CDEF0" w:rsidR="6D375ABA">
        <w:rPr>
          <w:rFonts w:ascii="Arial" w:hAnsi="Arial" w:cs="Arial"/>
          <w:lang w:eastAsia="en-AU"/>
        </w:rPr>
        <w:t>hare their vibrant looks on social media using #</w:t>
      </w:r>
      <w:r w:rsidRPr="603CDEF0" w:rsidR="6D375ABA">
        <w:rPr>
          <w:rFonts w:ascii="Arial" w:hAnsi="Arial" w:cs="Arial"/>
          <w:lang w:eastAsia="en-AU"/>
        </w:rPr>
        <w:t>WGSat</w:t>
      </w:r>
      <w:r w:rsidRPr="603CDEF0" w:rsidR="6D375ABA">
        <w:rPr>
          <w:rFonts w:ascii="Arial" w:hAnsi="Arial" w:cs="Arial"/>
          <w:highlight w:val="green"/>
          <w:lang w:eastAsia="en-AU"/>
        </w:rPr>
        <w:t>[</w:t>
      </w:r>
      <w:r w:rsidRPr="603CDEF0" w:rsidR="5BC116FA">
        <w:rPr>
          <w:rFonts w:ascii="Arial" w:hAnsi="Arial" w:cs="Arial"/>
          <w:highlight w:val="green"/>
          <w:lang w:eastAsia="en-AU"/>
        </w:rPr>
        <w:t>WorkplaceName</w:t>
      </w:r>
      <w:r w:rsidRPr="603CDEF0" w:rsidR="6D375ABA">
        <w:rPr>
          <w:rFonts w:ascii="Arial" w:hAnsi="Arial" w:cs="Arial"/>
          <w:highlight w:val="green"/>
          <w:lang w:eastAsia="en-AU"/>
        </w:rPr>
        <w:t>]</w:t>
      </w:r>
      <w:r w:rsidRPr="603CDEF0" w:rsidR="6D375ABA">
        <w:rPr>
          <w:rFonts w:ascii="Arial" w:hAnsi="Arial" w:cs="Arial"/>
          <w:lang w:eastAsia="en-AU"/>
        </w:rPr>
        <w:t>.</w:t>
      </w:r>
    </w:p>
    <w:p w:rsidR="603CDEF0" w:rsidRDefault="603CDEF0" w14:paraId="7A75E51B" w14:textId="34883356">
      <w:r>
        <w:br w:type="page"/>
      </w:r>
    </w:p>
    <w:p w:rsidRPr="00E81D88" w:rsidR="00E81D88" w:rsidP="00E81D88" w:rsidRDefault="00E81D88" w14:paraId="5CA76E70" w14:textId="7174911E">
      <w:pPr>
        <w:rPr>
          <w:rFonts w:ascii="Arial" w:hAnsi="Arial" w:cs="Arial"/>
          <w:b w:val="1"/>
          <w:bCs w:val="1"/>
          <w:lang w:eastAsia="en-AU"/>
        </w:rPr>
      </w:pPr>
      <w:r w:rsidRPr="603CDEF0" w:rsidR="00E81D88">
        <w:rPr>
          <w:rFonts w:ascii="Arial" w:hAnsi="Arial" w:cs="Arial"/>
          <w:b w:val="1"/>
          <w:bCs w:val="1"/>
          <w:lang w:eastAsia="en-AU"/>
        </w:rPr>
        <w:t xml:space="preserve">Why Join the </w:t>
      </w:r>
      <w:r w:rsidRPr="603CDEF0" w:rsidR="4D970309">
        <w:rPr>
          <w:rFonts w:ascii="Arial" w:hAnsi="Arial" w:cs="Arial"/>
          <w:b w:val="1"/>
          <w:bCs w:val="1"/>
          <w:lang w:eastAsia="en-AU"/>
        </w:rPr>
        <w:t>C</w:t>
      </w:r>
      <w:r w:rsidRPr="603CDEF0" w:rsidR="00E81D88">
        <w:rPr>
          <w:rFonts w:ascii="Arial" w:hAnsi="Arial" w:cs="Arial"/>
          <w:b w:val="1"/>
          <w:bCs w:val="1"/>
          <w:lang w:eastAsia="en-AU"/>
        </w:rPr>
        <w:t>ause?</w:t>
      </w:r>
    </w:p>
    <w:p w:rsidRPr="00E81D88" w:rsidR="00E81D88" w:rsidP="00E81D88" w:rsidRDefault="00E81D88" w14:paraId="1E44ADCF" w14:textId="5F0E36C3">
      <w:pPr>
        <w:rPr>
          <w:rFonts w:ascii="Arial" w:hAnsi="Arial" w:cs="Arial"/>
          <w:lang w:eastAsia="en-AU"/>
        </w:rPr>
      </w:pPr>
      <w:r w:rsidRPr="603CDEF0" w:rsidR="00E81D88">
        <w:rPr>
          <w:rFonts w:ascii="Arial" w:hAnsi="Arial" w:cs="Arial"/>
          <w:lang w:eastAsia="en-AU"/>
        </w:rPr>
        <w:t>Participating in the World's Greatest Shave is more than just a fundraiser</w:t>
      </w:r>
      <w:r w:rsidRPr="603CDEF0" w:rsidR="3566EEB1">
        <w:rPr>
          <w:rFonts w:ascii="Arial" w:hAnsi="Arial" w:cs="Arial"/>
          <w:lang w:eastAsia="en-AU"/>
        </w:rPr>
        <w:t>. I</w:t>
      </w:r>
      <w:r w:rsidRPr="603CDEF0" w:rsidR="00E81D88">
        <w:rPr>
          <w:rFonts w:ascii="Arial" w:hAnsi="Arial" w:cs="Arial"/>
          <w:lang w:eastAsia="en-AU"/>
        </w:rPr>
        <w:t>t's</w:t>
      </w:r>
      <w:r w:rsidRPr="603CDEF0" w:rsidR="00E81D88">
        <w:rPr>
          <w:rFonts w:ascii="Arial" w:hAnsi="Arial" w:cs="Arial"/>
          <w:lang w:eastAsia="en-AU"/>
        </w:rPr>
        <w:t xml:space="preserve"> a chance for us to come together as a </w:t>
      </w:r>
      <w:r w:rsidRPr="603CDEF0" w:rsidR="71B52829">
        <w:rPr>
          <w:rFonts w:ascii="Arial" w:hAnsi="Arial" w:cs="Arial"/>
          <w:lang w:eastAsia="en-AU"/>
        </w:rPr>
        <w:t>workplace</w:t>
      </w:r>
      <w:r w:rsidRPr="603CDEF0" w:rsidR="08963B7B">
        <w:rPr>
          <w:rFonts w:ascii="Arial" w:hAnsi="Arial" w:cs="Arial"/>
          <w:lang w:eastAsia="en-AU"/>
        </w:rPr>
        <w:t xml:space="preserve">, build team spirit, and strengthen connections with fellow colleagues, customers, and our community. All while championing a great cause and helping save lives. </w:t>
      </w:r>
    </w:p>
    <w:p w:rsidRPr="00E81D88" w:rsidR="00E81D88" w:rsidP="00E81D88" w:rsidRDefault="00E81D88" w14:paraId="4BCC9FFC" w14:textId="3D341376">
      <w:pPr>
        <w:rPr>
          <w:rFonts w:ascii="Arial" w:hAnsi="Arial" w:cs="Arial"/>
          <w:b w:val="1"/>
          <w:bCs w:val="1"/>
          <w:lang w:eastAsia="en-AU"/>
        </w:rPr>
      </w:pPr>
      <w:r w:rsidRPr="603CDEF0" w:rsidR="00E81D88">
        <w:rPr>
          <w:rFonts w:ascii="Arial" w:hAnsi="Arial" w:cs="Arial"/>
          <w:b w:val="1"/>
          <w:bCs w:val="1"/>
          <w:lang w:eastAsia="en-AU"/>
        </w:rPr>
        <w:t>Let's</w:t>
      </w:r>
      <w:r w:rsidRPr="603CDEF0" w:rsidR="00E81D88">
        <w:rPr>
          <w:rFonts w:ascii="Arial" w:hAnsi="Arial" w:cs="Arial"/>
          <w:b w:val="1"/>
          <w:bCs w:val="1"/>
          <w:lang w:eastAsia="en-AU"/>
        </w:rPr>
        <w:t xml:space="preserve"> </w:t>
      </w:r>
      <w:r w:rsidRPr="603CDEF0" w:rsidR="1EFDA7A6">
        <w:rPr>
          <w:rFonts w:ascii="Arial" w:hAnsi="Arial" w:cs="Arial"/>
          <w:b w:val="1"/>
          <w:bCs w:val="1"/>
          <w:lang w:eastAsia="en-AU"/>
        </w:rPr>
        <w:t>S</w:t>
      </w:r>
      <w:r w:rsidRPr="603CDEF0" w:rsidR="00E81D88">
        <w:rPr>
          <w:rFonts w:ascii="Arial" w:hAnsi="Arial" w:cs="Arial"/>
          <w:b w:val="1"/>
          <w:bCs w:val="1"/>
          <w:lang w:eastAsia="en-AU"/>
        </w:rPr>
        <w:t xml:space="preserve">pread the </w:t>
      </w:r>
      <w:r w:rsidRPr="603CDEF0" w:rsidR="3F02898B">
        <w:rPr>
          <w:rFonts w:ascii="Arial" w:hAnsi="Arial" w:cs="Arial"/>
          <w:b w:val="1"/>
          <w:bCs w:val="1"/>
          <w:lang w:eastAsia="en-AU"/>
        </w:rPr>
        <w:t>W</w:t>
      </w:r>
      <w:r w:rsidRPr="603CDEF0" w:rsidR="00E81D88">
        <w:rPr>
          <w:rFonts w:ascii="Arial" w:hAnsi="Arial" w:cs="Arial"/>
          <w:b w:val="1"/>
          <w:bCs w:val="1"/>
          <w:lang w:eastAsia="en-AU"/>
        </w:rPr>
        <w:t>ord!</w:t>
      </w:r>
    </w:p>
    <w:p w:rsidRPr="00E81D88" w:rsidR="00E81D88" w:rsidP="00E81D88" w:rsidRDefault="00E81D88" w14:paraId="042272D2" w14:textId="2B905F73">
      <w:pPr>
        <w:rPr>
          <w:rFonts w:ascii="Arial" w:hAnsi="Arial" w:cs="Arial"/>
          <w:lang w:eastAsia="en-AU"/>
        </w:rPr>
      </w:pPr>
      <w:r w:rsidRPr="603CDEF0" w:rsidR="00E81D88">
        <w:rPr>
          <w:rFonts w:ascii="Arial" w:hAnsi="Arial" w:cs="Arial"/>
          <w:lang w:eastAsia="en-AU"/>
        </w:rPr>
        <w:t>We encourage you to share this exciting news with</w:t>
      </w:r>
      <w:r w:rsidRPr="603CDEF0" w:rsidR="797A4C6A">
        <w:rPr>
          <w:rFonts w:ascii="Arial" w:hAnsi="Arial" w:cs="Arial"/>
          <w:lang w:eastAsia="en-AU"/>
        </w:rPr>
        <w:t xml:space="preserve"> friends, family, and of course your fellow colleagues</w:t>
      </w:r>
      <w:r w:rsidRPr="603CDEF0" w:rsidR="00E81D88">
        <w:rPr>
          <w:rFonts w:ascii="Arial" w:hAnsi="Arial" w:cs="Arial"/>
          <w:lang w:eastAsia="en-AU"/>
        </w:rPr>
        <w:t xml:space="preserve">, and </w:t>
      </w:r>
      <w:r w:rsidRPr="603CDEF0" w:rsidR="00E81D88">
        <w:rPr>
          <w:rFonts w:ascii="Arial" w:hAnsi="Arial" w:cs="Arial"/>
          <w:lang w:eastAsia="en-AU"/>
        </w:rPr>
        <w:t>let's</w:t>
      </w:r>
      <w:r w:rsidRPr="603CDEF0" w:rsidR="00E81D88">
        <w:rPr>
          <w:rFonts w:ascii="Arial" w:hAnsi="Arial" w:cs="Arial"/>
          <w:lang w:eastAsia="en-AU"/>
        </w:rPr>
        <w:t xml:space="preserve"> make the World's Greatest Shave a resounding success at </w:t>
      </w:r>
      <w:r w:rsidRPr="603CDEF0" w:rsidR="00E81D88">
        <w:rPr>
          <w:rFonts w:ascii="Arial" w:hAnsi="Arial" w:cs="Arial"/>
          <w:highlight w:val="green"/>
          <w:lang w:eastAsia="en-AU"/>
        </w:rPr>
        <w:t>[</w:t>
      </w:r>
      <w:r w:rsidRPr="603CDEF0" w:rsidR="7A7BF93B">
        <w:rPr>
          <w:rFonts w:ascii="Arial" w:hAnsi="Arial" w:cs="Arial"/>
          <w:highlight w:val="green"/>
          <w:lang w:eastAsia="en-AU"/>
        </w:rPr>
        <w:t xml:space="preserve">Workplace </w:t>
      </w:r>
      <w:r w:rsidRPr="603CDEF0" w:rsidR="00E81D88">
        <w:rPr>
          <w:rFonts w:ascii="Arial" w:hAnsi="Arial" w:cs="Arial"/>
          <w:highlight w:val="green"/>
          <w:lang w:eastAsia="en-AU"/>
        </w:rPr>
        <w:t>Name]</w:t>
      </w:r>
      <w:r w:rsidRPr="603CDEF0" w:rsidR="00E81D88">
        <w:rPr>
          <w:rFonts w:ascii="Arial" w:hAnsi="Arial" w:cs="Arial"/>
          <w:lang w:eastAsia="en-AU"/>
        </w:rPr>
        <w:t>. Together, we can contribute to the vital research, support services, and care provided by the Leukaemia Foundation.</w:t>
      </w:r>
    </w:p>
    <w:p w:rsidRPr="00E81D88" w:rsidR="00E81D88" w:rsidP="00E81D88" w:rsidRDefault="00E81D88" w14:paraId="389BA7D3" w14:textId="1CBC901E">
      <w:pPr>
        <w:rPr>
          <w:rFonts w:ascii="Arial" w:hAnsi="Arial" w:cs="Arial"/>
          <w:lang w:eastAsia="en-AU"/>
        </w:rPr>
      </w:pPr>
      <w:r w:rsidRPr="603CDEF0" w:rsidR="00E81D88">
        <w:rPr>
          <w:rFonts w:ascii="Arial" w:hAnsi="Arial" w:cs="Arial"/>
          <w:lang w:eastAsia="en-AU"/>
        </w:rPr>
        <w:t xml:space="preserve">Thank you for being a part of this meaningful journey. </w:t>
      </w:r>
      <w:r w:rsidRPr="603CDEF0" w:rsidR="00E81D88">
        <w:rPr>
          <w:rFonts w:ascii="Arial" w:hAnsi="Arial" w:cs="Arial"/>
          <w:lang w:eastAsia="en-AU"/>
        </w:rPr>
        <w:t>Let's</w:t>
      </w:r>
      <w:r w:rsidRPr="603CDEF0" w:rsidR="00E81D88">
        <w:rPr>
          <w:rFonts w:ascii="Arial" w:hAnsi="Arial" w:cs="Arial"/>
          <w:lang w:eastAsia="en-AU"/>
        </w:rPr>
        <w:t xml:space="preserve"> show the world the strength and compassion of our </w:t>
      </w:r>
      <w:r w:rsidRPr="603CDEF0" w:rsidR="00E81D88">
        <w:rPr>
          <w:rFonts w:ascii="Arial" w:hAnsi="Arial" w:cs="Arial"/>
          <w:highlight w:val="green"/>
          <w:lang w:eastAsia="en-AU"/>
        </w:rPr>
        <w:t>[</w:t>
      </w:r>
      <w:r w:rsidRPr="603CDEF0" w:rsidR="03B031D7">
        <w:rPr>
          <w:rFonts w:ascii="Arial" w:hAnsi="Arial" w:cs="Arial"/>
          <w:highlight w:val="green"/>
          <w:lang w:eastAsia="en-AU"/>
        </w:rPr>
        <w:t xml:space="preserve">Workplace </w:t>
      </w:r>
      <w:r w:rsidRPr="603CDEF0" w:rsidR="00E81D88">
        <w:rPr>
          <w:rFonts w:ascii="Arial" w:hAnsi="Arial" w:cs="Arial"/>
          <w:highlight w:val="green"/>
          <w:lang w:eastAsia="en-AU"/>
        </w:rPr>
        <w:t>Name]</w:t>
      </w:r>
      <w:r w:rsidRPr="603CDEF0" w:rsidR="00E81D88">
        <w:rPr>
          <w:rFonts w:ascii="Arial" w:hAnsi="Arial" w:cs="Arial"/>
          <w:lang w:eastAsia="en-AU"/>
        </w:rPr>
        <w:t xml:space="preserve"> community!</w:t>
      </w:r>
    </w:p>
    <w:p w:rsidRPr="00E81D88" w:rsidR="00E81D88" w:rsidP="00E81D88" w:rsidRDefault="00E81D88" w14:paraId="468212B5" w14:textId="77777777">
      <w:pPr>
        <w:rPr>
          <w:rFonts w:ascii="Arial" w:hAnsi="Arial" w:cs="Arial"/>
          <w:lang w:eastAsia="en-AU"/>
        </w:rPr>
      </w:pPr>
      <w:r w:rsidRPr="00E81D88">
        <w:rPr>
          <w:rFonts w:ascii="Arial" w:hAnsi="Arial" w:cs="Arial"/>
          <w:lang w:eastAsia="en-AU"/>
        </w:rPr>
        <w:t>Warm regards,</w:t>
      </w:r>
    </w:p>
    <w:p w:rsidRPr="00E81D88" w:rsidR="00E81D88" w:rsidP="74F0E786" w:rsidRDefault="00E81D88" w14:paraId="0714876B" w14:textId="41110E34">
      <w:pPr>
        <w:rPr>
          <w:rFonts w:ascii="Arial" w:hAnsi="Arial" w:cs="Arial"/>
          <w:highlight w:val="green"/>
          <w:lang w:eastAsia="en-AU"/>
        </w:rPr>
      </w:pPr>
      <w:r w:rsidRPr="603CDEF0" w:rsidR="00E81D88">
        <w:rPr>
          <w:rFonts w:ascii="Arial" w:hAnsi="Arial" w:cs="Arial"/>
          <w:highlight w:val="green"/>
          <w:lang w:eastAsia="en-AU"/>
        </w:rPr>
        <w:t xml:space="preserve">[Your Name] </w:t>
      </w:r>
      <w:r>
        <w:br/>
      </w:r>
      <w:r w:rsidRPr="603CDEF0" w:rsidR="00E81D88">
        <w:rPr>
          <w:rFonts w:ascii="Arial" w:hAnsi="Arial" w:cs="Arial"/>
          <w:highlight w:val="green"/>
          <w:lang w:eastAsia="en-AU"/>
        </w:rPr>
        <w:t xml:space="preserve">[Your Title/Role] </w:t>
      </w:r>
      <w:r>
        <w:br/>
      </w:r>
      <w:r w:rsidRPr="603CDEF0" w:rsidR="00E81D88">
        <w:rPr>
          <w:rFonts w:ascii="Arial" w:hAnsi="Arial" w:cs="Arial"/>
          <w:highlight w:val="green"/>
          <w:lang w:eastAsia="en-AU"/>
        </w:rPr>
        <w:t>[</w:t>
      </w:r>
      <w:r w:rsidRPr="603CDEF0" w:rsidR="04141AF7">
        <w:rPr>
          <w:rFonts w:ascii="Arial" w:hAnsi="Arial" w:cs="Arial"/>
          <w:highlight w:val="green"/>
          <w:lang w:eastAsia="en-AU"/>
        </w:rPr>
        <w:t xml:space="preserve">Workplace </w:t>
      </w:r>
      <w:r w:rsidRPr="603CDEF0" w:rsidR="00E81D88">
        <w:rPr>
          <w:rFonts w:ascii="Arial" w:hAnsi="Arial" w:cs="Arial"/>
          <w:highlight w:val="green"/>
          <w:lang w:eastAsia="en-AU"/>
        </w:rPr>
        <w:t>Name]</w:t>
      </w:r>
    </w:p>
    <w:p w:rsidR="00E81D88" w:rsidP="00906A8A" w:rsidRDefault="00E81D88" w14:paraId="4DB686B7" w14:textId="0556F69D">
      <w:pPr>
        <w:pStyle w:val="BasicParagraph"/>
        <w:suppressAutoHyphens/>
        <w:spacing w:before="425"/>
        <w:rPr>
          <w:rFonts w:ascii="Arial" w:hAnsi="Arial" w:cs="Arial"/>
          <w:color w:val="000008"/>
          <w:sz w:val="20"/>
          <w:szCs w:val="20"/>
          <w:lang w:val="en-AU"/>
        </w:rPr>
      </w:pPr>
    </w:p>
    <w:p w:rsidR="00436CE5" w:rsidP="00906A8A" w:rsidRDefault="00AB5CC5" w14:paraId="08224093" w14:textId="3BD9C798">
      <w:pPr>
        <w:pStyle w:val="BasicParagraph"/>
        <w:suppressAutoHyphens/>
        <w:spacing w:before="425"/>
        <w:rPr>
          <w:rFonts w:ascii="Arial" w:hAnsi="Arial" w:cs="Arial"/>
          <w:b w:val="1"/>
          <w:bCs w:val="1"/>
          <w:color w:val="000000" w:themeColor="text1"/>
          <w:lang w:val="en-AU"/>
        </w:rPr>
      </w:pPr>
      <w:bookmarkStart w:name="OWRS" w:id="2"/>
      <w:bookmarkEnd w:id="2"/>
      <w:r w:rsidRPr="21DA9898" w:rsidR="00AB5CC5"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  <w:t>One</w:t>
      </w:r>
      <w:r w:rsidRPr="21DA9898" w:rsidR="00456EAF"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  <w:t xml:space="preserve"> week</w:t>
      </w:r>
      <w:r w:rsidRPr="21DA9898" w:rsidR="00AB5CC5"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  <w:t xml:space="preserve"> reminder</w:t>
      </w:r>
      <w:r w:rsidRPr="21DA9898" w:rsidR="00456EAF"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  <w:t xml:space="preserve"> </w:t>
      </w:r>
      <w:r w:rsidRPr="21DA9898" w:rsidR="3F40163B"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  <w:t>(informal)</w:t>
      </w:r>
      <w:r w:rsidRPr="21DA9898" w:rsidR="00456EAF"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  <w:t xml:space="preserve">| </w:t>
      </w:r>
      <w:r w:rsidRPr="21DA9898" w:rsidR="00AB5CC5"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  <w:t>S</w:t>
      </w:r>
      <w:r w:rsidRPr="21DA9898" w:rsidR="00456EAF"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  <w:t>ocial media</w:t>
      </w:r>
      <w:r>
        <w:br/>
      </w:r>
    </w:p>
    <w:p w:rsidRPr="00436CE5" w:rsidR="00436CE5" w:rsidP="00436CE5" w:rsidRDefault="2E18E0EE" w14:paraId="696D0F90" w14:textId="67DE6969">
      <w:pPr>
        <w:rPr>
          <w:rFonts w:ascii="Arial" w:hAnsi="Arial" w:cs="Arial"/>
          <w:lang w:eastAsia="en-AU"/>
        </w:rPr>
      </w:pPr>
      <w:r w:rsidRPr="5F1D727A">
        <w:rPr>
          <w:rFonts w:ascii="Segoe UI Emoji" w:hAnsi="Segoe UI Emoji" w:cs="Segoe UI Emoji"/>
          <w:lang w:eastAsia="en-AU"/>
        </w:rPr>
        <w:t>🌟</w:t>
      </w:r>
      <w:r w:rsidRPr="5F1D727A">
        <w:rPr>
          <w:rFonts w:ascii="Arial" w:hAnsi="Arial" w:cs="Arial"/>
          <w:lang w:eastAsia="en-AU"/>
        </w:rPr>
        <w:t xml:space="preserve"> Get Ready to Shave </w:t>
      </w:r>
      <w:r w:rsidRPr="5F1D727A" w:rsidR="6384188F">
        <w:rPr>
          <w:rFonts w:ascii="Arial" w:hAnsi="Arial" w:cs="Arial"/>
          <w:lang w:eastAsia="en-AU"/>
        </w:rPr>
        <w:t>and</w:t>
      </w:r>
      <w:r w:rsidRPr="5F1D727A">
        <w:rPr>
          <w:rFonts w:ascii="Arial" w:hAnsi="Arial" w:cs="Arial"/>
          <w:lang w:eastAsia="en-AU"/>
        </w:rPr>
        <w:t xml:space="preserve"> Share the Love! </w:t>
      </w:r>
      <w:r w:rsidRPr="5F1D727A">
        <w:rPr>
          <w:rFonts w:ascii="Segoe UI Symbol" w:hAnsi="Segoe UI Symbol" w:cs="Segoe UI Symbol"/>
          <w:lang w:eastAsia="en-AU"/>
        </w:rPr>
        <w:t>✂</w:t>
      </w:r>
      <w:r w:rsidRPr="5F1D727A">
        <w:rPr>
          <w:rFonts w:ascii="Arial" w:hAnsi="Arial" w:cs="Arial"/>
          <w:lang w:eastAsia="en-AU"/>
        </w:rPr>
        <w:t>️</w:t>
      </w:r>
    </w:p>
    <w:p w:rsidRPr="00436CE5" w:rsidR="00436CE5" w:rsidP="00436CE5" w:rsidRDefault="00436CE5" w14:paraId="114E47CE" w14:textId="3164A078">
      <w:pPr>
        <w:rPr>
          <w:rFonts w:ascii="Arial" w:hAnsi="Arial" w:cs="Arial"/>
          <w:lang w:eastAsia="en-AU"/>
        </w:rPr>
      </w:pPr>
      <w:r w:rsidRPr="603CDEF0" w:rsidR="00436CE5">
        <w:rPr>
          <w:rFonts w:ascii="Arial" w:hAnsi="Arial" w:cs="Arial"/>
          <w:lang w:eastAsia="en-AU"/>
        </w:rPr>
        <w:t xml:space="preserve">Mark your calendars because next week, </w:t>
      </w:r>
      <w:r w:rsidRPr="603CDEF0" w:rsidR="00436CE5">
        <w:rPr>
          <w:rFonts w:ascii="Arial" w:hAnsi="Arial" w:cs="Arial"/>
          <w:highlight w:val="green"/>
          <w:lang w:eastAsia="en-AU"/>
        </w:rPr>
        <w:t>[Event Date]</w:t>
      </w:r>
      <w:r w:rsidRPr="603CDEF0" w:rsidR="00436CE5">
        <w:rPr>
          <w:rFonts w:ascii="Arial" w:hAnsi="Arial" w:cs="Arial"/>
          <w:lang w:eastAsia="en-AU"/>
        </w:rPr>
        <w:t xml:space="preserve">, is the day we turn our </w:t>
      </w:r>
      <w:r w:rsidRPr="603CDEF0" w:rsidR="58CB08CC">
        <w:rPr>
          <w:rFonts w:ascii="Arial" w:hAnsi="Arial" w:cs="Arial"/>
          <w:lang w:eastAsia="en-AU"/>
        </w:rPr>
        <w:t xml:space="preserve">workplace </w:t>
      </w:r>
      <w:r w:rsidRPr="603CDEF0" w:rsidR="00436CE5">
        <w:rPr>
          <w:rFonts w:ascii="Arial" w:hAnsi="Arial" w:cs="Arial"/>
          <w:lang w:eastAsia="en-AU"/>
        </w:rPr>
        <w:t xml:space="preserve">into a hair-raising hub of excitement and compassion! </w:t>
      </w:r>
      <w:r w:rsidRPr="603CDEF0" w:rsidR="00436CE5">
        <w:rPr>
          <w:rFonts w:ascii="Segoe UI Symbol" w:hAnsi="Segoe UI Symbol" w:cs="Segoe UI Symbol"/>
          <w:lang w:eastAsia="en-AU"/>
        </w:rPr>
        <w:t>🗓</w:t>
      </w:r>
      <w:r w:rsidRPr="603CDEF0" w:rsidR="00436CE5">
        <w:rPr>
          <w:rFonts w:ascii="Arial" w:hAnsi="Arial" w:cs="Arial"/>
          <w:lang w:eastAsia="en-AU"/>
        </w:rPr>
        <w:t xml:space="preserve">️ We're gearing up for the Leukaemia Foundation's World's Greatest Shave, and we </w:t>
      </w:r>
      <w:r w:rsidRPr="603CDEF0" w:rsidR="00436CE5">
        <w:rPr>
          <w:rFonts w:ascii="Arial" w:hAnsi="Arial" w:cs="Arial"/>
          <w:lang w:eastAsia="en-AU"/>
        </w:rPr>
        <w:t>can't</w:t>
      </w:r>
      <w:r w:rsidRPr="603CDEF0" w:rsidR="00436CE5">
        <w:rPr>
          <w:rFonts w:ascii="Arial" w:hAnsi="Arial" w:cs="Arial"/>
          <w:lang w:eastAsia="en-AU"/>
        </w:rPr>
        <w:t xml:space="preserve"> wait to see our community come together for a fantastic cause.</w:t>
      </w:r>
    </w:p>
    <w:p w:rsidRPr="00436CE5" w:rsidR="00436CE5" w:rsidP="00436CE5" w:rsidRDefault="00436CE5" w14:paraId="03256542" w14:textId="77777777">
      <w:pPr>
        <w:rPr>
          <w:rFonts w:ascii="Arial" w:hAnsi="Arial" w:cs="Arial"/>
          <w:lang w:eastAsia="en-AU"/>
        </w:rPr>
      </w:pPr>
      <w:r w:rsidRPr="00436CE5">
        <w:rPr>
          <w:rFonts w:ascii="Segoe UI Emoji" w:hAnsi="Segoe UI Emoji" w:cs="Segoe UI Emoji"/>
          <w:lang w:eastAsia="en-AU"/>
        </w:rPr>
        <w:t>👀</w:t>
      </w:r>
      <w:r w:rsidRPr="00436CE5">
        <w:rPr>
          <w:rFonts w:ascii="Arial" w:hAnsi="Arial" w:cs="Arial"/>
          <w:lang w:eastAsia="en-AU"/>
        </w:rPr>
        <w:t xml:space="preserve"> What to Expect:</w:t>
      </w:r>
    </w:p>
    <w:p w:rsidRPr="00436CE5" w:rsidR="00436CE5" w:rsidP="603CDEF0" w:rsidRDefault="00436CE5" w14:paraId="4CAA4A06" w14:textId="4FEBDD0C">
      <w:pPr>
        <w:pStyle w:val="Normal"/>
        <w:rPr>
          <w:rFonts w:ascii="Arial" w:hAnsi="Arial" w:cs="Arial"/>
          <w:lang w:eastAsia="en-AU"/>
        </w:rPr>
      </w:pPr>
      <w:r w:rsidRPr="603CDEF0" w:rsidR="6950450E">
        <w:rPr>
          <w:rFonts w:ascii="Arial" w:hAnsi="Arial" w:cs="Arial"/>
          <w:lang w:eastAsia="en-AU"/>
        </w:rPr>
        <w:t xml:space="preserve">Selfless </w:t>
      </w:r>
      <w:r w:rsidRPr="603CDEF0" w:rsidR="6950450E">
        <w:rPr>
          <w:rFonts w:ascii="Arial" w:hAnsi="Arial" w:cs="Arial"/>
          <w:highlight w:val="green"/>
          <w:lang w:eastAsia="en-AU"/>
        </w:rPr>
        <w:t>[Workplace Name]</w:t>
      </w:r>
      <w:r w:rsidRPr="603CDEF0" w:rsidR="6950450E">
        <w:rPr>
          <w:rFonts w:ascii="Arial" w:hAnsi="Arial" w:cs="Arial"/>
          <w:lang w:eastAsia="en-AU"/>
        </w:rPr>
        <w:t xml:space="preserve"> staff members</w:t>
      </w:r>
      <w:r w:rsidRPr="603CDEF0" w:rsidR="00436CE5">
        <w:rPr>
          <w:rFonts w:ascii="Arial" w:hAnsi="Arial" w:cs="Arial"/>
          <w:lang w:eastAsia="en-AU"/>
        </w:rPr>
        <w:t xml:space="preserve"> taking the plunge </w:t>
      </w:r>
      <w:r w:rsidRPr="603CDEF0" w:rsidR="00436CE5">
        <w:rPr>
          <w:rFonts w:ascii="Arial" w:hAnsi="Arial" w:cs="Arial"/>
          <w:lang w:eastAsia="en-AU"/>
        </w:rPr>
        <w:t xml:space="preserve">and </w:t>
      </w:r>
      <w:r w:rsidRPr="603CDEF0" w:rsidR="6638C7C4">
        <w:rPr>
          <w:rFonts w:ascii="Arial" w:hAnsi="Arial" w:cs="Arial"/>
          <w:lang w:eastAsia="en-AU"/>
        </w:rPr>
        <w:t>S</w:t>
      </w:r>
      <w:r w:rsidRPr="603CDEF0" w:rsidR="00436CE5">
        <w:rPr>
          <w:rFonts w:ascii="Arial" w:hAnsi="Arial" w:cs="Arial"/>
          <w:lang w:eastAsia="en-AU"/>
        </w:rPr>
        <w:t xml:space="preserve">having, </w:t>
      </w:r>
      <w:r w:rsidRPr="603CDEF0" w:rsidR="11AE9917">
        <w:rPr>
          <w:rFonts w:ascii="Arial" w:hAnsi="Arial" w:cs="Arial"/>
          <w:lang w:eastAsia="en-AU"/>
        </w:rPr>
        <w:t>C</w:t>
      </w:r>
      <w:r w:rsidRPr="603CDEF0" w:rsidR="00436CE5">
        <w:rPr>
          <w:rFonts w:ascii="Arial" w:hAnsi="Arial" w:cs="Arial"/>
          <w:lang w:eastAsia="en-AU"/>
        </w:rPr>
        <w:t>utting</w:t>
      </w:r>
      <w:r w:rsidRPr="603CDEF0" w:rsidR="00436CE5">
        <w:rPr>
          <w:rFonts w:ascii="Arial" w:hAnsi="Arial" w:cs="Arial"/>
          <w:lang w:eastAsia="en-AU"/>
        </w:rPr>
        <w:t xml:space="preserve"> and </w:t>
      </w:r>
      <w:r w:rsidRPr="603CDEF0" w:rsidR="3FDB2A41">
        <w:rPr>
          <w:rFonts w:ascii="Arial" w:hAnsi="Arial" w:cs="Arial"/>
          <w:lang w:eastAsia="en-AU"/>
        </w:rPr>
        <w:t>C</w:t>
      </w:r>
      <w:r w:rsidRPr="603CDEF0" w:rsidR="00436CE5">
        <w:rPr>
          <w:rFonts w:ascii="Arial" w:hAnsi="Arial" w:cs="Arial"/>
          <w:lang w:eastAsia="en-AU"/>
        </w:rPr>
        <w:t>olouring their hair!</w:t>
      </w:r>
    </w:p>
    <w:p w:rsidRPr="00436CE5" w:rsidR="00436CE5" w:rsidP="00436CE5" w:rsidRDefault="00436CE5" w14:paraId="3BE6B919" w14:textId="2826CBBE">
      <w:pPr>
        <w:rPr>
          <w:rFonts w:ascii="Arial" w:hAnsi="Arial" w:cs="Arial"/>
          <w:lang w:eastAsia="en-AU"/>
        </w:rPr>
      </w:pPr>
      <w:r w:rsidRPr="567DD65F" w:rsidR="00436CE5">
        <w:rPr>
          <w:rFonts w:ascii="Arial" w:hAnsi="Arial" w:cs="Arial"/>
          <w:lang w:eastAsia="en-AU"/>
        </w:rPr>
        <w:t xml:space="preserve">A dash of creativity as </w:t>
      </w:r>
      <w:r w:rsidRPr="567DD65F" w:rsidR="00436CE5">
        <w:rPr>
          <w:rFonts w:ascii="Arial" w:hAnsi="Arial" w:cs="Arial"/>
          <w:lang w:eastAsia="en-AU"/>
        </w:rPr>
        <w:t xml:space="preserve">other </w:t>
      </w:r>
      <w:r w:rsidRPr="567DD65F" w:rsidR="452E05A5">
        <w:rPr>
          <w:rFonts w:ascii="Arial" w:hAnsi="Arial" w:cs="Arial"/>
          <w:lang w:eastAsia="en-AU"/>
        </w:rPr>
        <w:t>staff</w:t>
      </w:r>
      <w:r w:rsidRPr="567DD65F" w:rsidR="452E05A5">
        <w:rPr>
          <w:rFonts w:ascii="Arial" w:hAnsi="Arial" w:cs="Arial"/>
          <w:lang w:eastAsia="en-AU"/>
        </w:rPr>
        <w:t xml:space="preserve"> </w:t>
      </w:r>
      <w:r w:rsidRPr="567DD65F" w:rsidR="00436CE5">
        <w:rPr>
          <w:rFonts w:ascii="Arial" w:hAnsi="Arial" w:cs="Arial"/>
          <w:lang w:eastAsia="en-AU"/>
        </w:rPr>
        <w:t>join</w:t>
      </w:r>
      <w:r w:rsidRPr="567DD65F" w:rsidR="00436CE5">
        <w:rPr>
          <w:rFonts w:ascii="Arial" w:hAnsi="Arial" w:cs="Arial"/>
          <w:lang w:eastAsia="en-AU"/>
        </w:rPr>
        <w:t xml:space="preserve"> in with wacky hair</w:t>
      </w:r>
      <w:r w:rsidRPr="567DD65F" w:rsidR="00436CE5">
        <w:rPr>
          <w:rFonts w:ascii="Arial" w:hAnsi="Arial" w:cs="Arial"/>
          <w:lang w:eastAsia="en-AU"/>
        </w:rPr>
        <w:t xml:space="preserve">, </w:t>
      </w:r>
      <w:r w:rsidRPr="567DD65F" w:rsidR="00436CE5">
        <w:rPr>
          <w:rFonts w:ascii="Arial" w:hAnsi="Arial" w:cs="Arial"/>
          <w:lang w:eastAsia="en-AU"/>
        </w:rPr>
        <w:t>wigs</w:t>
      </w:r>
      <w:r w:rsidRPr="567DD65F" w:rsidR="00436CE5">
        <w:rPr>
          <w:rFonts w:ascii="Arial" w:hAnsi="Arial" w:cs="Arial"/>
          <w:lang w:eastAsia="en-AU"/>
        </w:rPr>
        <w:t xml:space="preserve"> </w:t>
      </w:r>
      <w:r w:rsidRPr="567DD65F" w:rsidR="00436CE5">
        <w:rPr>
          <w:rFonts w:ascii="Arial" w:hAnsi="Arial" w:cs="Arial"/>
          <w:lang w:eastAsia="en-AU"/>
        </w:rPr>
        <w:t>or hats to show their support.</w:t>
      </w:r>
    </w:p>
    <w:p w:rsidRPr="00436CE5" w:rsidR="00436CE5" w:rsidP="00436CE5" w:rsidRDefault="00436CE5" w14:paraId="1D57DAA9" w14:textId="77777777">
      <w:pPr>
        <w:rPr>
          <w:rFonts w:ascii="Arial" w:hAnsi="Arial" w:cs="Arial"/>
          <w:lang w:eastAsia="en-AU"/>
        </w:rPr>
      </w:pPr>
      <w:r w:rsidRPr="00436CE5">
        <w:rPr>
          <w:rFonts w:ascii="Segoe UI Emoji" w:hAnsi="Segoe UI Emoji" w:cs="Segoe UI Emoji"/>
          <w:lang w:eastAsia="en-AU"/>
        </w:rPr>
        <w:t>🌈</w:t>
      </w:r>
      <w:r w:rsidRPr="00436CE5">
        <w:rPr>
          <w:rFonts w:ascii="Arial" w:hAnsi="Arial" w:cs="Arial"/>
          <w:lang w:eastAsia="en-AU"/>
        </w:rPr>
        <w:t xml:space="preserve"> How Can You Participate?</w:t>
      </w:r>
    </w:p>
    <w:p w:rsidRPr="00436CE5" w:rsidR="00436CE5" w:rsidP="00436CE5" w:rsidRDefault="2E18E0EE" w14:paraId="4E6C526C" w14:textId="363F7E1B">
      <w:pPr>
        <w:rPr>
          <w:rFonts w:ascii="Arial" w:hAnsi="Arial" w:cs="Arial"/>
          <w:lang w:eastAsia="en-AU"/>
        </w:rPr>
      </w:pPr>
      <w:r w:rsidRPr="74F0E786">
        <w:rPr>
          <w:rFonts w:ascii="Arial" w:hAnsi="Arial" w:cs="Arial"/>
          <w:lang w:eastAsia="en-AU"/>
        </w:rPr>
        <w:t xml:space="preserve">Sponsor our team: </w:t>
      </w:r>
      <w:r w:rsidRPr="74F0E786" w:rsidR="5F4B5E4C">
        <w:rPr>
          <w:rFonts w:ascii="Arial" w:hAnsi="Arial" w:cs="Arial"/>
          <w:lang w:eastAsia="en-AU"/>
        </w:rPr>
        <w:t>s</w:t>
      </w:r>
      <w:r w:rsidRPr="74F0E786">
        <w:rPr>
          <w:rFonts w:ascii="Arial" w:hAnsi="Arial" w:cs="Arial"/>
          <w:lang w:eastAsia="en-AU"/>
        </w:rPr>
        <w:t xml:space="preserve">upport our incredible participants with your generous donations. Contribute online at </w:t>
      </w:r>
      <w:r w:rsidRPr="74F0E786">
        <w:rPr>
          <w:rFonts w:ascii="Arial" w:hAnsi="Arial" w:cs="Arial"/>
          <w:highlight w:val="green"/>
          <w:lang w:eastAsia="en-AU"/>
        </w:rPr>
        <w:t>[Fundraising Page Link]</w:t>
      </w:r>
      <w:r w:rsidRPr="74F0E786">
        <w:rPr>
          <w:rFonts w:ascii="Arial" w:hAnsi="Arial" w:cs="Arial"/>
          <w:lang w:eastAsia="en-AU"/>
        </w:rPr>
        <w:t>.</w:t>
      </w:r>
    </w:p>
    <w:p w:rsidRPr="00436CE5" w:rsidR="00436CE5" w:rsidP="00436CE5" w:rsidRDefault="2E18E0EE" w14:paraId="2CA2C896" w14:textId="2BDF759E">
      <w:pPr>
        <w:rPr>
          <w:rFonts w:ascii="Arial" w:hAnsi="Arial" w:cs="Arial"/>
          <w:lang w:eastAsia="en-AU"/>
        </w:rPr>
      </w:pPr>
      <w:r w:rsidRPr="603CDEF0" w:rsidR="2E18E0EE">
        <w:rPr>
          <w:rFonts w:ascii="Arial" w:hAnsi="Arial" w:cs="Arial"/>
          <w:lang w:eastAsia="en-AU"/>
        </w:rPr>
        <w:t xml:space="preserve">Get involved: </w:t>
      </w:r>
      <w:r w:rsidRPr="603CDEF0" w:rsidR="1FFD2CDD">
        <w:rPr>
          <w:rFonts w:ascii="Arial" w:hAnsi="Arial" w:cs="Arial"/>
          <w:lang w:eastAsia="en-AU"/>
        </w:rPr>
        <w:t xml:space="preserve">Bring your own </w:t>
      </w:r>
      <w:r w:rsidRPr="603CDEF0" w:rsidR="2E18E0EE">
        <w:rPr>
          <w:rFonts w:ascii="Arial" w:hAnsi="Arial" w:cs="Arial"/>
          <w:lang w:eastAsia="en-AU"/>
        </w:rPr>
        <w:t xml:space="preserve">unique style to </w:t>
      </w:r>
      <w:r w:rsidRPr="603CDEF0" w:rsidR="21E8DD5A">
        <w:rPr>
          <w:rFonts w:ascii="Arial" w:hAnsi="Arial" w:cs="Arial"/>
          <w:lang w:eastAsia="en-AU"/>
        </w:rPr>
        <w:t xml:space="preserve">work </w:t>
      </w:r>
      <w:r w:rsidRPr="603CDEF0" w:rsidR="2E18E0EE">
        <w:rPr>
          <w:rFonts w:ascii="Arial" w:hAnsi="Arial" w:cs="Arial"/>
          <w:lang w:eastAsia="en-AU"/>
        </w:rPr>
        <w:t xml:space="preserve">on </w:t>
      </w:r>
      <w:r w:rsidRPr="603CDEF0" w:rsidR="2E18E0EE">
        <w:rPr>
          <w:rFonts w:ascii="Arial" w:hAnsi="Arial" w:cs="Arial"/>
          <w:highlight w:val="green"/>
          <w:lang w:eastAsia="en-AU"/>
        </w:rPr>
        <w:t>[Event Date]</w:t>
      </w:r>
      <w:r w:rsidRPr="603CDEF0" w:rsidR="3BE83121">
        <w:rPr>
          <w:rFonts w:ascii="Arial" w:hAnsi="Arial" w:cs="Arial"/>
          <w:lang w:eastAsia="en-AU"/>
        </w:rPr>
        <w:t xml:space="preserve"> by wearing silly hair, </w:t>
      </w:r>
      <w:r w:rsidRPr="603CDEF0" w:rsidR="3BE83121">
        <w:rPr>
          <w:rFonts w:ascii="Arial" w:hAnsi="Arial" w:cs="Arial"/>
          <w:lang w:eastAsia="en-AU"/>
        </w:rPr>
        <w:t>wigs</w:t>
      </w:r>
      <w:r w:rsidRPr="603CDEF0" w:rsidR="3BE83121">
        <w:rPr>
          <w:rFonts w:ascii="Arial" w:hAnsi="Arial" w:cs="Arial"/>
          <w:lang w:eastAsia="en-AU"/>
        </w:rPr>
        <w:t xml:space="preserve"> or hats</w:t>
      </w:r>
      <w:r w:rsidRPr="603CDEF0" w:rsidR="2E18E0EE">
        <w:rPr>
          <w:rFonts w:ascii="Arial" w:hAnsi="Arial" w:cs="Arial"/>
          <w:lang w:eastAsia="en-AU"/>
        </w:rPr>
        <w:t xml:space="preserve">. Share </w:t>
      </w:r>
      <w:r w:rsidRPr="603CDEF0" w:rsidR="39094B41">
        <w:rPr>
          <w:rFonts w:ascii="Arial" w:hAnsi="Arial" w:cs="Arial"/>
          <w:lang w:eastAsia="en-AU"/>
        </w:rPr>
        <w:t>your creations</w:t>
      </w:r>
      <w:r w:rsidRPr="603CDEF0" w:rsidR="3BE83121">
        <w:rPr>
          <w:rFonts w:ascii="Arial" w:hAnsi="Arial" w:cs="Arial"/>
          <w:lang w:eastAsia="en-AU"/>
        </w:rPr>
        <w:t xml:space="preserve"> </w:t>
      </w:r>
      <w:r w:rsidRPr="603CDEF0" w:rsidR="2E18E0EE">
        <w:rPr>
          <w:rFonts w:ascii="Arial" w:hAnsi="Arial" w:cs="Arial"/>
          <w:lang w:eastAsia="en-AU"/>
        </w:rPr>
        <w:t>using #</w:t>
      </w:r>
      <w:r w:rsidRPr="603CDEF0" w:rsidR="2E18E0EE">
        <w:rPr>
          <w:rFonts w:ascii="Arial" w:hAnsi="Arial" w:cs="Arial"/>
          <w:lang w:eastAsia="en-AU"/>
        </w:rPr>
        <w:t>WGSat</w:t>
      </w:r>
      <w:r w:rsidRPr="603CDEF0" w:rsidR="2E18E0EE">
        <w:rPr>
          <w:rFonts w:ascii="Arial" w:hAnsi="Arial" w:cs="Arial"/>
          <w:highlight w:val="green"/>
          <w:lang w:eastAsia="en-AU"/>
        </w:rPr>
        <w:t>[</w:t>
      </w:r>
      <w:r w:rsidRPr="603CDEF0" w:rsidR="58144D93">
        <w:rPr>
          <w:rFonts w:ascii="Arial" w:hAnsi="Arial" w:cs="Arial"/>
          <w:highlight w:val="green"/>
          <w:lang w:eastAsia="en-AU"/>
        </w:rPr>
        <w:t>Workplace</w:t>
      </w:r>
      <w:r w:rsidRPr="603CDEF0" w:rsidR="2E18E0EE">
        <w:rPr>
          <w:rFonts w:ascii="Arial" w:hAnsi="Arial" w:cs="Arial"/>
          <w:highlight w:val="green"/>
          <w:lang w:eastAsia="en-AU"/>
        </w:rPr>
        <w:t>Name</w:t>
      </w:r>
      <w:r w:rsidRPr="603CDEF0" w:rsidR="2E18E0EE">
        <w:rPr>
          <w:rFonts w:ascii="Arial" w:hAnsi="Arial" w:cs="Arial"/>
          <w:highlight w:val="green"/>
          <w:lang w:eastAsia="en-AU"/>
        </w:rPr>
        <w:t>]</w:t>
      </w:r>
      <w:r w:rsidRPr="603CDEF0" w:rsidR="2E18E0EE">
        <w:rPr>
          <w:rFonts w:ascii="Arial" w:hAnsi="Arial" w:cs="Arial"/>
          <w:lang w:eastAsia="en-AU"/>
        </w:rPr>
        <w:t>.</w:t>
      </w:r>
    </w:p>
    <w:p w:rsidRPr="00436CE5" w:rsidR="00436CE5" w:rsidP="00436CE5" w:rsidRDefault="2E18E0EE" w14:paraId="7BF5E3AD" w14:textId="46E3DD7B">
      <w:pPr>
        <w:rPr>
          <w:rFonts w:ascii="Arial" w:hAnsi="Arial" w:cs="Arial"/>
          <w:lang w:eastAsia="en-AU"/>
        </w:rPr>
      </w:pPr>
      <w:r w:rsidRPr="603CDEF0" w:rsidR="2E18E0EE">
        <w:rPr>
          <w:rFonts w:ascii="Segoe UI Emoji" w:hAnsi="Segoe UI Emoji" w:cs="Segoe UI Emoji"/>
          <w:lang w:eastAsia="en-AU"/>
        </w:rPr>
        <w:t>📣</w:t>
      </w:r>
      <w:r w:rsidRPr="603CDEF0" w:rsidR="2E18E0EE">
        <w:rPr>
          <w:rFonts w:ascii="Arial" w:hAnsi="Arial" w:cs="Arial"/>
          <w:lang w:eastAsia="en-AU"/>
        </w:rPr>
        <w:t xml:space="preserve"> Let's </w:t>
      </w:r>
      <w:r w:rsidRPr="603CDEF0" w:rsidR="606A8A49">
        <w:rPr>
          <w:rFonts w:ascii="Arial" w:hAnsi="Arial" w:cs="Arial"/>
          <w:lang w:eastAsia="en-AU"/>
        </w:rPr>
        <w:t>s</w:t>
      </w:r>
      <w:r w:rsidRPr="603CDEF0" w:rsidR="2E18E0EE">
        <w:rPr>
          <w:rFonts w:ascii="Arial" w:hAnsi="Arial" w:cs="Arial"/>
          <w:lang w:eastAsia="en-AU"/>
        </w:rPr>
        <w:t xml:space="preserve">pread the </w:t>
      </w:r>
      <w:r w:rsidRPr="603CDEF0" w:rsidR="3117081D">
        <w:rPr>
          <w:rFonts w:ascii="Arial" w:hAnsi="Arial" w:cs="Arial"/>
          <w:lang w:eastAsia="en-AU"/>
        </w:rPr>
        <w:t>w</w:t>
      </w:r>
      <w:r w:rsidRPr="603CDEF0" w:rsidR="2E18E0EE">
        <w:rPr>
          <w:rFonts w:ascii="Arial" w:hAnsi="Arial" w:cs="Arial"/>
          <w:lang w:eastAsia="en-AU"/>
        </w:rPr>
        <w:t xml:space="preserve">ord! Share this post, tag fellow </w:t>
      </w:r>
      <w:r w:rsidRPr="603CDEF0" w:rsidR="7A3C3B4E">
        <w:rPr>
          <w:rFonts w:ascii="Arial" w:hAnsi="Arial" w:cs="Arial"/>
          <w:lang w:eastAsia="en-AU"/>
        </w:rPr>
        <w:t>workmates</w:t>
      </w:r>
      <w:r w:rsidRPr="603CDEF0" w:rsidR="2E18E0EE">
        <w:rPr>
          <w:rFonts w:ascii="Arial" w:hAnsi="Arial" w:cs="Arial"/>
          <w:lang w:eastAsia="en-AU"/>
        </w:rPr>
        <w:t xml:space="preserve">, and </w:t>
      </w:r>
      <w:r w:rsidRPr="603CDEF0" w:rsidR="2E18E0EE">
        <w:rPr>
          <w:rFonts w:ascii="Arial" w:hAnsi="Arial" w:cs="Arial"/>
          <w:lang w:eastAsia="en-AU"/>
        </w:rPr>
        <w:t>let's</w:t>
      </w:r>
      <w:r w:rsidRPr="603CDEF0" w:rsidR="2E18E0EE">
        <w:rPr>
          <w:rFonts w:ascii="Arial" w:hAnsi="Arial" w:cs="Arial"/>
          <w:lang w:eastAsia="en-AU"/>
        </w:rPr>
        <w:t xml:space="preserve"> make this event a shining example of our </w:t>
      </w:r>
      <w:r w:rsidRPr="603CDEF0" w:rsidR="2E18E0EE">
        <w:rPr>
          <w:rFonts w:ascii="Arial" w:hAnsi="Arial" w:cs="Arial"/>
          <w:highlight w:val="green"/>
          <w:lang w:eastAsia="en-AU"/>
        </w:rPr>
        <w:t>[</w:t>
      </w:r>
      <w:r w:rsidRPr="603CDEF0" w:rsidR="72BC976A">
        <w:rPr>
          <w:rFonts w:ascii="Arial" w:hAnsi="Arial" w:cs="Arial"/>
          <w:highlight w:val="green"/>
          <w:lang w:eastAsia="en-AU"/>
        </w:rPr>
        <w:t xml:space="preserve">Workplace </w:t>
      </w:r>
      <w:r w:rsidRPr="603CDEF0" w:rsidR="2E18E0EE">
        <w:rPr>
          <w:rFonts w:ascii="Arial" w:hAnsi="Arial" w:cs="Arial"/>
          <w:highlight w:val="green"/>
          <w:lang w:eastAsia="en-AU"/>
        </w:rPr>
        <w:t>Name]</w:t>
      </w:r>
      <w:r w:rsidRPr="603CDEF0" w:rsidR="2E18E0EE">
        <w:rPr>
          <w:rFonts w:ascii="Arial" w:hAnsi="Arial" w:cs="Arial"/>
          <w:lang w:eastAsia="en-AU"/>
        </w:rPr>
        <w:t xml:space="preserve"> community spirit. Every contribution </w:t>
      </w:r>
      <w:r w:rsidRPr="603CDEF0" w:rsidR="2E18E0EE">
        <w:rPr>
          <w:rFonts w:ascii="Arial" w:hAnsi="Arial" w:cs="Arial"/>
          <w:lang w:eastAsia="en-AU"/>
        </w:rPr>
        <w:t>counts</w:t>
      </w:r>
      <w:r w:rsidRPr="603CDEF0" w:rsidR="2E18E0EE">
        <w:rPr>
          <w:rFonts w:ascii="Arial" w:hAnsi="Arial" w:cs="Arial"/>
          <w:lang w:eastAsia="en-AU"/>
        </w:rPr>
        <w:t xml:space="preserve">, and together, we can make a meaningful impact </w:t>
      </w:r>
      <w:r w:rsidRPr="603CDEF0" w:rsidR="5C2FE101">
        <w:rPr>
          <w:rFonts w:ascii="Arial" w:hAnsi="Arial" w:cs="Arial"/>
          <w:lang w:eastAsia="en-AU"/>
        </w:rPr>
        <w:t>for people facing</w:t>
      </w:r>
      <w:r w:rsidRPr="603CDEF0" w:rsidR="2E18E0EE">
        <w:rPr>
          <w:rFonts w:ascii="Arial" w:hAnsi="Arial" w:cs="Arial"/>
          <w:lang w:eastAsia="en-AU"/>
        </w:rPr>
        <w:t xml:space="preserve"> blood cancer.</w:t>
      </w:r>
    </w:p>
    <w:p w:rsidRPr="00436CE5" w:rsidR="00436CE5" w:rsidP="00436CE5" w:rsidRDefault="2E18E0EE" w14:paraId="232C651A" w14:textId="31E3073E">
      <w:pPr>
        <w:rPr>
          <w:rFonts w:ascii="Arial" w:hAnsi="Arial" w:cs="Arial"/>
          <w:lang w:eastAsia="en-AU"/>
        </w:rPr>
      </w:pPr>
      <w:r w:rsidRPr="74F0E786">
        <w:rPr>
          <w:rFonts w:ascii="Segoe UI Emoji" w:hAnsi="Segoe UI Emoji" w:cs="Segoe UI Emoji"/>
          <w:lang w:eastAsia="en-AU"/>
        </w:rPr>
        <w:t>🌟</w:t>
      </w:r>
      <w:r w:rsidRPr="74F0E786">
        <w:rPr>
          <w:rFonts w:ascii="Arial" w:hAnsi="Arial" w:cs="Arial"/>
          <w:lang w:eastAsia="en-AU"/>
        </w:rPr>
        <w:t xml:space="preserve"> Save the </w:t>
      </w:r>
      <w:r w:rsidRPr="74F0E786" w:rsidR="31F840EE">
        <w:rPr>
          <w:rFonts w:ascii="Arial" w:hAnsi="Arial" w:cs="Arial"/>
          <w:lang w:eastAsia="en-AU"/>
        </w:rPr>
        <w:t>d</w:t>
      </w:r>
      <w:r w:rsidRPr="74F0E786">
        <w:rPr>
          <w:rFonts w:ascii="Arial" w:hAnsi="Arial" w:cs="Arial"/>
          <w:lang w:eastAsia="en-AU"/>
        </w:rPr>
        <w:t xml:space="preserve">ate: </w:t>
      </w:r>
      <w:r w:rsidRPr="74F0E786">
        <w:rPr>
          <w:rFonts w:ascii="Arial" w:hAnsi="Arial" w:cs="Arial"/>
          <w:highlight w:val="green"/>
          <w:lang w:eastAsia="en-AU"/>
        </w:rPr>
        <w:t>[Event Date]</w:t>
      </w:r>
      <w:r w:rsidRPr="74F0E786">
        <w:rPr>
          <w:rFonts w:ascii="Arial" w:hAnsi="Arial" w:cs="Arial"/>
          <w:lang w:eastAsia="en-AU"/>
        </w:rPr>
        <w:t xml:space="preserve"> </w:t>
      </w:r>
      <w:r w:rsidRPr="74F0E786" w:rsidR="00BEC8AA">
        <w:rPr>
          <w:rFonts w:ascii="Arial" w:hAnsi="Arial" w:cs="Arial"/>
          <w:lang w:eastAsia="en-AU"/>
        </w:rPr>
        <w:t>y</w:t>
      </w:r>
      <w:r w:rsidRPr="74F0E786">
        <w:rPr>
          <w:rFonts w:ascii="Arial" w:hAnsi="Arial" w:cs="Arial"/>
          <w:lang w:eastAsia="en-AU"/>
        </w:rPr>
        <w:t xml:space="preserve">our support means the world to us, and we can't wait to see </w:t>
      </w:r>
      <w:r w:rsidRPr="74F0E786" w:rsidR="78FF8355">
        <w:rPr>
          <w:rFonts w:ascii="Arial" w:hAnsi="Arial" w:cs="Arial"/>
          <w:lang w:eastAsia="en-AU"/>
        </w:rPr>
        <w:t xml:space="preserve">you all in show of </w:t>
      </w:r>
      <w:r w:rsidRPr="74F0E786">
        <w:rPr>
          <w:rFonts w:ascii="Arial" w:hAnsi="Arial" w:cs="Arial"/>
          <w:lang w:eastAsia="en-AU"/>
        </w:rPr>
        <w:t>solidarity next week!</w:t>
      </w:r>
    </w:p>
    <w:p w:rsidR="005673BB" w:rsidP="21DA9898" w:rsidRDefault="005673BB" w14:paraId="6248FB11" w14:textId="74D2C85F">
      <w:pPr>
        <w:suppressAutoHyphens/>
        <w:spacing w:before="425"/>
        <w:rPr>
          <w:rFonts w:ascii="Arial" w:hAnsi="Arial" w:cs="Arial"/>
          <w:lang w:eastAsia="en-AU"/>
        </w:rPr>
      </w:pPr>
      <w:r w:rsidRPr="2E9037AB" w:rsidR="540FB89F">
        <w:rPr>
          <w:rFonts w:ascii="Arial" w:hAnsi="Arial" w:cs="Arial"/>
          <w:lang w:eastAsia="en-AU"/>
        </w:rPr>
        <w:t>#WGSat</w:t>
      </w:r>
      <w:r w:rsidRPr="2E9037AB" w:rsidR="540FB89F">
        <w:rPr>
          <w:rFonts w:ascii="Arial" w:hAnsi="Arial" w:cs="Arial"/>
          <w:highlight w:val="green"/>
          <w:lang w:eastAsia="en-AU"/>
        </w:rPr>
        <w:t>[</w:t>
      </w:r>
      <w:r w:rsidRPr="2E9037AB" w:rsidR="73CD77B1">
        <w:rPr>
          <w:rFonts w:ascii="Arial" w:hAnsi="Arial" w:cs="Arial"/>
          <w:highlight w:val="green"/>
          <w:lang w:eastAsia="en-AU"/>
        </w:rPr>
        <w:t>WorkplaceName</w:t>
      </w:r>
      <w:r w:rsidRPr="2E9037AB" w:rsidR="540FB89F">
        <w:rPr>
          <w:rFonts w:ascii="Arial" w:hAnsi="Arial" w:cs="Arial"/>
          <w:highlight w:val="green"/>
          <w:lang w:eastAsia="en-AU"/>
        </w:rPr>
        <w:t>]</w:t>
      </w:r>
      <w:r w:rsidRPr="2E9037AB" w:rsidR="540FB89F">
        <w:rPr>
          <w:rFonts w:ascii="Arial" w:hAnsi="Arial" w:cs="Arial"/>
          <w:lang w:eastAsia="en-AU"/>
        </w:rPr>
        <w:t xml:space="preserve"> #WorldsGreatestShave #CommunitySpirit #LeukaemiaFoundation #SaveTheDate </w:t>
      </w:r>
      <w:r w:rsidRPr="2E9037AB" w:rsidR="759D862D">
        <w:rPr>
          <w:rFonts w:ascii="Segoe UI Emoji" w:hAnsi="Segoe UI Emoji" w:cs="Segoe UI Emoji"/>
        </w:rPr>
        <w:t>💙</w:t>
      </w:r>
      <w:r w:rsidRPr="2E9037AB" w:rsidR="540FB89F">
        <w:rPr>
          <w:rFonts w:ascii="Segoe UI Emoji" w:hAnsi="Segoe UI Emoji" w:cs="Segoe UI Emoji"/>
          <w:lang w:eastAsia="en-AU"/>
        </w:rPr>
        <w:t>💇</w:t>
      </w:r>
    </w:p>
    <w:p w:rsidR="21DA9898" w:rsidP="2565B46D" w:rsidRDefault="21DA9898" w14:paraId="7D283B46" w14:textId="3BC87F43">
      <w:pPr>
        <w:pStyle w:val="BasicParagraph"/>
        <w:spacing w:before="425"/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</w:pPr>
      <w:r w:rsidRPr="2E9037AB" w:rsidR="17488BA3">
        <w:rPr>
          <w:rFonts w:ascii="Arial" w:hAnsi="Arial" w:cs="Arial"/>
          <w:b w:val="1"/>
          <w:bCs w:val="1"/>
          <w:color w:val="000000" w:themeColor="text1" w:themeTint="FF" w:themeShade="FF"/>
          <w:lang w:val="en-AU"/>
        </w:rPr>
        <w:t>One week reminder (formal)| Social media</w:t>
      </w:r>
      <w:r>
        <w:br/>
      </w:r>
    </w:p>
    <w:p w:rsidR="21DA9898" w:rsidP="2565B46D" w:rsidRDefault="21DA9898" w14:paraId="760F55BC" w14:textId="6380B759">
      <w:pPr>
        <w:rPr>
          <w:rFonts w:ascii="Arial" w:hAnsi="Arial" w:cs="Arial"/>
          <w:lang w:eastAsia="en-AU"/>
        </w:rPr>
      </w:pPr>
      <w:r w:rsidRPr="2E9037AB" w:rsidR="17488BA3">
        <w:rPr>
          <w:rFonts w:ascii="Arial" w:hAnsi="Arial" w:cs="Arial"/>
          <w:lang w:eastAsia="en-AU"/>
        </w:rPr>
        <w:t xml:space="preserve">Mark your calendars because next week, </w:t>
      </w:r>
      <w:r w:rsidRPr="2E9037AB" w:rsidR="17488BA3">
        <w:rPr>
          <w:rFonts w:ascii="Arial" w:hAnsi="Arial" w:cs="Arial"/>
          <w:highlight w:val="green"/>
          <w:lang w:eastAsia="en-AU"/>
        </w:rPr>
        <w:t>[Event Date]</w:t>
      </w:r>
      <w:r w:rsidRPr="2E9037AB" w:rsidR="17488BA3">
        <w:rPr>
          <w:rFonts w:ascii="Arial" w:hAnsi="Arial" w:cs="Arial"/>
          <w:lang w:eastAsia="en-AU"/>
        </w:rPr>
        <w:t>, is the day we turn our workplace into a hair-raising hub of excitement and compassion!</w:t>
      </w:r>
      <w:r w:rsidRPr="2E9037AB" w:rsidR="17488BA3">
        <w:rPr>
          <w:rFonts w:ascii="Segoe UI Symbol" w:hAnsi="Segoe UI Symbol" w:cs="Segoe UI Symbol"/>
          <w:lang w:eastAsia="en-AU"/>
        </w:rPr>
        <w:t xml:space="preserve"> </w:t>
      </w:r>
      <w:r w:rsidRPr="2E9037AB" w:rsidR="17488BA3">
        <w:rPr>
          <w:rFonts w:ascii="Segoe UI Symbol" w:hAnsi="Segoe UI Symbol" w:cs="Segoe UI Symbol"/>
          <w:lang w:eastAsia="en-AU"/>
        </w:rPr>
        <w:t>We're</w:t>
      </w:r>
      <w:r w:rsidRPr="2E9037AB" w:rsidR="17488BA3">
        <w:rPr>
          <w:rFonts w:ascii="Segoe UI Symbol" w:hAnsi="Segoe UI Symbol" w:cs="Segoe UI Symbol"/>
          <w:lang w:eastAsia="en-AU"/>
        </w:rPr>
        <w:t xml:space="preserve"> gearing up for the Leukaemia Foundation's World's Greatest Shave, and we </w:t>
      </w:r>
      <w:r w:rsidRPr="2E9037AB" w:rsidR="17488BA3">
        <w:rPr>
          <w:rFonts w:ascii="Arial" w:hAnsi="Arial" w:cs="Arial"/>
          <w:lang w:eastAsia="en-AU"/>
        </w:rPr>
        <w:t>ca</w:t>
      </w:r>
      <w:r w:rsidRPr="2E9037AB" w:rsidR="17488BA3">
        <w:rPr>
          <w:rFonts w:ascii="Arial" w:hAnsi="Arial" w:cs="Arial"/>
          <w:lang w:eastAsia="en-AU"/>
        </w:rPr>
        <w:t>n't</w:t>
      </w:r>
      <w:r w:rsidRPr="2E9037AB" w:rsidR="17488BA3">
        <w:rPr>
          <w:rFonts w:ascii="Arial" w:hAnsi="Arial" w:cs="Arial"/>
          <w:lang w:eastAsia="en-AU"/>
        </w:rPr>
        <w:t xml:space="preserve"> w</w:t>
      </w:r>
      <w:r w:rsidRPr="2E9037AB" w:rsidR="17488BA3">
        <w:rPr>
          <w:rFonts w:ascii="Arial" w:hAnsi="Arial" w:cs="Arial"/>
          <w:lang w:eastAsia="en-AU"/>
        </w:rPr>
        <w:t>ait to see our community come together for a fantastic cause.</w:t>
      </w:r>
    </w:p>
    <w:p w:rsidR="21DA9898" w:rsidP="2565B46D" w:rsidRDefault="21DA9898" w14:paraId="5EA5295C" w14:textId="137C9E97">
      <w:pPr>
        <w:rPr>
          <w:rFonts w:ascii="Arial" w:hAnsi="Arial" w:cs="Arial"/>
          <w:lang w:eastAsia="en-AU"/>
        </w:rPr>
      </w:pPr>
      <w:r w:rsidRPr="2E9037AB" w:rsidR="17488BA3">
        <w:rPr>
          <w:rFonts w:ascii="Arial" w:hAnsi="Arial" w:cs="Arial"/>
          <w:lang w:eastAsia="en-AU"/>
        </w:rPr>
        <w:t xml:space="preserve">What to Expect: Selfless </w:t>
      </w:r>
      <w:r w:rsidRPr="2E9037AB" w:rsidR="17488BA3">
        <w:rPr>
          <w:rFonts w:ascii="Arial" w:hAnsi="Arial" w:cs="Arial"/>
          <w:highlight w:val="green"/>
          <w:lang w:eastAsia="en-AU"/>
        </w:rPr>
        <w:t>[Workplace Name]</w:t>
      </w:r>
      <w:r w:rsidRPr="2E9037AB" w:rsidR="17488BA3">
        <w:rPr>
          <w:rFonts w:ascii="Arial" w:hAnsi="Arial" w:cs="Arial"/>
          <w:lang w:eastAsia="en-AU"/>
        </w:rPr>
        <w:t xml:space="preserve"> staff members taking the plunge and Shaving, Cutting and Colouring their hair, with a dash of creativity as other staff </w:t>
      </w:r>
      <w:r w:rsidRPr="2E9037AB" w:rsidR="17488BA3">
        <w:rPr>
          <w:rFonts w:ascii="Arial" w:hAnsi="Arial" w:cs="Arial"/>
          <w:lang w:eastAsia="en-AU"/>
        </w:rPr>
        <w:t>join</w:t>
      </w:r>
      <w:r w:rsidRPr="2E9037AB" w:rsidR="17488BA3">
        <w:rPr>
          <w:rFonts w:ascii="Arial" w:hAnsi="Arial" w:cs="Arial"/>
          <w:lang w:eastAsia="en-AU"/>
        </w:rPr>
        <w:t xml:space="preserve"> in with wacky hair, </w:t>
      </w:r>
      <w:r w:rsidRPr="2E9037AB" w:rsidR="17488BA3">
        <w:rPr>
          <w:rFonts w:ascii="Arial" w:hAnsi="Arial" w:cs="Arial"/>
          <w:lang w:eastAsia="en-AU"/>
        </w:rPr>
        <w:t>wigs</w:t>
      </w:r>
      <w:r w:rsidRPr="2E9037AB" w:rsidR="17488BA3">
        <w:rPr>
          <w:rFonts w:ascii="Arial" w:hAnsi="Arial" w:cs="Arial"/>
          <w:lang w:eastAsia="en-AU"/>
        </w:rPr>
        <w:t xml:space="preserve"> or hats to show their support.</w:t>
      </w:r>
    </w:p>
    <w:p w:rsidR="21DA9898" w:rsidP="2565B46D" w:rsidRDefault="21DA9898" w14:paraId="1E48C3E2" w14:textId="49777273">
      <w:pPr>
        <w:rPr>
          <w:rFonts w:ascii="Arial" w:hAnsi="Arial" w:cs="Arial"/>
          <w:lang w:eastAsia="en-AU"/>
        </w:rPr>
      </w:pPr>
      <w:r w:rsidRPr="2E9037AB" w:rsidR="17488BA3">
        <w:rPr>
          <w:rFonts w:ascii="Arial" w:hAnsi="Arial" w:cs="Arial"/>
          <w:lang w:eastAsia="en-AU"/>
        </w:rPr>
        <w:t>How Can You Participate?</w:t>
      </w:r>
    </w:p>
    <w:p w:rsidR="21DA9898" w:rsidP="2565B46D" w:rsidRDefault="21DA9898" w14:paraId="0769F6FA" w14:textId="67F9CA7C">
      <w:pPr>
        <w:rPr>
          <w:rFonts w:ascii="Arial" w:hAnsi="Arial" w:cs="Arial"/>
          <w:lang w:eastAsia="en-AU"/>
        </w:rPr>
      </w:pPr>
      <w:r w:rsidRPr="2E9037AB" w:rsidR="17488BA3">
        <w:rPr>
          <w:rFonts w:ascii="Arial" w:hAnsi="Arial" w:cs="Arial"/>
          <w:lang w:eastAsia="en-AU"/>
        </w:rPr>
        <w:t xml:space="preserve">Sponsor our team: support our incredible participants with your generous donations. Contribute online at </w:t>
      </w:r>
      <w:r w:rsidRPr="2E9037AB" w:rsidR="17488BA3">
        <w:rPr>
          <w:rFonts w:ascii="Arial" w:hAnsi="Arial" w:cs="Arial"/>
          <w:highlight w:val="green"/>
          <w:lang w:eastAsia="en-AU"/>
        </w:rPr>
        <w:t>[Fundraising Page Link]</w:t>
      </w:r>
      <w:r w:rsidRPr="2E9037AB" w:rsidR="17488BA3">
        <w:rPr>
          <w:rFonts w:ascii="Arial" w:hAnsi="Arial" w:cs="Arial"/>
          <w:lang w:eastAsia="en-AU"/>
        </w:rPr>
        <w:t>.</w:t>
      </w:r>
    </w:p>
    <w:p w:rsidR="21DA9898" w:rsidP="2565B46D" w:rsidRDefault="21DA9898" w14:paraId="3586E93A" w14:textId="4EA10BC0">
      <w:pPr>
        <w:rPr>
          <w:rFonts w:ascii="Arial" w:hAnsi="Arial" w:cs="Arial"/>
          <w:lang w:eastAsia="en-AU"/>
        </w:rPr>
      </w:pPr>
      <w:r w:rsidRPr="2E9037AB" w:rsidR="17488BA3">
        <w:rPr>
          <w:rFonts w:ascii="Arial" w:hAnsi="Arial" w:cs="Arial"/>
          <w:lang w:eastAsia="en-AU"/>
        </w:rPr>
        <w:t xml:space="preserve">Get involved: Bring your own unique style to work on </w:t>
      </w:r>
      <w:r w:rsidRPr="2E9037AB" w:rsidR="17488BA3">
        <w:rPr>
          <w:rFonts w:ascii="Arial" w:hAnsi="Arial" w:cs="Arial"/>
          <w:highlight w:val="green"/>
          <w:lang w:eastAsia="en-AU"/>
        </w:rPr>
        <w:t>[Event Date]</w:t>
      </w:r>
      <w:r w:rsidRPr="2E9037AB" w:rsidR="17488BA3">
        <w:rPr>
          <w:rFonts w:ascii="Arial" w:hAnsi="Arial" w:cs="Arial"/>
          <w:lang w:eastAsia="en-AU"/>
        </w:rPr>
        <w:t xml:space="preserve"> by wearing silly hair, </w:t>
      </w:r>
      <w:r w:rsidRPr="2E9037AB" w:rsidR="17488BA3">
        <w:rPr>
          <w:rFonts w:ascii="Arial" w:hAnsi="Arial" w:cs="Arial"/>
          <w:lang w:eastAsia="en-AU"/>
        </w:rPr>
        <w:t>wigs</w:t>
      </w:r>
      <w:r w:rsidRPr="2E9037AB" w:rsidR="17488BA3">
        <w:rPr>
          <w:rFonts w:ascii="Arial" w:hAnsi="Arial" w:cs="Arial"/>
          <w:lang w:eastAsia="en-AU"/>
        </w:rPr>
        <w:t xml:space="preserve"> or hats. </w:t>
      </w:r>
    </w:p>
    <w:p w:rsidR="21DA9898" w:rsidP="2565B46D" w:rsidRDefault="21DA9898" w14:paraId="15AAD5EF" w14:textId="17C39A7E">
      <w:pPr>
        <w:rPr>
          <w:rFonts w:ascii="Arial" w:hAnsi="Arial" w:cs="Arial"/>
          <w:lang w:eastAsia="en-AU"/>
        </w:rPr>
      </w:pPr>
      <w:r w:rsidRPr="2E9037AB" w:rsidR="17488BA3">
        <w:rPr>
          <w:rFonts w:ascii="Arial" w:hAnsi="Arial" w:cs="Arial"/>
          <w:lang w:eastAsia="en-AU"/>
        </w:rPr>
        <w:t xml:space="preserve">Let's spread the word! Share this post, tag fellow workmates, and let's make this event a shining example of our </w:t>
      </w:r>
      <w:r w:rsidRPr="2E9037AB" w:rsidR="17488BA3">
        <w:rPr>
          <w:rFonts w:ascii="Arial" w:hAnsi="Arial" w:cs="Arial"/>
          <w:highlight w:val="green"/>
          <w:lang w:eastAsia="en-AU"/>
        </w:rPr>
        <w:t>[Workplace Name]</w:t>
      </w:r>
      <w:r w:rsidRPr="2E9037AB" w:rsidR="17488BA3">
        <w:rPr>
          <w:rFonts w:ascii="Arial" w:hAnsi="Arial" w:cs="Arial"/>
          <w:lang w:eastAsia="en-AU"/>
        </w:rPr>
        <w:t xml:space="preserve"> community spirit. Every contribution </w:t>
      </w:r>
      <w:r w:rsidRPr="2E9037AB" w:rsidR="17488BA3">
        <w:rPr>
          <w:rFonts w:ascii="Arial" w:hAnsi="Arial" w:cs="Arial"/>
          <w:lang w:eastAsia="en-AU"/>
        </w:rPr>
        <w:t>counts</w:t>
      </w:r>
      <w:r w:rsidRPr="2E9037AB" w:rsidR="17488BA3">
        <w:rPr>
          <w:rFonts w:ascii="Arial" w:hAnsi="Arial" w:cs="Arial"/>
          <w:lang w:eastAsia="en-AU"/>
        </w:rPr>
        <w:t>, and together, we can make a meaningful impact for people facing blood cancer.</w:t>
      </w:r>
    </w:p>
    <w:p w:rsidR="21DA9898" w:rsidP="60175992" w:rsidRDefault="21DA9898" w14:paraId="17963B12" w14:textId="350107D9">
      <w:pPr>
        <w:rPr>
          <w:rFonts w:ascii="Arial" w:hAnsi="Arial" w:cs="Arial"/>
          <w:lang w:eastAsia="en-AU"/>
        </w:rPr>
      </w:pPr>
      <w:r w:rsidRPr="2E9037AB" w:rsidR="17488BA3">
        <w:rPr>
          <w:rFonts w:ascii="Arial" w:hAnsi="Arial" w:cs="Arial"/>
          <w:lang w:eastAsia="en-AU"/>
        </w:rPr>
        <w:t xml:space="preserve">Save the date: </w:t>
      </w:r>
      <w:r w:rsidRPr="2E9037AB" w:rsidR="17488BA3">
        <w:rPr>
          <w:rFonts w:ascii="Arial" w:hAnsi="Arial" w:cs="Arial"/>
          <w:highlight w:val="green"/>
          <w:lang w:eastAsia="en-AU"/>
        </w:rPr>
        <w:t>[Event Date]</w:t>
      </w:r>
      <w:r w:rsidRPr="2E9037AB" w:rsidR="17488BA3">
        <w:rPr>
          <w:rFonts w:ascii="Arial" w:hAnsi="Arial" w:cs="Arial"/>
          <w:lang w:eastAsia="en-AU"/>
        </w:rPr>
        <w:t xml:space="preserve"> your support means the world to us, and we </w:t>
      </w:r>
      <w:r w:rsidRPr="2E9037AB" w:rsidR="17488BA3">
        <w:rPr>
          <w:rFonts w:ascii="Arial" w:hAnsi="Arial" w:cs="Arial"/>
          <w:lang w:eastAsia="en-AU"/>
        </w:rPr>
        <w:t>can't</w:t>
      </w:r>
      <w:r w:rsidRPr="2E9037AB" w:rsidR="17488BA3">
        <w:rPr>
          <w:rFonts w:ascii="Arial" w:hAnsi="Arial" w:cs="Arial"/>
          <w:lang w:eastAsia="en-AU"/>
        </w:rPr>
        <w:t xml:space="preserve"> wait to see you all in show of solidarity next week!</w:t>
      </w:r>
    </w:p>
    <w:p w:rsidR="00456EAF" w:rsidP="00906A8A" w:rsidRDefault="63F9CFB6" w14:paraId="1B0345B9" w14:textId="7FA91950">
      <w:pPr>
        <w:pStyle w:val="BasicParagraph"/>
        <w:suppressAutoHyphens/>
        <w:spacing w:before="425"/>
        <w:rPr>
          <w:rFonts w:ascii="Arial" w:hAnsi="Arial" w:cs="Arial"/>
          <w:b/>
          <w:bCs/>
          <w:color w:val="000000" w:themeColor="text1"/>
          <w:lang w:val="en-AU"/>
        </w:rPr>
      </w:pPr>
      <w:bookmarkStart w:name="OWRN" w:id="3"/>
      <w:bookmarkEnd w:id="3"/>
      <w:r w:rsidRPr="5F1D727A">
        <w:rPr>
          <w:rFonts w:ascii="Arial" w:hAnsi="Arial" w:cs="Arial"/>
          <w:b/>
          <w:bCs/>
          <w:color w:val="000000" w:themeColor="text1"/>
          <w:lang w:val="en-AU"/>
        </w:rPr>
        <w:t>One week reminder</w:t>
      </w:r>
      <w:r w:rsidRPr="5F1D727A" w:rsidR="48724E5B">
        <w:rPr>
          <w:rFonts w:ascii="Arial" w:hAnsi="Arial" w:cs="Arial"/>
          <w:b/>
          <w:bCs/>
          <w:color w:val="000000" w:themeColor="text1"/>
          <w:lang w:val="en-AU"/>
        </w:rPr>
        <w:t xml:space="preserve"> | </w:t>
      </w:r>
      <w:r w:rsidRPr="5F1D727A" w:rsidR="4BC79EB3">
        <w:rPr>
          <w:rFonts w:ascii="Arial" w:hAnsi="Arial" w:cs="Arial"/>
          <w:b/>
          <w:bCs/>
          <w:color w:val="000000" w:themeColor="text1"/>
          <w:lang w:val="en-AU"/>
        </w:rPr>
        <w:t>n</w:t>
      </w:r>
      <w:r w:rsidRPr="5F1D727A" w:rsidR="48724E5B">
        <w:rPr>
          <w:rFonts w:ascii="Arial" w:hAnsi="Arial" w:cs="Arial"/>
          <w:b/>
          <w:bCs/>
          <w:color w:val="000000" w:themeColor="text1"/>
          <w:lang w:val="en-AU"/>
        </w:rPr>
        <w:t>ewsletter / letter</w:t>
      </w:r>
    </w:p>
    <w:p w:rsidR="00B85526" w:rsidP="00B85526" w:rsidRDefault="00B85526" w14:paraId="28FBD325" w14:textId="77777777">
      <w:pPr>
        <w:rPr>
          <w:rFonts w:ascii="Arial" w:hAnsi="Arial" w:cs="Arial"/>
          <w:lang w:eastAsia="en-AU"/>
        </w:rPr>
      </w:pPr>
    </w:p>
    <w:p w:rsidRPr="00B85526" w:rsidR="00B85526" w:rsidP="00B85526" w:rsidRDefault="00B85526" w14:paraId="514CBCCD" w14:textId="75B12C42">
      <w:pPr>
        <w:rPr>
          <w:rFonts w:ascii="Arial" w:hAnsi="Arial" w:cs="Arial"/>
          <w:lang w:eastAsia="en-AU"/>
        </w:rPr>
      </w:pPr>
      <w:r w:rsidRPr="00B85526">
        <w:rPr>
          <w:rFonts w:ascii="Arial" w:hAnsi="Arial" w:cs="Arial"/>
          <w:lang w:eastAsia="en-AU"/>
        </w:rPr>
        <w:t>World's Greatest Shave: A Week Away!</w:t>
      </w:r>
    </w:p>
    <w:p w:rsidRPr="00B85526" w:rsidR="00B85526" w:rsidP="00B85526" w:rsidRDefault="00B85526" w14:paraId="07F3E270" w14:textId="310276F5">
      <w:pPr>
        <w:rPr>
          <w:rFonts w:ascii="Arial" w:hAnsi="Arial" w:cs="Arial"/>
          <w:lang w:eastAsia="en-AU"/>
        </w:rPr>
      </w:pPr>
      <w:r w:rsidRPr="603CDEF0" w:rsidR="00B85526">
        <w:rPr>
          <w:rFonts w:ascii="Arial" w:hAnsi="Arial" w:cs="Arial"/>
          <w:lang w:eastAsia="en-AU"/>
        </w:rPr>
        <w:t>Dear</w:t>
      </w:r>
      <w:r w:rsidRPr="603CDEF0" w:rsidR="21684BDC">
        <w:rPr>
          <w:rFonts w:ascii="Arial" w:hAnsi="Arial" w:cs="Arial"/>
          <w:lang w:eastAsia="en-AU"/>
        </w:rPr>
        <w:t xml:space="preserve"> staff,</w:t>
      </w:r>
    </w:p>
    <w:p w:rsidRPr="00B85526" w:rsidR="00B85526" w:rsidP="00B85526" w:rsidRDefault="00B85526" w14:paraId="32428D9F" w14:textId="6EFF7EE2">
      <w:pPr>
        <w:rPr>
          <w:rFonts w:ascii="Arial" w:hAnsi="Arial" w:cs="Arial"/>
          <w:lang w:eastAsia="en-AU"/>
        </w:rPr>
      </w:pPr>
      <w:r w:rsidRPr="603CDEF0" w:rsidR="00B85526">
        <w:rPr>
          <w:rFonts w:ascii="Arial" w:hAnsi="Arial" w:cs="Arial"/>
          <w:lang w:eastAsia="en-AU"/>
        </w:rPr>
        <w:t xml:space="preserve">As we eagerly approach the upcoming week, we want to remind you about a special event that's just around the corner. </w:t>
      </w:r>
      <w:r w:rsidRPr="603CDEF0" w:rsidR="00B85526">
        <w:rPr>
          <w:rFonts w:ascii="Arial" w:hAnsi="Arial" w:cs="Arial"/>
          <w:highlight w:val="green"/>
          <w:lang w:eastAsia="en-AU"/>
        </w:rPr>
        <w:t>[</w:t>
      </w:r>
      <w:r w:rsidRPr="603CDEF0" w:rsidR="2F2AE4EC">
        <w:rPr>
          <w:rFonts w:ascii="Arial" w:hAnsi="Arial" w:cs="Arial"/>
          <w:highlight w:val="green"/>
          <w:lang w:eastAsia="en-AU"/>
        </w:rPr>
        <w:t xml:space="preserve">Workplace </w:t>
      </w:r>
      <w:r w:rsidRPr="603CDEF0" w:rsidR="00B85526">
        <w:rPr>
          <w:rFonts w:ascii="Arial" w:hAnsi="Arial" w:cs="Arial"/>
          <w:highlight w:val="green"/>
          <w:lang w:eastAsia="en-AU"/>
        </w:rPr>
        <w:t>Name]</w:t>
      </w:r>
      <w:r w:rsidRPr="603CDEF0" w:rsidR="00B85526">
        <w:rPr>
          <w:rFonts w:ascii="Arial" w:hAnsi="Arial" w:cs="Arial"/>
          <w:lang w:eastAsia="en-AU"/>
        </w:rPr>
        <w:t xml:space="preserve"> is gearing up for the Leukaemia Foundation's World's Greatest Shave, and we couldn't be more thrilled to have you join us in making a positive impact.</w:t>
      </w:r>
    </w:p>
    <w:p w:rsidRPr="00B85526" w:rsidR="00B85526" w:rsidP="00B85526" w:rsidRDefault="73D0C5D1" w14:paraId="3E3FE9AC" w14:textId="44F0D0B6">
      <w:pPr>
        <w:rPr>
          <w:rFonts w:ascii="Arial" w:hAnsi="Arial" w:cs="Arial"/>
          <w:lang w:eastAsia="en-AU"/>
        </w:rPr>
      </w:pPr>
      <w:r w:rsidRPr="5F1D727A">
        <w:rPr>
          <w:rFonts w:ascii="Arial" w:hAnsi="Arial" w:cs="Arial"/>
          <w:lang w:eastAsia="en-AU"/>
        </w:rPr>
        <w:t xml:space="preserve">Key </w:t>
      </w:r>
      <w:r w:rsidRPr="5F1D727A" w:rsidR="1CC01B1E">
        <w:rPr>
          <w:rFonts w:ascii="Arial" w:hAnsi="Arial" w:cs="Arial"/>
          <w:lang w:eastAsia="en-AU"/>
        </w:rPr>
        <w:t>d</w:t>
      </w:r>
      <w:r w:rsidRPr="5F1D727A">
        <w:rPr>
          <w:rFonts w:ascii="Arial" w:hAnsi="Arial" w:cs="Arial"/>
          <w:lang w:eastAsia="en-AU"/>
        </w:rPr>
        <w:t>etails:</w:t>
      </w:r>
    </w:p>
    <w:p w:rsidRPr="00B85526" w:rsidR="00B85526" w:rsidP="00B85526" w:rsidRDefault="00B85526" w14:paraId="34F44E51" w14:textId="77777777">
      <w:pPr>
        <w:rPr>
          <w:rFonts w:ascii="Arial" w:hAnsi="Arial" w:cs="Arial"/>
          <w:lang w:eastAsia="en-AU"/>
        </w:rPr>
      </w:pPr>
      <w:r w:rsidRPr="74F0E786">
        <w:rPr>
          <w:rFonts w:ascii="Arial" w:hAnsi="Arial" w:cs="Arial"/>
          <w:lang w:eastAsia="en-AU"/>
        </w:rPr>
        <w:t xml:space="preserve">Date: </w:t>
      </w:r>
      <w:r w:rsidRPr="74F0E786">
        <w:rPr>
          <w:rFonts w:ascii="Arial" w:hAnsi="Arial" w:cs="Arial"/>
          <w:highlight w:val="green"/>
          <w:lang w:eastAsia="en-AU"/>
        </w:rPr>
        <w:t>[Event Date]</w:t>
      </w:r>
    </w:p>
    <w:p w:rsidRPr="00B85526" w:rsidR="00B85526" w:rsidP="00B85526" w:rsidRDefault="73D0C5D1" w14:paraId="1B6D434F" w14:textId="25564525">
      <w:pPr>
        <w:rPr>
          <w:rFonts w:ascii="Arial" w:hAnsi="Arial" w:cs="Arial"/>
          <w:lang w:eastAsia="en-AU"/>
        </w:rPr>
      </w:pPr>
      <w:r w:rsidRPr="5F1D727A">
        <w:rPr>
          <w:rFonts w:ascii="Arial" w:hAnsi="Arial" w:cs="Arial"/>
          <w:lang w:eastAsia="en-AU"/>
        </w:rPr>
        <w:t xml:space="preserve">Purpose: </w:t>
      </w:r>
      <w:r w:rsidRPr="5F1D727A" w:rsidR="521CF704">
        <w:rPr>
          <w:rFonts w:ascii="Arial" w:hAnsi="Arial" w:cs="Arial"/>
          <w:lang w:eastAsia="en-AU"/>
        </w:rPr>
        <w:t>t</w:t>
      </w:r>
      <w:r w:rsidRPr="5F1D727A">
        <w:rPr>
          <w:rFonts w:ascii="Arial" w:hAnsi="Arial" w:cs="Arial"/>
          <w:lang w:eastAsia="en-AU"/>
        </w:rPr>
        <w:t>o raise funds and show support for families facing blood cancer.</w:t>
      </w:r>
    </w:p>
    <w:p w:rsidRPr="00B85526" w:rsidR="00B85526" w:rsidP="00B85526" w:rsidRDefault="73D0C5D1" w14:paraId="49BBE4EC" w14:textId="2168AFCF">
      <w:pPr>
        <w:rPr>
          <w:rFonts w:ascii="Arial" w:hAnsi="Arial" w:cs="Arial"/>
          <w:lang w:eastAsia="en-AU"/>
        </w:rPr>
      </w:pPr>
      <w:r w:rsidRPr="5F1D727A">
        <w:rPr>
          <w:rFonts w:ascii="Arial" w:hAnsi="Arial" w:cs="Arial"/>
          <w:lang w:eastAsia="en-AU"/>
        </w:rPr>
        <w:t xml:space="preserve">What to </w:t>
      </w:r>
      <w:r w:rsidRPr="5F1D727A" w:rsidR="2D8DEDA3">
        <w:rPr>
          <w:rFonts w:ascii="Arial" w:hAnsi="Arial" w:cs="Arial"/>
          <w:lang w:eastAsia="en-AU"/>
        </w:rPr>
        <w:t>e</w:t>
      </w:r>
      <w:r w:rsidRPr="5F1D727A">
        <w:rPr>
          <w:rFonts w:ascii="Arial" w:hAnsi="Arial" w:cs="Arial"/>
          <w:lang w:eastAsia="en-AU"/>
        </w:rPr>
        <w:t>xpect:</w:t>
      </w:r>
    </w:p>
    <w:p w:rsidRPr="00B85526" w:rsidR="00B85526" w:rsidP="00B85526" w:rsidRDefault="73D0C5D1" w14:paraId="484A068E" w14:textId="2742E35E">
      <w:pPr>
        <w:rPr>
          <w:rFonts w:ascii="Arial" w:hAnsi="Arial" w:cs="Arial"/>
          <w:lang w:eastAsia="en-AU"/>
        </w:rPr>
      </w:pPr>
      <w:r w:rsidRPr="603CDEF0" w:rsidR="73D0C5D1">
        <w:rPr>
          <w:rFonts w:ascii="Arial" w:hAnsi="Arial" w:cs="Arial"/>
          <w:lang w:eastAsia="en-AU"/>
        </w:rPr>
        <w:t>S</w:t>
      </w:r>
      <w:r w:rsidRPr="603CDEF0" w:rsidR="73D0C5D1">
        <w:rPr>
          <w:rFonts w:ascii="Arial" w:hAnsi="Arial" w:cs="Arial"/>
          <w:lang w:eastAsia="en-AU"/>
        </w:rPr>
        <w:t xml:space="preserve">taff </w:t>
      </w:r>
      <w:r w:rsidRPr="603CDEF0" w:rsidR="0BFD204F">
        <w:rPr>
          <w:rFonts w:ascii="Arial" w:hAnsi="Arial" w:cs="Arial"/>
          <w:lang w:eastAsia="en-AU"/>
        </w:rPr>
        <w:t>p</w:t>
      </w:r>
      <w:r w:rsidRPr="603CDEF0" w:rsidR="73D0C5D1">
        <w:rPr>
          <w:rFonts w:ascii="Arial" w:hAnsi="Arial" w:cs="Arial"/>
          <w:lang w:eastAsia="en-AU"/>
        </w:rPr>
        <w:t xml:space="preserve">articipation: </w:t>
      </w:r>
      <w:r w:rsidRPr="603CDEF0" w:rsidR="52D2497B">
        <w:rPr>
          <w:rFonts w:ascii="Arial" w:hAnsi="Arial" w:cs="Arial"/>
          <w:lang w:eastAsia="en-AU"/>
        </w:rPr>
        <w:t>o</w:t>
      </w:r>
      <w:r w:rsidRPr="603CDEF0" w:rsidR="73D0C5D1">
        <w:rPr>
          <w:rFonts w:ascii="Arial" w:hAnsi="Arial" w:cs="Arial"/>
          <w:lang w:eastAsia="en-AU"/>
        </w:rPr>
        <w:t xml:space="preserve">ur dedicated </w:t>
      </w:r>
      <w:r w:rsidRPr="603CDEF0" w:rsidR="32586357">
        <w:rPr>
          <w:rFonts w:ascii="Arial" w:hAnsi="Arial" w:cs="Arial"/>
          <w:lang w:eastAsia="en-AU"/>
        </w:rPr>
        <w:t>workplace team</w:t>
      </w:r>
      <w:r w:rsidRPr="603CDEF0" w:rsidR="73D0C5D1">
        <w:rPr>
          <w:rFonts w:ascii="Arial" w:hAnsi="Arial" w:cs="Arial"/>
          <w:lang w:eastAsia="en-AU"/>
        </w:rPr>
        <w:t xml:space="preserve"> </w:t>
      </w:r>
      <w:r w:rsidRPr="603CDEF0" w:rsidR="73D0C5D1">
        <w:rPr>
          <w:rFonts w:ascii="Arial" w:hAnsi="Arial" w:cs="Arial"/>
          <w:lang w:eastAsia="en-AU"/>
        </w:rPr>
        <w:t xml:space="preserve">will be bravely </w:t>
      </w:r>
      <w:r w:rsidRPr="603CDEF0" w:rsidR="73D0C5D1">
        <w:rPr>
          <w:rFonts w:ascii="Arial" w:hAnsi="Arial" w:cs="Arial"/>
          <w:lang w:eastAsia="en-AU"/>
        </w:rPr>
        <w:t>participating</w:t>
      </w:r>
      <w:r w:rsidRPr="603CDEF0" w:rsidR="73D0C5D1">
        <w:rPr>
          <w:rFonts w:ascii="Arial" w:hAnsi="Arial" w:cs="Arial"/>
          <w:lang w:eastAsia="en-AU"/>
        </w:rPr>
        <w:t xml:space="preserve">, demonstrating their commitment to this worthy cause by </w:t>
      </w:r>
      <w:r w:rsidRPr="603CDEF0" w:rsidR="28BD3FE9">
        <w:rPr>
          <w:rFonts w:ascii="Arial" w:hAnsi="Arial" w:cs="Arial"/>
          <w:lang w:eastAsia="en-AU"/>
        </w:rPr>
        <w:t>S</w:t>
      </w:r>
      <w:r w:rsidRPr="603CDEF0" w:rsidR="73D0C5D1">
        <w:rPr>
          <w:rFonts w:ascii="Arial" w:hAnsi="Arial" w:cs="Arial"/>
          <w:lang w:eastAsia="en-AU"/>
        </w:rPr>
        <w:t xml:space="preserve">having, </w:t>
      </w:r>
      <w:r w:rsidRPr="603CDEF0" w:rsidR="74E92F27">
        <w:rPr>
          <w:rFonts w:ascii="Arial" w:hAnsi="Arial" w:cs="Arial"/>
          <w:lang w:eastAsia="en-AU"/>
        </w:rPr>
        <w:t>C</w:t>
      </w:r>
      <w:r w:rsidRPr="603CDEF0" w:rsidR="73D0C5D1">
        <w:rPr>
          <w:rFonts w:ascii="Arial" w:hAnsi="Arial" w:cs="Arial"/>
          <w:lang w:eastAsia="en-AU"/>
        </w:rPr>
        <w:t xml:space="preserve">utting or </w:t>
      </w:r>
      <w:r w:rsidRPr="603CDEF0" w:rsidR="514258CF">
        <w:rPr>
          <w:rFonts w:ascii="Arial" w:hAnsi="Arial" w:cs="Arial"/>
          <w:lang w:eastAsia="en-AU"/>
        </w:rPr>
        <w:t>C</w:t>
      </w:r>
      <w:r w:rsidRPr="603CDEF0" w:rsidR="73D0C5D1">
        <w:rPr>
          <w:rFonts w:ascii="Arial" w:hAnsi="Arial" w:cs="Arial"/>
          <w:lang w:eastAsia="en-AU"/>
        </w:rPr>
        <w:t>olouring their hair.</w:t>
      </w:r>
    </w:p>
    <w:p w:rsidRPr="00B85526" w:rsidR="00B85526" w:rsidP="00B85526" w:rsidRDefault="3A75345B" w14:paraId="5AEA40BD" w14:textId="56B6887E">
      <w:pPr>
        <w:rPr>
          <w:rFonts w:ascii="Arial" w:hAnsi="Arial" w:cs="Arial"/>
          <w:lang w:eastAsia="en-AU"/>
        </w:rPr>
      </w:pPr>
      <w:r w:rsidRPr="603CDEF0" w:rsidR="3A75345B">
        <w:rPr>
          <w:rFonts w:ascii="Arial" w:hAnsi="Arial" w:cs="Arial"/>
          <w:lang w:eastAsia="en-AU"/>
        </w:rPr>
        <w:t>Get involved</w:t>
      </w:r>
      <w:r w:rsidRPr="603CDEF0" w:rsidR="73D0C5D1">
        <w:rPr>
          <w:rFonts w:ascii="Arial" w:hAnsi="Arial" w:cs="Arial"/>
          <w:lang w:eastAsia="en-AU"/>
        </w:rPr>
        <w:t xml:space="preserve">: </w:t>
      </w:r>
      <w:r w:rsidRPr="603CDEF0" w:rsidR="0CA7ABA9">
        <w:rPr>
          <w:rFonts w:ascii="Arial" w:hAnsi="Arial" w:cs="Arial"/>
          <w:lang w:eastAsia="en-AU"/>
        </w:rPr>
        <w:t>o</w:t>
      </w:r>
      <w:r w:rsidRPr="603CDEF0" w:rsidR="3A75345B">
        <w:rPr>
          <w:rFonts w:ascii="Arial" w:hAnsi="Arial" w:cs="Arial"/>
          <w:lang w:eastAsia="en-AU"/>
        </w:rPr>
        <w:t xml:space="preserve">ther </w:t>
      </w:r>
      <w:r w:rsidRPr="603CDEF0" w:rsidR="1CBE6F71">
        <w:rPr>
          <w:rFonts w:ascii="Arial" w:hAnsi="Arial" w:cs="Arial"/>
          <w:lang w:eastAsia="en-AU"/>
        </w:rPr>
        <w:t xml:space="preserve">staff members </w:t>
      </w:r>
      <w:r w:rsidRPr="603CDEF0" w:rsidR="73D0C5D1">
        <w:rPr>
          <w:rFonts w:ascii="Arial" w:hAnsi="Arial" w:cs="Arial"/>
          <w:lang w:eastAsia="en-AU"/>
        </w:rPr>
        <w:t>are encouraged to get creative with wacky hairstyles</w:t>
      </w:r>
      <w:r w:rsidRPr="603CDEF0" w:rsidR="3A75345B">
        <w:rPr>
          <w:rFonts w:ascii="Arial" w:hAnsi="Arial" w:cs="Arial"/>
          <w:lang w:eastAsia="en-AU"/>
        </w:rPr>
        <w:t xml:space="preserve">, wigs </w:t>
      </w:r>
      <w:r w:rsidRPr="603CDEF0" w:rsidR="73D0C5D1">
        <w:rPr>
          <w:rFonts w:ascii="Arial" w:hAnsi="Arial" w:cs="Arial"/>
          <w:lang w:eastAsia="en-AU"/>
        </w:rPr>
        <w:t>or</w:t>
      </w:r>
      <w:r w:rsidRPr="603CDEF0" w:rsidR="73D0C5D1">
        <w:rPr>
          <w:rFonts w:ascii="Arial" w:hAnsi="Arial" w:cs="Arial"/>
          <w:lang w:eastAsia="en-AU"/>
        </w:rPr>
        <w:t xml:space="preserve"> hat</w:t>
      </w:r>
      <w:r w:rsidRPr="603CDEF0" w:rsidR="73D0C5D1">
        <w:rPr>
          <w:rFonts w:ascii="Arial" w:hAnsi="Arial" w:cs="Arial"/>
          <w:lang w:eastAsia="en-AU"/>
        </w:rPr>
        <w:t xml:space="preserve">s on </w:t>
      </w:r>
      <w:r w:rsidRPr="603CDEF0" w:rsidR="73D0C5D1">
        <w:rPr>
          <w:rFonts w:ascii="Arial" w:hAnsi="Arial" w:cs="Arial"/>
          <w:highlight w:val="green"/>
          <w:lang w:eastAsia="en-AU"/>
        </w:rPr>
        <w:t>[</w:t>
      </w:r>
      <w:r w:rsidRPr="603CDEF0" w:rsidR="3A75345B">
        <w:rPr>
          <w:rFonts w:ascii="Arial" w:hAnsi="Arial" w:cs="Arial"/>
          <w:highlight w:val="green"/>
          <w:lang w:eastAsia="en-AU"/>
        </w:rPr>
        <w:t>Event</w:t>
      </w:r>
      <w:r w:rsidRPr="603CDEF0" w:rsidR="73D0C5D1">
        <w:rPr>
          <w:rFonts w:ascii="Arial" w:hAnsi="Arial" w:cs="Arial"/>
          <w:highlight w:val="green"/>
          <w:lang w:eastAsia="en-AU"/>
        </w:rPr>
        <w:t xml:space="preserve"> Date]</w:t>
      </w:r>
      <w:r w:rsidRPr="603CDEF0" w:rsidR="73D0C5D1">
        <w:rPr>
          <w:rFonts w:ascii="Arial" w:hAnsi="Arial" w:cs="Arial"/>
          <w:lang w:eastAsia="en-AU"/>
        </w:rPr>
        <w:t>.</w:t>
      </w:r>
    </w:p>
    <w:p w:rsidRPr="00B85526" w:rsidR="00B85526" w:rsidP="00B85526" w:rsidRDefault="73D0C5D1" w14:paraId="67C2739E" w14:textId="079FE975">
      <w:pPr>
        <w:rPr>
          <w:rFonts w:ascii="Arial" w:hAnsi="Arial" w:cs="Arial"/>
          <w:lang w:eastAsia="en-AU"/>
        </w:rPr>
      </w:pPr>
      <w:r w:rsidRPr="5F1D727A">
        <w:rPr>
          <w:rFonts w:ascii="Arial" w:hAnsi="Arial" w:cs="Arial"/>
          <w:lang w:eastAsia="en-AU"/>
        </w:rPr>
        <w:t xml:space="preserve">How </w:t>
      </w:r>
      <w:r w:rsidRPr="5F1D727A" w:rsidR="3428F1DB">
        <w:rPr>
          <w:rFonts w:ascii="Arial" w:hAnsi="Arial" w:cs="Arial"/>
          <w:lang w:eastAsia="en-AU"/>
        </w:rPr>
        <w:t>you can c</w:t>
      </w:r>
      <w:r w:rsidRPr="5F1D727A">
        <w:rPr>
          <w:rFonts w:ascii="Arial" w:hAnsi="Arial" w:cs="Arial"/>
          <w:lang w:eastAsia="en-AU"/>
        </w:rPr>
        <w:t>ontribute:</w:t>
      </w:r>
    </w:p>
    <w:p w:rsidRPr="00B85526" w:rsidR="00B85526" w:rsidP="00B85526" w:rsidRDefault="73D0C5D1" w14:paraId="29DA4FE3" w14:textId="322374DF">
      <w:pPr>
        <w:rPr>
          <w:rFonts w:ascii="Arial" w:hAnsi="Arial" w:cs="Arial"/>
          <w:lang w:eastAsia="en-AU"/>
        </w:rPr>
      </w:pPr>
      <w:r w:rsidRPr="603CDEF0" w:rsidR="73D0C5D1">
        <w:rPr>
          <w:rFonts w:ascii="Arial" w:hAnsi="Arial" w:cs="Arial"/>
          <w:lang w:eastAsia="en-AU"/>
        </w:rPr>
        <w:t xml:space="preserve">Sponsor </w:t>
      </w:r>
      <w:r w:rsidRPr="603CDEF0" w:rsidR="3A75345B">
        <w:rPr>
          <w:rFonts w:ascii="Arial" w:hAnsi="Arial" w:cs="Arial"/>
          <w:lang w:eastAsia="en-AU"/>
        </w:rPr>
        <w:t>our team</w:t>
      </w:r>
      <w:r w:rsidRPr="603CDEF0" w:rsidR="73D0C5D1">
        <w:rPr>
          <w:rFonts w:ascii="Arial" w:hAnsi="Arial" w:cs="Arial"/>
          <w:lang w:eastAsia="en-AU"/>
        </w:rPr>
        <w:t xml:space="preserve">: </w:t>
      </w:r>
      <w:r w:rsidRPr="603CDEF0" w:rsidR="43C94090">
        <w:rPr>
          <w:rFonts w:ascii="Arial" w:hAnsi="Arial" w:cs="Arial"/>
          <w:lang w:eastAsia="en-AU"/>
        </w:rPr>
        <w:t>s</w:t>
      </w:r>
      <w:r w:rsidRPr="603CDEF0" w:rsidR="73D0C5D1">
        <w:rPr>
          <w:rFonts w:ascii="Arial" w:hAnsi="Arial" w:cs="Arial"/>
          <w:lang w:eastAsia="en-AU"/>
        </w:rPr>
        <w:t xml:space="preserve">upport our participants by sponsoring their </w:t>
      </w:r>
      <w:r w:rsidRPr="603CDEF0" w:rsidR="7DF4281A">
        <w:rPr>
          <w:rFonts w:ascii="Arial" w:hAnsi="Arial" w:cs="Arial"/>
          <w:lang w:eastAsia="en-AU"/>
        </w:rPr>
        <w:t>S</w:t>
      </w:r>
      <w:r w:rsidRPr="603CDEF0" w:rsidR="73D0C5D1">
        <w:rPr>
          <w:rFonts w:ascii="Arial" w:hAnsi="Arial" w:cs="Arial"/>
          <w:lang w:eastAsia="en-AU"/>
        </w:rPr>
        <w:t>have</w:t>
      </w:r>
      <w:r w:rsidRPr="603CDEF0" w:rsidR="3A75345B">
        <w:rPr>
          <w:rFonts w:ascii="Arial" w:hAnsi="Arial" w:cs="Arial"/>
          <w:lang w:eastAsia="en-AU"/>
        </w:rPr>
        <w:t xml:space="preserve">, </w:t>
      </w:r>
      <w:r w:rsidRPr="603CDEF0" w:rsidR="2476834D">
        <w:rPr>
          <w:rFonts w:ascii="Arial" w:hAnsi="Arial" w:cs="Arial"/>
          <w:lang w:eastAsia="en-AU"/>
        </w:rPr>
        <w:t>C</w:t>
      </w:r>
      <w:r w:rsidRPr="603CDEF0" w:rsidR="3A75345B">
        <w:rPr>
          <w:rFonts w:ascii="Arial" w:hAnsi="Arial" w:cs="Arial"/>
          <w:lang w:eastAsia="en-AU"/>
        </w:rPr>
        <w:t xml:space="preserve">ut or </w:t>
      </w:r>
      <w:r w:rsidRPr="603CDEF0" w:rsidR="603C7005">
        <w:rPr>
          <w:rFonts w:ascii="Arial" w:hAnsi="Arial" w:cs="Arial"/>
          <w:lang w:eastAsia="en-AU"/>
        </w:rPr>
        <w:t>C</w:t>
      </w:r>
      <w:r w:rsidRPr="603CDEF0" w:rsidR="3A75345B">
        <w:rPr>
          <w:rFonts w:ascii="Arial" w:hAnsi="Arial" w:cs="Arial"/>
          <w:lang w:eastAsia="en-AU"/>
        </w:rPr>
        <w:t>olour</w:t>
      </w:r>
      <w:r w:rsidRPr="603CDEF0" w:rsidR="73D0C5D1">
        <w:rPr>
          <w:rFonts w:ascii="Arial" w:hAnsi="Arial" w:cs="Arial"/>
          <w:lang w:eastAsia="en-AU"/>
        </w:rPr>
        <w:t xml:space="preserve">. </w:t>
      </w:r>
      <w:r w:rsidRPr="603CDEF0" w:rsidR="3A75345B">
        <w:rPr>
          <w:rFonts w:ascii="Arial" w:hAnsi="Arial" w:cs="Arial"/>
          <w:lang w:eastAsia="en-AU"/>
        </w:rPr>
        <w:t>C</w:t>
      </w:r>
      <w:r w:rsidRPr="603CDEF0" w:rsidR="73D0C5D1">
        <w:rPr>
          <w:rFonts w:ascii="Arial" w:hAnsi="Arial" w:cs="Arial"/>
          <w:lang w:eastAsia="en-AU"/>
        </w:rPr>
        <w:t xml:space="preserve">ontribute online at </w:t>
      </w:r>
      <w:r w:rsidRPr="603CDEF0" w:rsidR="73D0C5D1">
        <w:rPr>
          <w:rFonts w:ascii="Arial" w:hAnsi="Arial" w:cs="Arial"/>
          <w:highlight w:val="green"/>
          <w:lang w:eastAsia="en-AU"/>
        </w:rPr>
        <w:t>[Fundraising Page Link]</w:t>
      </w:r>
      <w:r w:rsidRPr="603CDEF0" w:rsidR="73D0C5D1">
        <w:rPr>
          <w:rFonts w:ascii="Arial" w:hAnsi="Arial" w:cs="Arial"/>
          <w:lang w:eastAsia="en-AU"/>
        </w:rPr>
        <w:t>.</w:t>
      </w:r>
    </w:p>
    <w:p w:rsidRPr="00B85526" w:rsidR="00B85526" w:rsidP="603CDEF0" w:rsidRDefault="73D0C5D1" w14:paraId="688F1D5C" w14:textId="50B4D78D">
      <w:pPr>
        <w:pStyle w:val="Normal"/>
        <w:rPr>
          <w:rFonts w:ascii="Arial" w:hAnsi="Arial" w:cs="Arial"/>
          <w:lang w:eastAsia="en-AU"/>
        </w:rPr>
      </w:pPr>
      <w:r w:rsidRPr="603CDEF0" w:rsidR="73D0C5D1">
        <w:rPr>
          <w:rFonts w:ascii="Arial" w:hAnsi="Arial" w:cs="Arial"/>
          <w:lang w:eastAsia="en-AU"/>
        </w:rPr>
        <w:t xml:space="preserve">Spread the </w:t>
      </w:r>
      <w:r w:rsidRPr="603CDEF0" w:rsidR="438B1930">
        <w:rPr>
          <w:rFonts w:ascii="Arial" w:hAnsi="Arial" w:cs="Arial"/>
          <w:lang w:eastAsia="en-AU"/>
        </w:rPr>
        <w:t>w</w:t>
      </w:r>
      <w:r w:rsidRPr="603CDEF0" w:rsidR="73D0C5D1">
        <w:rPr>
          <w:rFonts w:ascii="Arial" w:hAnsi="Arial" w:cs="Arial"/>
          <w:lang w:eastAsia="en-AU"/>
        </w:rPr>
        <w:t>ord: Share this exciting news with</w:t>
      </w:r>
      <w:r w:rsidRPr="603CDEF0" w:rsidR="59A9C797">
        <w:rPr>
          <w:rFonts w:ascii="Arial" w:hAnsi="Arial" w:cs="Arial"/>
          <w:lang w:eastAsia="en-AU"/>
        </w:rPr>
        <w:t xml:space="preserve"> friends, family, and of course your fellow colleagues</w:t>
      </w:r>
      <w:r w:rsidRPr="603CDEF0" w:rsidR="73D0C5D1">
        <w:rPr>
          <w:rFonts w:ascii="Arial" w:hAnsi="Arial" w:cs="Arial"/>
          <w:lang w:eastAsia="en-AU"/>
        </w:rPr>
        <w:t xml:space="preserve">. </w:t>
      </w:r>
      <w:r w:rsidRPr="603CDEF0" w:rsidR="73D0C5D1">
        <w:rPr>
          <w:rFonts w:ascii="Arial" w:hAnsi="Arial" w:cs="Arial"/>
          <w:lang w:eastAsia="en-AU"/>
        </w:rPr>
        <w:t>Let's</w:t>
      </w:r>
      <w:r w:rsidRPr="603CDEF0" w:rsidR="73D0C5D1">
        <w:rPr>
          <w:rFonts w:ascii="Arial" w:hAnsi="Arial" w:cs="Arial"/>
          <w:lang w:eastAsia="en-AU"/>
        </w:rPr>
        <w:t xml:space="preserve"> come together as a community to make our World's Greatest Shave event a success.</w:t>
      </w:r>
    </w:p>
    <w:p w:rsidRPr="00B85526" w:rsidR="00B85526" w:rsidP="00B85526" w:rsidRDefault="73D0C5D1" w14:paraId="55664F40" w14:textId="289E17EE">
      <w:pPr>
        <w:rPr>
          <w:rFonts w:ascii="Arial" w:hAnsi="Arial" w:cs="Arial"/>
          <w:lang w:eastAsia="en-AU"/>
        </w:rPr>
      </w:pPr>
      <w:r w:rsidRPr="5F1D727A">
        <w:rPr>
          <w:rFonts w:ascii="Arial" w:hAnsi="Arial" w:cs="Arial"/>
          <w:lang w:eastAsia="en-AU"/>
        </w:rPr>
        <w:lastRenderedPageBreak/>
        <w:t xml:space="preserve">Thank you for your continued support and enthusiasm. </w:t>
      </w:r>
      <w:r w:rsidRPr="5F1D727A" w:rsidR="4F858DC8">
        <w:rPr>
          <w:rFonts w:ascii="Arial" w:hAnsi="Arial" w:cs="Arial"/>
          <w:lang w:eastAsia="en-AU"/>
        </w:rPr>
        <w:t>w</w:t>
      </w:r>
      <w:r w:rsidRPr="5F1D727A">
        <w:rPr>
          <w:rFonts w:ascii="Arial" w:hAnsi="Arial" w:cs="Arial"/>
          <w:lang w:eastAsia="en-AU"/>
        </w:rPr>
        <w:t>e look forward to a memorable and impactful event!</w:t>
      </w:r>
    </w:p>
    <w:p w:rsidRPr="00B85526" w:rsidR="00B85526" w:rsidP="00B85526" w:rsidRDefault="00B85526" w14:paraId="50FB3B9E" w14:textId="77777777">
      <w:pPr>
        <w:rPr>
          <w:rFonts w:ascii="Arial" w:hAnsi="Arial" w:cs="Arial"/>
          <w:lang w:eastAsia="en-AU"/>
        </w:rPr>
      </w:pPr>
      <w:r w:rsidRPr="00B85526">
        <w:rPr>
          <w:rFonts w:ascii="Arial" w:hAnsi="Arial" w:cs="Arial"/>
          <w:lang w:eastAsia="en-AU"/>
        </w:rPr>
        <w:t>Warm regards,</w:t>
      </w:r>
    </w:p>
    <w:p w:rsidR="00B85526" w:rsidP="74F0E786" w:rsidRDefault="73D0C5D1" w14:paraId="512AEF6B" w14:textId="09B15E03">
      <w:pPr>
        <w:rPr>
          <w:rFonts w:ascii="Arial" w:hAnsi="Arial" w:cs="Arial"/>
          <w:highlight w:val="green"/>
          <w:lang w:eastAsia="en-AU"/>
        </w:rPr>
      </w:pPr>
      <w:r w:rsidRPr="603CDEF0" w:rsidR="73D0C5D1">
        <w:rPr>
          <w:rFonts w:ascii="Arial" w:hAnsi="Arial" w:cs="Arial"/>
          <w:highlight w:val="green"/>
          <w:lang w:eastAsia="en-AU"/>
        </w:rPr>
        <w:t xml:space="preserve">[Your Name] </w:t>
      </w:r>
      <w:r>
        <w:br/>
      </w:r>
      <w:r w:rsidRPr="603CDEF0" w:rsidR="73D0C5D1">
        <w:rPr>
          <w:rFonts w:ascii="Arial" w:hAnsi="Arial" w:cs="Arial"/>
          <w:highlight w:val="green"/>
          <w:lang w:eastAsia="en-AU"/>
        </w:rPr>
        <w:t xml:space="preserve">[Your Title/Role] </w:t>
      </w:r>
      <w:r>
        <w:br/>
      </w:r>
      <w:r w:rsidRPr="603CDEF0" w:rsidR="73D0C5D1">
        <w:rPr>
          <w:rFonts w:ascii="Arial" w:hAnsi="Arial" w:cs="Arial"/>
          <w:highlight w:val="green"/>
          <w:lang w:eastAsia="en-AU"/>
        </w:rPr>
        <w:t>[</w:t>
      </w:r>
      <w:r w:rsidRPr="603CDEF0" w:rsidR="5624ACEC">
        <w:rPr>
          <w:rFonts w:ascii="Arial" w:hAnsi="Arial" w:cs="Arial"/>
          <w:highlight w:val="green"/>
          <w:lang w:eastAsia="en-AU"/>
        </w:rPr>
        <w:t xml:space="preserve">Workplace </w:t>
      </w:r>
      <w:r w:rsidRPr="603CDEF0" w:rsidR="73D0C5D1">
        <w:rPr>
          <w:rFonts w:ascii="Arial" w:hAnsi="Arial" w:cs="Arial"/>
          <w:highlight w:val="green"/>
          <w:lang w:eastAsia="en-AU"/>
        </w:rPr>
        <w:t>Name]</w:t>
      </w:r>
    </w:p>
    <w:p w:rsidR="004F797A" w:rsidP="00B85526" w:rsidRDefault="004F797A" w14:paraId="4D35D5BF" w14:textId="77777777">
      <w:pPr>
        <w:rPr>
          <w:rFonts w:ascii="Arial" w:hAnsi="Arial" w:cs="Arial"/>
          <w:lang w:eastAsia="en-AU"/>
        </w:rPr>
      </w:pPr>
    </w:p>
    <w:p w:rsidRPr="00B85526" w:rsidR="004F797A" w:rsidP="00B85526" w:rsidRDefault="004F797A" w14:paraId="6C1A184A" w14:textId="4BEE4377">
      <w:pPr>
        <w:rPr>
          <w:rFonts w:ascii="Arial" w:hAnsi="Arial" w:cs="Arial"/>
          <w:lang w:eastAsia="en-AU"/>
        </w:rPr>
      </w:pPr>
    </w:p>
    <w:p w:rsidRPr="00DB322E" w:rsidR="004F797A" w:rsidP="004F797A" w:rsidRDefault="63F9CFB6" w14:paraId="51707DC7" w14:textId="586BE256">
      <w:pPr>
        <w:pStyle w:val="BasicParagraph"/>
        <w:suppressAutoHyphens/>
        <w:spacing w:before="425"/>
        <w:rPr>
          <w:rFonts w:ascii="Arial" w:hAnsi="Arial" w:cs="Arial"/>
          <w:b w:val="1"/>
          <w:bCs w:val="1"/>
          <w:color w:val="000008"/>
          <w:sz w:val="20"/>
          <w:szCs w:val="20"/>
          <w:lang w:val="en-AU"/>
        </w:rPr>
      </w:pPr>
      <w:bookmarkStart w:name="PEFUS" w:id="4"/>
      <w:bookmarkEnd w:id="4"/>
      <w:r w:rsidRPr="60175992" w:rsidR="63F9CFB6">
        <w:rPr>
          <w:rFonts w:ascii="Arial" w:hAnsi="Arial" w:cs="Arial"/>
          <w:b w:val="1"/>
          <w:bCs w:val="1"/>
          <w:color w:val="000008"/>
          <w:lang w:val="en-AU"/>
        </w:rPr>
        <w:t xml:space="preserve">Post Event </w:t>
      </w:r>
      <w:r w:rsidRPr="60175992" w:rsidR="2CC672AE">
        <w:rPr>
          <w:rFonts w:ascii="Arial" w:hAnsi="Arial" w:cs="Arial"/>
          <w:b w:val="1"/>
          <w:bCs w:val="1"/>
          <w:color w:val="000008"/>
          <w:lang w:val="en-AU"/>
        </w:rPr>
        <w:t>f</w:t>
      </w:r>
      <w:r w:rsidRPr="60175992" w:rsidR="06BE3F47">
        <w:rPr>
          <w:rFonts w:ascii="Arial" w:hAnsi="Arial" w:cs="Arial"/>
          <w:b w:val="1"/>
          <w:bCs w:val="1"/>
          <w:color w:val="000008"/>
          <w:lang w:val="en-AU"/>
        </w:rPr>
        <w:t>ollow up</w:t>
      </w:r>
      <w:r w:rsidRPr="60175992" w:rsidR="2F9990FE">
        <w:rPr>
          <w:rFonts w:ascii="Arial" w:hAnsi="Arial" w:cs="Arial"/>
          <w:b w:val="1"/>
          <w:bCs w:val="1"/>
          <w:color w:val="000008"/>
          <w:lang w:val="en-AU"/>
        </w:rPr>
        <w:t xml:space="preserve"> (informal)</w:t>
      </w:r>
      <w:r w:rsidRPr="60175992" w:rsidR="06BE3F47">
        <w:rPr>
          <w:rFonts w:ascii="Arial" w:hAnsi="Arial" w:cs="Arial"/>
          <w:b w:val="1"/>
          <w:bCs w:val="1"/>
          <w:color w:val="000008"/>
          <w:lang w:val="en-AU"/>
        </w:rPr>
        <w:t xml:space="preserve"> | </w:t>
      </w:r>
      <w:r w:rsidRPr="60175992" w:rsidR="4578EC3E">
        <w:rPr>
          <w:rFonts w:ascii="Arial" w:hAnsi="Arial" w:cs="Arial"/>
          <w:b w:val="1"/>
          <w:bCs w:val="1"/>
          <w:color w:val="000008"/>
          <w:lang w:val="en-AU"/>
        </w:rPr>
        <w:t>s</w:t>
      </w:r>
      <w:r w:rsidRPr="60175992" w:rsidR="06BE3F47">
        <w:rPr>
          <w:rFonts w:ascii="Arial" w:hAnsi="Arial" w:cs="Arial"/>
          <w:b w:val="1"/>
          <w:bCs w:val="1"/>
          <w:color w:val="000008"/>
          <w:lang w:val="en-AU"/>
        </w:rPr>
        <w:t>ocial media</w:t>
      </w:r>
      <w:r>
        <w:br/>
      </w:r>
    </w:p>
    <w:p w:rsidRPr="00312A10" w:rsidR="004F797A" w:rsidP="004F797A" w:rsidRDefault="004F797A" w14:paraId="6396113C" w14:textId="49D29096">
      <w:pPr>
        <w:rPr>
          <w:rFonts w:ascii="Arial" w:hAnsi="Arial" w:cs="Arial"/>
        </w:rPr>
      </w:pPr>
      <w:r w:rsidRPr="603CDEF0" w:rsidR="004F797A">
        <w:rPr>
          <w:rFonts w:ascii="Segoe UI Emoji" w:hAnsi="Segoe UI Emoji" w:cs="Segoe UI Emoji"/>
        </w:rPr>
        <w:t>🌟</w:t>
      </w:r>
      <w:r w:rsidRPr="603CDEF0" w:rsidR="004F797A">
        <w:rPr>
          <w:rFonts w:ascii="Arial" w:hAnsi="Arial" w:cs="Arial"/>
        </w:rPr>
        <w:t xml:space="preserve"> </w:t>
      </w:r>
      <w:r w:rsidRPr="603CDEF0" w:rsidR="004F797A">
        <w:rPr>
          <w:rFonts w:ascii="Arial" w:hAnsi="Arial" w:cs="Arial"/>
          <w:highlight w:val="green"/>
        </w:rPr>
        <w:t>[</w:t>
      </w:r>
      <w:r w:rsidRPr="603CDEF0" w:rsidR="6EE36EF3">
        <w:rPr>
          <w:rFonts w:ascii="Arial" w:hAnsi="Arial" w:cs="Arial"/>
          <w:highlight w:val="green"/>
        </w:rPr>
        <w:t xml:space="preserve">Workplace </w:t>
      </w:r>
      <w:r w:rsidRPr="603CDEF0" w:rsidR="004F797A">
        <w:rPr>
          <w:rFonts w:ascii="Arial" w:hAnsi="Arial" w:cs="Arial"/>
          <w:highlight w:val="green"/>
        </w:rPr>
        <w:t>Name]</w:t>
      </w:r>
      <w:r w:rsidRPr="603CDEF0" w:rsidR="004F797A">
        <w:rPr>
          <w:rFonts w:ascii="Arial" w:hAnsi="Arial" w:cs="Arial"/>
        </w:rPr>
        <w:t xml:space="preserve"> Community Shines in the World's Greatest Shave! </w:t>
      </w:r>
      <w:r w:rsidRPr="603CDEF0" w:rsidR="004F797A">
        <w:rPr>
          <w:rFonts w:ascii="Segoe UI Emoji" w:hAnsi="Segoe UI Emoji" w:cs="Segoe UI Emoji"/>
        </w:rPr>
        <w:t>🌈</w:t>
      </w:r>
    </w:p>
    <w:p w:rsidRPr="00312A10" w:rsidR="004F797A" w:rsidP="004F797A" w:rsidRDefault="004F797A" w14:paraId="0F2011C0" w14:textId="45CB517A">
      <w:pPr>
        <w:rPr>
          <w:rFonts w:ascii="Arial" w:hAnsi="Arial" w:cs="Arial"/>
        </w:rPr>
      </w:pPr>
      <w:r w:rsidRPr="603CDEF0" w:rsidR="004F797A">
        <w:rPr>
          <w:rFonts w:ascii="Arial" w:hAnsi="Arial" w:cs="Arial"/>
        </w:rPr>
        <w:t xml:space="preserve">We’re thrilled to announce the </w:t>
      </w:r>
      <w:r w:rsidRPr="603CDEF0" w:rsidR="004F797A">
        <w:rPr>
          <w:rFonts w:ascii="Arial" w:hAnsi="Arial" w:cs="Arial"/>
          <w:highlight w:val="green"/>
        </w:rPr>
        <w:t>[</w:t>
      </w:r>
      <w:r w:rsidRPr="603CDEF0" w:rsidR="7C4AA71D">
        <w:rPr>
          <w:rFonts w:ascii="Arial" w:hAnsi="Arial" w:cs="Arial"/>
          <w:highlight w:val="green"/>
        </w:rPr>
        <w:t xml:space="preserve">Workplace </w:t>
      </w:r>
      <w:r w:rsidRPr="603CDEF0" w:rsidR="004F797A">
        <w:rPr>
          <w:rFonts w:ascii="Arial" w:hAnsi="Arial" w:cs="Arial"/>
          <w:highlight w:val="green"/>
        </w:rPr>
        <w:t>Name]</w:t>
      </w:r>
      <w:r w:rsidRPr="603CDEF0" w:rsidR="004F797A">
        <w:rPr>
          <w:rFonts w:ascii="Arial" w:hAnsi="Arial" w:cs="Arial"/>
        </w:rPr>
        <w:t xml:space="preserve"> community has come together in an incredible way for the World's Greatest Shave, and the results are nothing short of amazing! </w:t>
      </w:r>
      <w:r w:rsidRPr="603CDEF0" w:rsidR="004F797A">
        <w:rPr>
          <w:rFonts w:ascii="Segoe UI Emoji" w:hAnsi="Segoe UI Emoji" w:cs="Segoe UI Emoji"/>
        </w:rPr>
        <w:t>💚🌟</w:t>
      </w:r>
    </w:p>
    <w:p w:rsidRPr="00312A10" w:rsidR="004F797A" w:rsidP="004F797A" w:rsidRDefault="06BE3F47" w14:paraId="5C55BC41" w14:textId="3FF9EA5E">
      <w:pPr>
        <w:rPr>
          <w:rFonts w:ascii="Arial" w:hAnsi="Arial" w:cs="Arial"/>
        </w:rPr>
      </w:pPr>
      <w:r w:rsidRPr="74F0E786">
        <w:rPr>
          <w:rFonts w:ascii="Segoe UI Emoji" w:hAnsi="Segoe UI Emoji" w:cs="Segoe UI Emoji"/>
        </w:rPr>
        <w:t>🙌</w:t>
      </w:r>
      <w:r w:rsidRPr="74F0E786">
        <w:rPr>
          <w:rFonts w:ascii="Arial" w:hAnsi="Arial" w:cs="Arial"/>
        </w:rPr>
        <w:t xml:space="preserve"> Together, </w:t>
      </w:r>
      <w:r w:rsidRPr="74F0E786" w:rsidR="5DC6C562">
        <w:rPr>
          <w:rFonts w:ascii="Arial" w:hAnsi="Arial" w:cs="Arial"/>
        </w:rPr>
        <w:t>w</w:t>
      </w:r>
      <w:r w:rsidRPr="74F0E786">
        <w:rPr>
          <w:rFonts w:ascii="Arial" w:hAnsi="Arial" w:cs="Arial"/>
        </w:rPr>
        <w:t xml:space="preserve">e've </w:t>
      </w:r>
      <w:r w:rsidRPr="74F0E786" w:rsidR="7C99CC8F">
        <w:rPr>
          <w:rFonts w:ascii="Arial" w:hAnsi="Arial" w:cs="Arial"/>
        </w:rPr>
        <w:t>r</w:t>
      </w:r>
      <w:r w:rsidRPr="74F0E786">
        <w:rPr>
          <w:rFonts w:ascii="Arial" w:hAnsi="Arial" w:cs="Arial"/>
        </w:rPr>
        <w:t xml:space="preserve">aised </w:t>
      </w:r>
      <w:r w:rsidRPr="74F0E786">
        <w:rPr>
          <w:rFonts w:ascii="Arial" w:hAnsi="Arial" w:cs="Arial"/>
          <w:highlight w:val="green"/>
        </w:rPr>
        <w:t>[Amount]</w:t>
      </w:r>
      <w:r w:rsidRPr="74F0E786">
        <w:rPr>
          <w:rFonts w:ascii="Arial" w:hAnsi="Arial" w:cs="Arial"/>
        </w:rPr>
        <w:t xml:space="preserve"> (and counting) for the Leukaemia Foundation! </w:t>
      </w:r>
    </w:p>
    <w:p w:rsidRPr="00312A10" w:rsidR="004F797A" w:rsidP="004F797A" w:rsidRDefault="004F797A" w14:paraId="6023EAB8" w14:textId="3FA869BA">
      <w:pPr>
        <w:rPr>
          <w:rFonts w:ascii="Arial" w:hAnsi="Arial" w:cs="Arial"/>
        </w:rPr>
      </w:pPr>
      <w:r w:rsidRPr="603CDEF0" w:rsidR="004F797A">
        <w:rPr>
          <w:rFonts w:ascii="Arial" w:hAnsi="Arial" w:cs="Arial"/>
        </w:rPr>
        <w:t>Our</w:t>
      </w:r>
      <w:r w:rsidRPr="603CDEF0" w:rsidR="2698182D">
        <w:rPr>
          <w:rFonts w:ascii="Arial" w:hAnsi="Arial" w:cs="Arial"/>
        </w:rPr>
        <w:t xml:space="preserve"> big-hearted </w:t>
      </w:r>
      <w:r w:rsidRPr="603CDEF0" w:rsidR="004F797A">
        <w:rPr>
          <w:rFonts w:ascii="Arial" w:hAnsi="Arial" w:cs="Arial"/>
        </w:rPr>
        <w:t xml:space="preserve">staff have embraced the spirit of giving, with many going the extra mile and </w:t>
      </w:r>
      <w:r w:rsidRPr="603CDEF0" w:rsidR="22609841">
        <w:rPr>
          <w:rFonts w:ascii="Arial" w:hAnsi="Arial" w:cs="Arial"/>
        </w:rPr>
        <w:t>S</w:t>
      </w:r>
      <w:r w:rsidRPr="603CDEF0" w:rsidR="004F797A">
        <w:rPr>
          <w:rFonts w:ascii="Arial" w:hAnsi="Arial" w:cs="Arial"/>
        </w:rPr>
        <w:t xml:space="preserve">having, </w:t>
      </w:r>
      <w:r w:rsidRPr="603CDEF0" w:rsidR="1638FC1F">
        <w:rPr>
          <w:rFonts w:ascii="Arial" w:hAnsi="Arial" w:cs="Arial"/>
        </w:rPr>
        <w:t>C</w:t>
      </w:r>
      <w:r w:rsidRPr="603CDEF0" w:rsidR="004F797A">
        <w:rPr>
          <w:rFonts w:ascii="Arial" w:hAnsi="Arial" w:cs="Arial"/>
        </w:rPr>
        <w:t xml:space="preserve">utting or </w:t>
      </w:r>
      <w:r w:rsidRPr="603CDEF0" w:rsidR="233BB4B5">
        <w:rPr>
          <w:rFonts w:ascii="Arial" w:hAnsi="Arial" w:cs="Arial"/>
        </w:rPr>
        <w:t>C</w:t>
      </w:r>
      <w:r w:rsidRPr="603CDEF0" w:rsidR="004F797A">
        <w:rPr>
          <w:rFonts w:ascii="Arial" w:hAnsi="Arial" w:cs="Arial"/>
        </w:rPr>
        <w:t>olouring the hair to show solidarity with those families facing blood cancer.</w:t>
      </w:r>
    </w:p>
    <w:p w:rsidRPr="00312A10" w:rsidR="004F797A" w:rsidP="004F797A" w:rsidRDefault="06BE3F47" w14:paraId="5CF07E44" w14:textId="1F1B8FA1">
      <w:pPr>
        <w:rPr>
          <w:rFonts w:ascii="Arial" w:hAnsi="Arial" w:cs="Arial"/>
        </w:rPr>
      </w:pPr>
      <w:r w:rsidRPr="603CDEF0" w:rsidR="06BE3F47">
        <w:rPr>
          <w:rFonts w:ascii="Arial" w:hAnsi="Arial" w:cs="Arial"/>
        </w:rPr>
        <w:t xml:space="preserve">A huge THANK YOU to everyone who sponsored, participated, and supported this fantastic cause. Your generosity will make a significant impact </w:t>
      </w:r>
      <w:r w:rsidRPr="603CDEF0" w:rsidR="0A9EFC84">
        <w:rPr>
          <w:rFonts w:ascii="Arial" w:hAnsi="Arial" w:cs="Arial"/>
        </w:rPr>
        <w:t>for people facing</w:t>
      </w:r>
      <w:r w:rsidRPr="603CDEF0" w:rsidR="46CB57E8">
        <w:rPr>
          <w:rFonts w:ascii="Arial" w:hAnsi="Arial" w:cs="Arial"/>
        </w:rPr>
        <w:t xml:space="preserve"> </w:t>
      </w:r>
      <w:r w:rsidRPr="603CDEF0" w:rsidR="06BE3F47">
        <w:rPr>
          <w:rFonts w:ascii="Arial" w:hAnsi="Arial" w:cs="Arial"/>
        </w:rPr>
        <w:t xml:space="preserve">blood cancer. There’s still time to donate to our </w:t>
      </w:r>
      <w:r w:rsidRPr="603CDEF0" w:rsidR="06BE3F47">
        <w:rPr>
          <w:rFonts w:ascii="Arial" w:hAnsi="Arial" w:cs="Arial"/>
        </w:rPr>
        <w:t xml:space="preserve">team </w:t>
      </w:r>
      <w:r w:rsidRPr="603CDEF0" w:rsidR="06BE3F47">
        <w:rPr>
          <w:rFonts w:ascii="Arial" w:hAnsi="Arial" w:cs="Arial"/>
          <w:lang w:eastAsia="en-AU"/>
        </w:rPr>
        <w:t xml:space="preserve">online at </w:t>
      </w:r>
      <w:r w:rsidRPr="603CDEF0" w:rsidR="06BE3F47">
        <w:rPr>
          <w:rFonts w:ascii="Arial" w:hAnsi="Arial" w:cs="Arial"/>
          <w:highlight w:val="green"/>
          <w:lang w:eastAsia="en-AU"/>
        </w:rPr>
        <w:t>[Fundraising Page Link]</w:t>
      </w:r>
      <w:r w:rsidRPr="603CDEF0" w:rsidR="06BE3F47">
        <w:rPr>
          <w:rFonts w:ascii="Arial" w:hAnsi="Arial" w:cs="Arial"/>
          <w:lang w:eastAsia="en-AU"/>
        </w:rPr>
        <w:t>.</w:t>
      </w:r>
    </w:p>
    <w:p w:rsidRPr="00312A10" w:rsidR="004F797A" w:rsidP="004F797A" w:rsidRDefault="06BE3F47" w14:paraId="1128E659" w14:textId="7F08842B">
      <w:pPr>
        <w:rPr>
          <w:rFonts w:ascii="Arial" w:hAnsi="Arial" w:cs="Arial"/>
        </w:rPr>
      </w:pPr>
      <w:r w:rsidRPr="495D5BAA" w:rsidR="06BE3F47">
        <w:rPr>
          <w:rFonts w:ascii="Segoe UI Emoji" w:hAnsi="Segoe UI Emoji" w:cs="Segoe UI Emoji"/>
        </w:rPr>
        <w:t>📸</w:t>
      </w:r>
      <w:r w:rsidRPr="495D5BAA" w:rsidR="06BE3F47">
        <w:rPr>
          <w:rFonts w:ascii="Arial" w:hAnsi="Arial" w:cs="Arial"/>
        </w:rPr>
        <w:t xml:space="preserve"> Share </w:t>
      </w:r>
      <w:r w:rsidRPr="495D5BAA" w:rsidR="3B85CDA6">
        <w:rPr>
          <w:rFonts w:ascii="Arial" w:hAnsi="Arial" w:cs="Arial"/>
        </w:rPr>
        <w:t>y</w:t>
      </w:r>
      <w:r w:rsidRPr="495D5BAA" w:rsidR="06BE3F47">
        <w:rPr>
          <w:rFonts w:ascii="Arial" w:hAnsi="Arial" w:cs="Arial"/>
        </w:rPr>
        <w:t xml:space="preserve">our World’s Greatest Shave </w:t>
      </w:r>
      <w:r w:rsidRPr="495D5BAA" w:rsidR="40BD81D2">
        <w:rPr>
          <w:rFonts w:ascii="Arial" w:hAnsi="Arial" w:cs="Arial"/>
        </w:rPr>
        <w:t>m</w:t>
      </w:r>
      <w:r w:rsidRPr="495D5BAA" w:rsidR="06BE3F47">
        <w:rPr>
          <w:rFonts w:ascii="Arial" w:hAnsi="Arial" w:cs="Arial"/>
        </w:rPr>
        <w:t xml:space="preserve">oments! </w:t>
      </w:r>
      <w:r w:rsidRPr="495D5BAA" w:rsidR="06BE3F47">
        <w:rPr>
          <w:rFonts w:ascii="Arial" w:hAnsi="Arial" w:cs="Arial"/>
        </w:rPr>
        <w:t>We'd</w:t>
      </w:r>
      <w:r w:rsidRPr="495D5BAA" w:rsidR="06BE3F47">
        <w:rPr>
          <w:rFonts w:ascii="Arial" w:hAnsi="Arial" w:cs="Arial"/>
        </w:rPr>
        <w:t xml:space="preserve"> love to see and share all the beautiful moments from our World's Greatest Shave experience. Use the hashtag #</w:t>
      </w:r>
      <w:r w:rsidRPr="495D5BAA" w:rsidR="06BE3F47">
        <w:rPr>
          <w:rFonts w:ascii="Arial" w:hAnsi="Arial" w:cs="Arial"/>
        </w:rPr>
        <w:t>WGSat</w:t>
      </w:r>
      <w:r w:rsidRPr="495D5BAA" w:rsidR="06BE3F47">
        <w:rPr>
          <w:rFonts w:ascii="Arial" w:hAnsi="Arial" w:cs="Arial"/>
          <w:highlight w:val="green"/>
          <w:rPrChange w:author="Janica Lewis" w:date="2024-09-24T07:31:35.68Z" w:id="781506887">
            <w:rPr>
              <w:rFonts w:ascii="Arial" w:hAnsi="Arial" w:cs="Arial"/>
            </w:rPr>
          </w:rPrChange>
        </w:rPr>
        <w:t>[</w:t>
      </w:r>
      <w:r w:rsidRPr="495D5BAA" w:rsidR="407196A3">
        <w:rPr>
          <w:rFonts w:ascii="Arial" w:hAnsi="Arial" w:cs="Arial"/>
          <w:highlight w:val="green"/>
          <w:rPrChange w:author="Janica Lewis" w:date="2024-09-24T07:31:35.681Z" w:id="2017740489">
            <w:rPr>
              <w:rFonts w:ascii="Arial" w:hAnsi="Arial" w:cs="Arial"/>
            </w:rPr>
          </w:rPrChange>
        </w:rPr>
        <w:t>WorkplaceName</w:t>
      </w:r>
      <w:r w:rsidRPr="495D5BAA" w:rsidR="06BE3F47">
        <w:rPr>
          <w:rFonts w:ascii="Arial" w:hAnsi="Arial" w:cs="Arial"/>
          <w:highlight w:val="green"/>
          <w:rPrChange w:author="Janica Lewis" w:date="2024-09-24T07:31:35.681Z" w:id="110133295">
            <w:rPr>
              <w:rFonts w:ascii="Arial" w:hAnsi="Arial" w:cs="Arial"/>
            </w:rPr>
          </w:rPrChange>
        </w:rPr>
        <w:t>]</w:t>
      </w:r>
      <w:r w:rsidRPr="495D5BAA" w:rsidR="06BE3F47">
        <w:rPr>
          <w:rFonts w:ascii="Arial" w:hAnsi="Arial" w:cs="Arial"/>
        </w:rPr>
        <w:t xml:space="preserve"> and tag us in your photos and stories. </w:t>
      </w:r>
      <w:r w:rsidRPr="495D5BAA" w:rsidR="06BE3F47">
        <w:rPr>
          <w:rFonts w:ascii="Arial" w:hAnsi="Arial" w:cs="Arial"/>
        </w:rPr>
        <w:t>Let's</w:t>
      </w:r>
      <w:r w:rsidRPr="495D5BAA" w:rsidR="06BE3F47">
        <w:rPr>
          <w:rFonts w:ascii="Arial" w:hAnsi="Arial" w:cs="Arial"/>
        </w:rPr>
        <w:t xml:space="preserve"> celebrate the strength and compassion of our </w:t>
      </w:r>
      <w:r w:rsidRPr="495D5BAA" w:rsidR="06BE3F47">
        <w:rPr>
          <w:rFonts w:ascii="Arial" w:hAnsi="Arial" w:cs="Arial"/>
          <w:highlight w:val="green"/>
        </w:rPr>
        <w:t>[</w:t>
      </w:r>
      <w:r w:rsidRPr="495D5BAA" w:rsidR="7EA5EFF6">
        <w:rPr>
          <w:rFonts w:ascii="Arial" w:hAnsi="Arial" w:cs="Arial"/>
          <w:highlight w:val="green"/>
        </w:rPr>
        <w:t xml:space="preserve">Workplace </w:t>
      </w:r>
      <w:r w:rsidRPr="495D5BAA" w:rsidR="06BE3F47">
        <w:rPr>
          <w:rFonts w:ascii="Arial" w:hAnsi="Arial" w:cs="Arial"/>
          <w:highlight w:val="green"/>
        </w:rPr>
        <w:t>Name]</w:t>
      </w:r>
      <w:r w:rsidRPr="495D5BAA" w:rsidR="06BE3F47">
        <w:rPr>
          <w:rFonts w:ascii="Arial" w:hAnsi="Arial" w:cs="Arial"/>
        </w:rPr>
        <w:t xml:space="preserve"> community!</w:t>
      </w:r>
    </w:p>
    <w:p w:rsidRPr="00312A10" w:rsidR="004F797A" w:rsidP="004F797A" w:rsidRDefault="06BE3F47" w14:paraId="6919B088" w14:textId="3D0B3D32">
      <w:pPr>
        <w:rPr>
          <w:rFonts w:ascii="Arial" w:hAnsi="Arial" w:cs="Arial"/>
        </w:rPr>
      </w:pPr>
      <w:r w:rsidRPr="5F1D727A">
        <w:rPr>
          <w:rFonts w:ascii="Segoe UI Emoji" w:hAnsi="Segoe UI Emoji" w:cs="Segoe UI Emoji"/>
        </w:rPr>
        <w:t>🌍</w:t>
      </w:r>
      <w:r w:rsidRPr="5F1D727A">
        <w:rPr>
          <w:rFonts w:ascii="Arial" w:hAnsi="Arial" w:cs="Arial"/>
        </w:rPr>
        <w:t xml:space="preserve"> Making a </w:t>
      </w:r>
      <w:r w:rsidRPr="5F1D727A" w:rsidR="746E428D">
        <w:rPr>
          <w:rFonts w:ascii="Arial" w:hAnsi="Arial" w:cs="Arial"/>
        </w:rPr>
        <w:t>d</w:t>
      </w:r>
      <w:r w:rsidRPr="5F1D727A">
        <w:rPr>
          <w:rFonts w:ascii="Arial" w:hAnsi="Arial" w:cs="Arial"/>
        </w:rPr>
        <w:t>ifference! Your contributions will support critical research, care, and services provided by the Leukaemia Foundation. We're proud to be part of such a compassionate and giving community.</w:t>
      </w:r>
    </w:p>
    <w:p w:rsidRPr="00312A10" w:rsidR="004F797A" w:rsidP="004F797A" w:rsidRDefault="004F797A" w14:paraId="19964732" w14:textId="77777777">
      <w:pPr>
        <w:rPr>
          <w:rFonts w:ascii="Arial" w:hAnsi="Arial" w:cs="Arial"/>
        </w:rPr>
      </w:pPr>
      <w:r w:rsidRPr="00312A10">
        <w:rPr>
          <w:rFonts w:ascii="Arial" w:hAnsi="Arial" w:cs="Arial"/>
        </w:rPr>
        <w:t>Thank you for being the driving force behind our success in the World's Greatest Shave. Let's continue making a positive impact together!</w:t>
      </w:r>
    </w:p>
    <w:p w:rsidRPr="00312A10" w:rsidR="004F797A" w:rsidP="004F797A" w:rsidRDefault="004F797A" w14:paraId="35361152" w14:textId="0C2FCDA7">
      <w:pPr>
        <w:rPr>
          <w:rFonts w:ascii="Arial" w:hAnsi="Arial" w:cs="Arial"/>
        </w:rPr>
      </w:pPr>
      <w:r w:rsidRPr="603CDEF0" w:rsidR="004F797A">
        <w:rPr>
          <w:rFonts w:ascii="Arial" w:hAnsi="Arial" w:cs="Arial"/>
        </w:rPr>
        <w:t>#WGSat</w:t>
      </w:r>
      <w:r w:rsidRPr="603CDEF0" w:rsidR="004F797A">
        <w:rPr>
          <w:rFonts w:ascii="Arial" w:hAnsi="Arial" w:cs="Arial"/>
          <w:highlight w:val="green"/>
        </w:rPr>
        <w:t>[</w:t>
      </w:r>
      <w:r w:rsidRPr="603CDEF0" w:rsidR="2774016C">
        <w:rPr>
          <w:rFonts w:ascii="Arial" w:hAnsi="Arial" w:cs="Arial"/>
          <w:highlight w:val="green"/>
        </w:rPr>
        <w:t>WorkplaceName</w:t>
      </w:r>
      <w:r w:rsidRPr="603CDEF0" w:rsidR="004F797A">
        <w:rPr>
          <w:rFonts w:ascii="Arial" w:hAnsi="Arial" w:cs="Arial"/>
          <w:highlight w:val="green"/>
        </w:rPr>
        <w:t>]</w:t>
      </w:r>
      <w:r w:rsidRPr="603CDEF0" w:rsidR="004F797A">
        <w:rPr>
          <w:rFonts w:ascii="Arial" w:hAnsi="Arial" w:cs="Arial"/>
        </w:rPr>
        <w:t xml:space="preserve"> #CommunityImpact #LeukaemiaFoundation #MakingADifference </w:t>
      </w:r>
      <w:r w:rsidRPr="603CDEF0" w:rsidR="004F797A">
        <w:rPr>
          <w:rFonts w:ascii="Segoe UI Emoji" w:hAnsi="Segoe UI Emoji" w:cs="Segoe UI Emoji"/>
        </w:rPr>
        <w:t>💙🌟</w:t>
      </w:r>
    </w:p>
    <w:p w:rsidR="004F797A" w:rsidP="004F797A" w:rsidRDefault="004F797A" w14:paraId="76434D8E" w14:textId="5881EC2D">
      <w:pPr>
        <w:rPr>
          <w:rFonts w:ascii="Segoe UI Emoji" w:hAnsi="Segoe UI Emoji" w:cs="Segoe UI Emoji"/>
        </w:rPr>
      </w:pPr>
    </w:p>
    <w:p w:rsidR="2C9DD872" w:rsidP="60175992" w:rsidRDefault="2C9DD872" w14:paraId="09A1468E" w14:textId="59BA0E80">
      <w:pPr>
        <w:pStyle w:val="BasicParagraph"/>
        <w:spacing w:before="425"/>
        <w:rPr>
          <w:rFonts w:ascii="Arial" w:hAnsi="Arial" w:cs="Arial"/>
          <w:b w:val="1"/>
          <w:bCs w:val="1"/>
          <w:color w:val="000008"/>
          <w:sz w:val="20"/>
          <w:szCs w:val="20"/>
          <w:lang w:val="en-AU"/>
        </w:rPr>
      </w:pPr>
      <w:r w:rsidRPr="2E9037AB" w:rsidR="17E0466C">
        <w:rPr>
          <w:rFonts w:ascii="Arial" w:hAnsi="Arial" w:cs="Arial"/>
          <w:b w:val="1"/>
          <w:bCs w:val="1"/>
          <w:color w:val="000008"/>
          <w:lang w:val="en-AU"/>
        </w:rPr>
        <w:t>Post Event follow up</w:t>
      </w:r>
      <w:r w:rsidRPr="2E9037AB" w:rsidR="399E564D">
        <w:rPr>
          <w:rFonts w:ascii="Arial" w:hAnsi="Arial" w:cs="Arial"/>
          <w:b w:val="1"/>
          <w:bCs w:val="1"/>
          <w:color w:val="000008"/>
          <w:lang w:val="en-AU"/>
        </w:rPr>
        <w:t xml:space="preserve"> (formal)</w:t>
      </w:r>
      <w:r w:rsidRPr="2E9037AB" w:rsidR="17E0466C">
        <w:rPr>
          <w:rFonts w:ascii="Arial" w:hAnsi="Arial" w:cs="Arial"/>
          <w:b w:val="1"/>
          <w:bCs w:val="1"/>
          <w:color w:val="000008"/>
          <w:lang w:val="en-AU"/>
        </w:rPr>
        <w:t xml:space="preserve"> | social media</w:t>
      </w:r>
      <w:r>
        <w:br/>
      </w:r>
    </w:p>
    <w:p w:rsidR="2C9DD872" w:rsidP="34D0A1D5" w:rsidRDefault="2C9DD872" w14:paraId="2B24534C" w14:textId="5D5FC9B9">
      <w:pPr>
        <w:rPr>
          <w:rFonts w:ascii="Segoe UI Emoji" w:hAnsi="Segoe UI Emoji" w:cs="Segoe UI Emoji"/>
        </w:rPr>
      </w:pPr>
      <w:r w:rsidRPr="2E9037AB" w:rsidR="17E0466C">
        <w:rPr>
          <w:rFonts w:ascii="Arial" w:hAnsi="Arial" w:cs="Arial"/>
        </w:rPr>
        <w:t>We’re</w:t>
      </w:r>
      <w:r w:rsidRPr="2E9037AB" w:rsidR="17E0466C">
        <w:rPr>
          <w:rFonts w:ascii="Arial" w:hAnsi="Arial" w:cs="Arial"/>
        </w:rPr>
        <w:t xml:space="preserve"> thrilled to announce the </w:t>
      </w:r>
      <w:r w:rsidRPr="2E9037AB" w:rsidR="17E0466C">
        <w:rPr>
          <w:rFonts w:ascii="Arial" w:hAnsi="Arial" w:cs="Arial"/>
          <w:highlight w:val="green"/>
        </w:rPr>
        <w:t>[Workplace Name]</w:t>
      </w:r>
      <w:r w:rsidRPr="2E9037AB" w:rsidR="17E0466C">
        <w:rPr>
          <w:rFonts w:ascii="Arial" w:hAnsi="Arial" w:cs="Arial"/>
        </w:rPr>
        <w:t xml:space="preserve"> community has come together in an incredible way for the World's Greatest Shave, and the results are nothing short of amazing!</w:t>
      </w:r>
    </w:p>
    <w:p w:rsidR="2C9DD872" w:rsidP="60175992" w:rsidRDefault="2C9DD872" w14:paraId="4E413734" w14:textId="2B030F60">
      <w:pPr>
        <w:rPr>
          <w:rFonts w:ascii="Arial" w:hAnsi="Arial" w:cs="Arial"/>
        </w:rPr>
      </w:pPr>
      <w:r w:rsidRPr="2E9037AB" w:rsidR="17E0466C">
        <w:rPr>
          <w:rFonts w:ascii="Arial" w:hAnsi="Arial" w:cs="Arial"/>
        </w:rPr>
        <w:t xml:space="preserve">Together, </w:t>
      </w:r>
      <w:r w:rsidRPr="2E9037AB" w:rsidR="17E0466C">
        <w:rPr>
          <w:rFonts w:ascii="Arial" w:hAnsi="Arial" w:cs="Arial"/>
        </w:rPr>
        <w:t>we've</w:t>
      </w:r>
      <w:r w:rsidRPr="2E9037AB" w:rsidR="17E0466C">
        <w:rPr>
          <w:rFonts w:ascii="Arial" w:hAnsi="Arial" w:cs="Arial"/>
        </w:rPr>
        <w:t xml:space="preserve"> raised </w:t>
      </w:r>
      <w:r w:rsidRPr="2E9037AB" w:rsidR="17E0466C">
        <w:rPr>
          <w:rFonts w:ascii="Arial" w:hAnsi="Arial" w:cs="Arial"/>
          <w:highlight w:val="green"/>
        </w:rPr>
        <w:t>[Amount]</w:t>
      </w:r>
      <w:r w:rsidRPr="2E9037AB" w:rsidR="17E0466C">
        <w:rPr>
          <w:rFonts w:ascii="Arial" w:hAnsi="Arial" w:cs="Arial"/>
        </w:rPr>
        <w:t xml:space="preserve"> (and counting) for the Leukaemia Foundation! </w:t>
      </w:r>
    </w:p>
    <w:p w:rsidR="2C9DD872" w:rsidP="60175992" w:rsidRDefault="2C9DD872" w14:paraId="7FAD37A6" w14:textId="5B49ED5A">
      <w:pPr>
        <w:rPr>
          <w:rFonts w:ascii="Arial" w:hAnsi="Arial" w:cs="Arial"/>
        </w:rPr>
      </w:pPr>
      <w:r w:rsidRPr="2E9037AB" w:rsidR="17E0466C">
        <w:rPr>
          <w:rFonts w:ascii="Arial" w:hAnsi="Arial" w:cs="Arial"/>
        </w:rPr>
        <w:t>Our big-hearted staff have embraced the spirit of giving, with many going the extra mile and Shaving, Cutting or Colouring the hair to show solidarity with those families facing blood cancer.</w:t>
      </w:r>
    </w:p>
    <w:p w:rsidR="2C9DD872" w:rsidP="60175992" w:rsidRDefault="2C9DD872" w14:paraId="1AA7F02C" w14:textId="380A7091">
      <w:pPr>
        <w:rPr>
          <w:rFonts w:ascii="Arial" w:hAnsi="Arial" w:cs="Arial"/>
        </w:rPr>
      </w:pPr>
      <w:r w:rsidRPr="2E9037AB" w:rsidR="17E0466C">
        <w:rPr>
          <w:rFonts w:ascii="Arial" w:hAnsi="Arial" w:cs="Arial"/>
        </w:rPr>
        <w:t xml:space="preserve">A huge </w:t>
      </w:r>
      <w:r w:rsidRPr="2E9037AB" w:rsidR="046650FC">
        <w:rPr>
          <w:rFonts w:ascii="Arial" w:hAnsi="Arial" w:cs="Arial"/>
        </w:rPr>
        <w:t>thank you</w:t>
      </w:r>
      <w:r w:rsidRPr="2E9037AB" w:rsidR="17E0466C">
        <w:rPr>
          <w:rFonts w:ascii="Arial" w:hAnsi="Arial" w:cs="Arial"/>
        </w:rPr>
        <w:t xml:space="preserve"> to everyone who sponsored, </w:t>
      </w:r>
      <w:r w:rsidRPr="2E9037AB" w:rsidR="17E0466C">
        <w:rPr>
          <w:rFonts w:ascii="Arial" w:hAnsi="Arial" w:cs="Arial"/>
        </w:rPr>
        <w:t>participated</w:t>
      </w:r>
      <w:r w:rsidRPr="2E9037AB" w:rsidR="17E0466C">
        <w:rPr>
          <w:rFonts w:ascii="Arial" w:hAnsi="Arial" w:cs="Arial"/>
        </w:rPr>
        <w:t xml:space="preserve">, and supported this fantastic cause. Your generosity will make a significant impact for people facing blood cancer. There’s still time to donate to our team online at </w:t>
      </w:r>
      <w:r w:rsidRPr="2E9037AB" w:rsidR="17E0466C">
        <w:rPr>
          <w:rFonts w:ascii="Arial" w:hAnsi="Arial" w:cs="Arial"/>
          <w:highlight w:val="green"/>
          <w:lang w:eastAsia="en-AU"/>
        </w:rPr>
        <w:t>[Fundraising Page Link]</w:t>
      </w:r>
      <w:r w:rsidRPr="2E9037AB" w:rsidR="17E0466C">
        <w:rPr>
          <w:rFonts w:ascii="Arial" w:hAnsi="Arial" w:cs="Arial"/>
          <w:lang w:eastAsia="en-AU"/>
        </w:rPr>
        <w:t>.</w:t>
      </w:r>
    </w:p>
    <w:p w:rsidR="2C9DD872" w:rsidP="60175992" w:rsidRDefault="2C9DD872" w14:paraId="0B1D402C" w14:textId="68AB2117">
      <w:pPr>
        <w:rPr>
          <w:rFonts w:ascii="Arial" w:hAnsi="Arial" w:cs="Arial"/>
        </w:rPr>
      </w:pPr>
      <w:r w:rsidRPr="2E9037AB" w:rsidR="17E0466C">
        <w:rPr>
          <w:rFonts w:ascii="Arial" w:hAnsi="Arial" w:cs="Arial"/>
        </w:rPr>
        <w:t xml:space="preserve">Share your World’s Greatest Shave moments! </w:t>
      </w:r>
      <w:r w:rsidRPr="2E9037AB" w:rsidR="17E0466C">
        <w:rPr>
          <w:rFonts w:ascii="Arial" w:hAnsi="Arial" w:cs="Arial"/>
        </w:rPr>
        <w:t>We'd</w:t>
      </w:r>
      <w:r w:rsidRPr="2E9037AB" w:rsidR="17E0466C">
        <w:rPr>
          <w:rFonts w:ascii="Arial" w:hAnsi="Arial" w:cs="Arial"/>
        </w:rPr>
        <w:t xml:space="preserve"> love to see and share all the beautiful moments from our World's Greatest Shave experience</w:t>
      </w:r>
      <w:r w:rsidRPr="2E9037AB" w:rsidR="17E0466C">
        <w:rPr>
          <w:rFonts w:ascii="Arial" w:hAnsi="Arial" w:cs="Arial"/>
        </w:rPr>
        <w:t xml:space="preserve">. </w:t>
      </w:r>
      <w:r w:rsidRPr="2E9037AB" w:rsidR="17E0466C">
        <w:rPr>
          <w:rFonts w:ascii="Arial" w:hAnsi="Arial" w:cs="Arial"/>
        </w:rPr>
        <w:t>Let's</w:t>
      </w:r>
      <w:r w:rsidRPr="2E9037AB" w:rsidR="17E0466C">
        <w:rPr>
          <w:rFonts w:ascii="Arial" w:hAnsi="Arial" w:cs="Arial"/>
        </w:rPr>
        <w:t xml:space="preserve"> celebrate the strength and compassion of our </w:t>
      </w:r>
      <w:r w:rsidRPr="2E9037AB" w:rsidR="17E0466C">
        <w:rPr>
          <w:rFonts w:ascii="Arial" w:hAnsi="Arial" w:cs="Arial"/>
          <w:highlight w:val="green"/>
        </w:rPr>
        <w:t>[Workplace Name]</w:t>
      </w:r>
      <w:r w:rsidRPr="2E9037AB" w:rsidR="17E0466C">
        <w:rPr>
          <w:rFonts w:ascii="Arial" w:hAnsi="Arial" w:cs="Arial"/>
        </w:rPr>
        <w:t xml:space="preserve"> community!</w:t>
      </w:r>
    </w:p>
    <w:p w:rsidR="2C9DD872" w:rsidP="60175992" w:rsidRDefault="2C9DD872" w14:paraId="05AF870C" w14:textId="28CED979">
      <w:pPr>
        <w:rPr>
          <w:rFonts w:ascii="Arial" w:hAnsi="Arial" w:cs="Arial"/>
        </w:rPr>
      </w:pPr>
      <w:r w:rsidRPr="2E9037AB" w:rsidR="17E0466C">
        <w:rPr>
          <w:rFonts w:ascii="Arial" w:hAnsi="Arial" w:cs="Arial"/>
        </w:rPr>
        <w:t xml:space="preserve">Your contributions will support critical research, care, and services provided by the Leukaemia Foundation. </w:t>
      </w:r>
      <w:r w:rsidRPr="2E9037AB" w:rsidR="17E0466C">
        <w:rPr>
          <w:rFonts w:ascii="Arial" w:hAnsi="Arial" w:cs="Arial"/>
        </w:rPr>
        <w:t>We're</w:t>
      </w:r>
      <w:r w:rsidRPr="2E9037AB" w:rsidR="17E0466C">
        <w:rPr>
          <w:rFonts w:ascii="Arial" w:hAnsi="Arial" w:cs="Arial"/>
        </w:rPr>
        <w:t xml:space="preserve"> proud to be part of such a compassionate and giving community.</w:t>
      </w:r>
    </w:p>
    <w:p w:rsidR="60175992" w:rsidP="181D819D" w:rsidRDefault="60175992" w14:paraId="24BDB9E7" w14:textId="273AB0E6">
      <w:pPr>
        <w:rPr>
          <w:rFonts w:ascii="Arial" w:hAnsi="Arial" w:cs="Arial"/>
        </w:rPr>
      </w:pPr>
      <w:r w:rsidRPr="2E9037AB" w:rsidR="17E0466C">
        <w:rPr>
          <w:rFonts w:ascii="Arial" w:hAnsi="Arial" w:cs="Arial"/>
        </w:rPr>
        <w:t>Thank you for being the driving force behind our success in the World's Greatest Shave. Let's continue making a positive impact together!</w:t>
      </w:r>
    </w:p>
    <w:p w:rsidRPr="00DB322E" w:rsidR="004F797A" w:rsidP="004F797A" w:rsidRDefault="004F797A" w14:paraId="0F032777" w14:textId="62D2CC23"/>
    <w:p w:rsidR="004F797A" w:rsidP="004F797A" w:rsidRDefault="63F9CFB6" w14:paraId="070DC2D8" w14:textId="59092B1A">
      <w:pPr>
        <w:pStyle w:val="BasicParagraph"/>
        <w:suppressAutoHyphens/>
        <w:spacing w:before="425"/>
        <w:rPr>
          <w:rFonts w:ascii="Arial" w:hAnsi="Arial" w:cs="Arial"/>
          <w:b/>
          <w:bCs/>
          <w:color w:val="000008"/>
          <w:lang w:val="en-AU"/>
        </w:rPr>
      </w:pPr>
      <w:bookmarkStart w:name="PEFUN" w:id="5"/>
      <w:bookmarkEnd w:id="5"/>
      <w:r w:rsidRPr="5F1D727A">
        <w:rPr>
          <w:rFonts w:ascii="Arial" w:hAnsi="Arial" w:cs="Arial"/>
          <w:b/>
          <w:bCs/>
          <w:color w:val="000008"/>
          <w:lang w:val="en-AU"/>
        </w:rPr>
        <w:lastRenderedPageBreak/>
        <w:t>Post event f</w:t>
      </w:r>
      <w:r w:rsidRPr="5F1D727A" w:rsidR="06BE3F47">
        <w:rPr>
          <w:rFonts w:ascii="Arial" w:hAnsi="Arial" w:cs="Arial"/>
          <w:b/>
          <w:bCs/>
          <w:color w:val="000008"/>
          <w:lang w:val="en-AU"/>
        </w:rPr>
        <w:t xml:space="preserve">ollow up | </w:t>
      </w:r>
      <w:r w:rsidRPr="5F1D727A" w:rsidR="5A44A991">
        <w:rPr>
          <w:rFonts w:ascii="Arial" w:hAnsi="Arial" w:cs="Arial"/>
          <w:b/>
          <w:bCs/>
          <w:color w:val="000008"/>
          <w:lang w:val="en-AU"/>
        </w:rPr>
        <w:t>n</w:t>
      </w:r>
      <w:r w:rsidRPr="5F1D727A" w:rsidR="06BE3F47">
        <w:rPr>
          <w:rFonts w:ascii="Arial" w:hAnsi="Arial" w:cs="Arial"/>
          <w:b/>
          <w:bCs/>
          <w:color w:val="000008"/>
          <w:lang w:val="en-AU"/>
        </w:rPr>
        <w:t>ewsletter or letter</w:t>
      </w:r>
    </w:p>
    <w:p w:rsidR="004F797A" w:rsidP="004F797A" w:rsidRDefault="004F797A" w14:paraId="35F89E4E" w14:textId="77777777"/>
    <w:p w:rsidRPr="00312A10" w:rsidR="004F797A" w:rsidP="004F797A" w:rsidRDefault="004F797A" w14:paraId="1DDDD4E7" w14:textId="4733FF16">
      <w:pPr>
        <w:rPr>
          <w:rFonts w:ascii="Arial" w:hAnsi="Arial" w:cs="Arial"/>
        </w:rPr>
      </w:pPr>
      <w:r w:rsidRPr="603CDEF0" w:rsidR="004F797A">
        <w:rPr>
          <w:rFonts w:ascii="Arial" w:hAnsi="Arial" w:cs="Arial"/>
        </w:rPr>
        <w:t xml:space="preserve">Celebrating Community Spirit: </w:t>
      </w:r>
      <w:r w:rsidRPr="603CDEF0" w:rsidR="004F797A">
        <w:rPr>
          <w:rFonts w:ascii="Arial" w:hAnsi="Arial" w:cs="Arial"/>
          <w:highlight w:val="green"/>
        </w:rPr>
        <w:t>[</w:t>
      </w:r>
      <w:r w:rsidRPr="603CDEF0" w:rsidR="6C9A5CA5">
        <w:rPr>
          <w:rFonts w:ascii="Arial" w:hAnsi="Arial" w:cs="Arial"/>
          <w:highlight w:val="green"/>
        </w:rPr>
        <w:t xml:space="preserve">Workplace </w:t>
      </w:r>
      <w:r w:rsidRPr="603CDEF0" w:rsidR="004F797A">
        <w:rPr>
          <w:rFonts w:ascii="Arial" w:hAnsi="Arial" w:cs="Arial"/>
          <w:highlight w:val="green"/>
        </w:rPr>
        <w:t>Name]</w:t>
      </w:r>
      <w:r w:rsidRPr="603CDEF0" w:rsidR="004F797A">
        <w:rPr>
          <w:rFonts w:ascii="Arial" w:hAnsi="Arial" w:cs="Arial"/>
        </w:rPr>
        <w:t xml:space="preserve"> Shines in the World's Greatest Shave!</w:t>
      </w:r>
    </w:p>
    <w:p w:rsidRPr="00312A10" w:rsidR="004F797A" w:rsidP="004F797A" w:rsidRDefault="06BE3F47" w14:paraId="623D6F18" w14:textId="6CE2BACC">
      <w:pPr>
        <w:rPr>
          <w:rFonts w:ascii="Arial" w:hAnsi="Arial" w:cs="Arial"/>
        </w:rPr>
      </w:pPr>
      <w:r w:rsidRPr="603CDEF0" w:rsidR="06BE3F47">
        <w:rPr>
          <w:rFonts w:ascii="Arial" w:hAnsi="Arial" w:cs="Arial"/>
        </w:rPr>
        <w:t>Dea</w:t>
      </w:r>
      <w:r w:rsidRPr="603CDEF0" w:rsidR="7C88A1D8">
        <w:rPr>
          <w:rFonts w:ascii="Arial" w:hAnsi="Arial" w:cs="Arial"/>
        </w:rPr>
        <w:t>r staff,</w:t>
      </w:r>
    </w:p>
    <w:p w:rsidRPr="00312A10" w:rsidR="004F797A" w:rsidP="603CDEF0" w:rsidRDefault="06BE3F47" w14:paraId="69DBC901" w14:textId="55CABA86">
      <w:pPr>
        <w:pStyle w:val="Normal"/>
        <w:rPr>
          <w:rFonts w:ascii="Arial" w:hAnsi="Arial" w:cs="Arial"/>
        </w:rPr>
      </w:pPr>
      <w:r w:rsidRPr="603CDEF0" w:rsidR="06BE3F47">
        <w:rPr>
          <w:rFonts w:ascii="Arial" w:hAnsi="Arial" w:cs="Arial"/>
        </w:rPr>
        <w:t>We’re</w:t>
      </w:r>
      <w:r w:rsidRPr="603CDEF0" w:rsidR="06BE3F47">
        <w:rPr>
          <w:rFonts w:ascii="Arial" w:hAnsi="Arial" w:cs="Arial"/>
        </w:rPr>
        <w:t xml:space="preserve"> so excited to share</w:t>
      </w:r>
      <w:r w:rsidRPr="603CDEF0" w:rsidR="45921A99">
        <w:rPr>
          <w:rFonts w:ascii="Arial" w:hAnsi="Arial" w:cs="Arial"/>
        </w:rPr>
        <w:t xml:space="preserve"> an update </w:t>
      </w:r>
      <w:r w:rsidRPr="603CDEF0" w:rsidR="06BE3F47">
        <w:rPr>
          <w:rFonts w:ascii="Arial" w:hAnsi="Arial" w:cs="Arial"/>
        </w:rPr>
        <w:t xml:space="preserve">about </w:t>
      </w:r>
      <w:r w:rsidRPr="603CDEF0" w:rsidR="67E6F328">
        <w:rPr>
          <w:rFonts w:ascii="Arial" w:hAnsi="Arial" w:cs="Arial"/>
          <w:highlight w:val="green"/>
        </w:rPr>
        <w:t>[Workplace Name]</w:t>
      </w:r>
      <w:r w:rsidRPr="603CDEF0" w:rsidR="06BE3F47">
        <w:rPr>
          <w:rFonts w:ascii="Arial" w:hAnsi="Arial" w:cs="Arial"/>
        </w:rPr>
        <w:t>'s successful participation in the Leukaemia Foundation's World's Greatest Shave! The energy, enthusiasm</w:t>
      </w:r>
      <w:r w:rsidRPr="603CDEF0" w:rsidR="5E3398DA">
        <w:rPr>
          <w:rFonts w:ascii="Arial" w:hAnsi="Arial" w:cs="Arial"/>
        </w:rPr>
        <w:t xml:space="preserve"> </w:t>
      </w:r>
      <w:r w:rsidRPr="603CDEF0" w:rsidR="06BE3F47">
        <w:rPr>
          <w:rFonts w:ascii="Arial" w:hAnsi="Arial" w:cs="Arial"/>
        </w:rPr>
        <w:t xml:space="preserve">and generosity displayed by our </w:t>
      </w:r>
      <w:r w:rsidRPr="603CDEF0" w:rsidR="7E66D75F">
        <w:rPr>
          <w:rFonts w:ascii="Arial" w:hAnsi="Arial" w:cs="Arial"/>
        </w:rPr>
        <w:t xml:space="preserve">staff </w:t>
      </w:r>
      <w:r w:rsidRPr="603CDEF0" w:rsidR="06BE3F47">
        <w:rPr>
          <w:rFonts w:ascii="Arial" w:hAnsi="Arial" w:cs="Arial"/>
        </w:rPr>
        <w:t>ha</w:t>
      </w:r>
      <w:r w:rsidRPr="603CDEF0" w:rsidR="06C41CAD">
        <w:rPr>
          <w:rFonts w:ascii="Arial" w:hAnsi="Arial" w:cs="Arial"/>
        </w:rPr>
        <w:t>s</w:t>
      </w:r>
      <w:r w:rsidRPr="603CDEF0" w:rsidR="06BE3F47">
        <w:rPr>
          <w:rFonts w:ascii="Arial" w:hAnsi="Arial" w:cs="Arial"/>
        </w:rPr>
        <w:t xml:space="preserve"> truly been remarkable.</w:t>
      </w:r>
    </w:p>
    <w:p w:rsidR="004F797A" w:rsidP="5F1D727A" w:rsidRDefault="06BE3F47" w14:paraId="72CCF350" w14:textId="649AC612">
      <w:pPr>
        <w:rPr>
          <w:rFonts w:ascii="Arial" w:hAnsi="Arial" w:cs="Arial"/>
        </w:rPr>
      </w:pPr>
      <w:r w:rsidRPr="603CDEF0" w:rsidR="06BE3F47">
        <w:rPr>
          <w:rFonts w:ascii="Arial" w:hAnsi="Arial" w:cs="Arial"/>
        </w:rPr>
        <w:t>Together</w:t>
      </w:r>
      <w:r w:rsidRPr="603CDEF0" w:rsidR="5520BCA6">
        <w:rPr>
          <w:rFonts w:ascii="Arial" w:hAnsi="Arial" w:cs="Arial"/>
        </w:rPr>
        <w:t>,</w:t>
      </w:r>
      <w:r w:rsidRPr="603CDEF0" w:rsidR="06BE3F47">
        <w:rPr>
          <w:rFonts w:ascii="Arial" w:hAnsi="Arial" w:cs="Arial"/>
        </w:rPr>
        <w:t xml:space="preserve"> </w:t>
      </w:r>
      <w:r w:rsidRPr="603CDEF0" w:rsidR="6C9193A2">
        <w:rPr>
          <w:rFonts w:ascii="Arial" w:hAnsi="Arial" w:cs="Arial"/>
        </w:rPr>
        <w:t>w</w:t>
      </w:r>
      <w:r w:rsidRPr="603CDEF0" w:rsidR="06BE3F47">
        <w:rPr>
          <w:rFonts w:ascii="Arial" w:hAnsi="Arial" w:cs="Arial"/>
        </w:rPr>
        <w:t xml:space="preserve">e </w:t>
      </w:r>
      <w:r w:rsidRPr="603CDEF0" w:rsidR="223931AC">
        <w:rPr>
          <w:rFonts w:ascii="Arial" w:hAnsi="Arial" w:cs="Arial"/>
        </w:rPr>
        <w:t>r</w:t>
      </w:r>
      <w:r w:rsidRPr="603CDEF0" w:rsidR="06BE3F47">
        <w:rPr>
          <w:rFonts w:ascii="Arial" w:hAnsi="Arial" w:cs="Arial"/>
        </w:rPr>
        <w:t xml:space="preserve">aised </w:t>
      </w:r>
      <w:r w:rsidRPr="603CDEF0" w:rsidR="06BE3F47">
        <w:rPr>
          <w:rFonts w:ascii="Arial" w:hAnsi="Arial" w:cs="Arial"/>
          <w:highlight w:val="green"/>
        </w:rPr>
        <w:t>[Amount]</w:t>
      </w:r>
      <w:r w:rsidRPr="603CDEF0" w:rsidR="06BE3F47">
        <w:rPr>
          <w:rFonts w:ascii="Arial" w:hAnsi="Arial" w:cs="Arial"/>
        </w:rPr>
        <w:t xml:space="preserve"> (and counting) for a </w:t>
      </w:r>
      <w:r w:rsidRPr="603CDEF0" w:rsidR="02F63869">
        <w:rPr>
          <w:rFonts w:ascii="Arial" w:hAnsi="Arial" w:cs="Arial"/>
        </w:rPr>
        <w:t>cause close to our hearts</w:t>
      </w:r>
      <w:r w:rsidRPr="603CDEF0" w:rsidR="667657D1">
        <w:rPr>
          <w:rFonts w:ascii="Arial" w:hAnsi="Arial" w:cs="Arial"/>
        </w:rPr>
        <w:t xml:space="preserve">. </w:t>
      </w:r>
    </w:p>
    <w:p w:rsidR="004F797A" w:rsidP="004F797A" w:rsidRDefault="06BE3F47" w14:paraId="3595441F" w14:textId="362AC6EC">
      <w:pPr>
        <w:rPr>
          <w:rFonts w:ascii="Arial" w:hAnsi="Arial" w:cs="Arial"/>
        </w:rPr>
      </w:pPr>
      <w:r w:rsidRPr="603CDEF0" w:rsidR="06BE3F47">
        <w:rPr>
          <w:rFonts w:ascii="Arial" w:hAnsi="Arial" w:cs="Arial"/>
        </w:rPr>
        <w:t>Thanks to the collective efforts of our incredible s</w:t>
      </w:r>
      <w:r w:rsidRPr="603CDEF0" w:rsidR="0036F085">
        <w:rPr>
          <w:rFonts w:ascii="Arial" w:hAnsi="Arial" w:cs="Arial"/>
        </w:rPr>
        <w:t>taff</w:t>
      </w:r>
      <w:r w:rsidRPr="603CDEF0" w:rsidR="06BE3F47">
        <w:rPr>
          <w:rFonts w:ascii="Arial" w:hAnsi="Arial" w:cs="Arial"/>
        </w:rPr>
        <w:t xml:space="preserve">, </w:t>
      </w:r>
      <w:r w:rsidRPr="603CDEF0" w:rsidR="06BE3F47">
        <w:rPr>
          <w:rFonts w:ascii="Arial" w:hAnsi="Arial" w:cs="Arial"/>
        </w:rPr>
        <w:t xml:space="preserve">we have raised an outstanding amount for the Leukaemia Foundation. This achievement goes beyond mere fundraising; it reflects the compassion and unity that define our </w:t>
      </w:r>
      <w:r w:rsidRPr="603CDEF0" w:rsidR="06BE3F47">
        <w:rPr>
          <w:rFonts w:ascii="Arial" w:hAnsi="Arial" w:cs="Arial"/>
          <w:highlight w:val="green"/>
        </w:rPr>
        <w:t>[</w:t>
      </w:r>
      <w:r w:rsidRPr="603CDEF0" w:rsidR="37779DA9">
        <w:rPr>
          <w:rFonts w:ascii="Arial" w:hAnsi="Arial" w:cs="Arial"/>
          <w:highlight w:val="green"/>
        </w:rPr>
        <w:t xml:space="preserve">Workplace </w:t>
      </w:r>
      <w:r w:rsidRPr="603CDEF0" w:rsidR="06BE3F47">
        <w:rPr>
          <w:rFonts w:ascii="Arial" w:hAnsi="Arial" w:cs="Arial"/>
          <w:highlight w:val="green"/>
        </w:rPr>
        <w:t>Name]</w:t>
      </w:r>
      <w:r w:rsidRPr="603CDEF0" w:rsidR="06BE3F47">
        <w:rPr>
          <w:rFonts w:ascii="Arial" w:hAnsi="Arial" w:cs="Arial"/>
        </w:rPr>
        <w:t xml:space="preserve"> community.</w:t>
      </w:r>
    </w:p>
    <w:p w:rsidRPr="00312A10" w:rsidR="004F797A" w:rsidP="004F797A" w:rsidRDefault="004F797A" w14:paraId="3A6338B9" w14:textId="618A2999">
      <w:pPr>
        <w:rPr>
          <w:rFonts w:ascii="Arial" w:hAnsi="Arial" w:cs="Arial"/>
        </w:rPr>
      </w:pPr>
      <w:r w:rsidRPr="603CDEF0" w:rsidR="004F797A">
        <w:rPr>
          <w:rFonts w:ascii="Arial" w:hAnsi="Arial" w:cs="Arial"/>
        </w:rPr>
        <w:t xml:space="preserve">There’s still time to donate to our team </w:t>
      </w:r>
      <w:r w:rsidRPr="603CDEF0" w:rsidR="004F797A">
        <w:rPr>
          <w:rFonts w:ascii="Arial" w:hAnsi="Arial" w:cs="Arial"/>
          <w:lang w:eastAsia="en-AU"/>
        </w:rPr>
        <w:t xml:space="preserve">online at </w:t>
      </w:r>
      <w:r w:rsidRPr="603CDEF0" w:rsidR="004F797A">
        <w:rPr>
          <w:rFonts w:ascii="Arial" w:hAnsi="Arial" w:cs="Arial"/>
          <w:highlight w:val="green"/>
          <w:lang w:eastAsia="en-AU"/>
        </w:rPr>
        <w:t>[Fundraising Page Link]</w:t>
      </w:r>
      <w:r w:rsidRPr="603CDEF0" w:rsidR="004F797A">
        <w:rPr>
          <w:rFonts w:ascii="Arial" w:hAnsi="Arial" w:cs="Arial"/>
          <w:lang w:eastAsia="en-AU"/>
        </w:rPr>
        <w:t>.</w:t>
      </w:r>
    </w:p>
    <w:p w:rsidRPr="00E43556" w:rsidR="004F797A" w:rsidP="004F797A" w:rsidRDefault="06BE3F47" w14:paraId="0B83D46C" w14:textId="42CBE2F5">
      <w:pPr>
        <w:rPr>
          <w:rFonts w:ascii="Arial" w:hAnsi="Arial" w:cs="Arial"/>
          <w:b/>
          <w:bCs/>
        </w:rPr>
      </w:pPr>
      <w:r w:rsidRPr="5F1D727A">
        <w:rPr>
          <w:rFonts w:ascii="Arial" w:hAnsi="Arial" w:cs="Arial"/>
          <w:b/>
          <w:bCs/>
        </w:rPr>
        <w:t>A Shave to Remember</w:t>
      </w:r>
    </w:p>
    <w:p w:rsidRPr="00312A10" w:rsidR="004F797A" w:rsidP="004F797A" w:rsidRDefault="004F797A" w14:paraId="5B78E416" w14:textId="516F239B">
      <w:pPr>
        <w:rPr>
          <w:rFonts w:ascii="Arial" w:hAnsi="Arial" w:cs="Arial"/>
        </w:rPr>
      </w:pPr>
      <w:r w:rsidRPr="603CDEF0" w:rsidR="004F797A">
        <w:rPr>
          <w:rFonts w:ascii="Arial" w:hAnsi="Arial" w:cs="Arial"/>
        </w:rPr>
        <w:t>So many of o</w:t>
      </w:r>
      <w:r w:rsidRPr="603CDEF0" w:rsidR="004F797A">
        <w:rPr>
          <w:rFonts w:ascii="Arial" w:hAnsi="Arial" w:cs="Arial"/>
        </w:rPr>
        <w:t>ur fearless</w:t>
      </w:r>
      <w:r w:rsidRPr="603CDEF0" w:rsidR="004F797A">
        <w:rPr>
          <w:rFonts w:ascii="Arial" w:hAnsi="Arial" w:cs="Arial"/>
        </w:rPr>
        <w:t xml:space="preserve"> st</w:t>
      </w:r>
      <w:r w:rsidRPr="603CDEF0" w:rsidR="1D5AA1FB">
        <w:rPr>
          <w:rFonts w:ascii="Arial" w:hAnsi="Arial" w:cs="Arial"/>
        </w:rPr>
        <w:t>aff members</w:t>
      </w:r>
      <w:r w:rsidRPr="603CDEF0" w:rsidR="004F797A">
        <w:rPr>
          <w:rFonts w:ascii="Arial" w:hAnsi="Arial" w:cs="Arial"/>
        </w:rPr>
        <w:t xml:space="preserve">, in the true spirit of solidarity, took on the challenge of </w:t>
      </w:r>
      <w:r w:rsidRPr="603CDEF0" w:rsidR="5CEF43C2">
        <w:rPr>
          <w:rFonts w:ascii="Arial" w:hAnsi="Arial" w:cs="Arial"/>
        </w:rPr>
        <w:t>S</w:t>
      </w:r>
      <w:r w:rsidRPr="603CDEF0" w:rsidR="004F797A">
        <w:rPr>
          <w:rFonts w:ascii="Arial" w:hAnsi="Arial" w:cs="Arial"/>
        </w:rPr>
        <w:t>having</w:t>
      </w:r>
      <w:r w:rsidRPr="603CDEF0" w:rsidR="004F797A">
        <w:rPr>
          <w:rFonts w:ascii="Arial" w:hAnsi="Arial" w:cs="Arial"/>
        </w:rPr>
        <w:t xml:space="preserve">, </w:t>
      </w:r>
      <w:r w:rsidRPr="603CDEF0" w:rsidR="02CD3500">
        <w:rPr>
          <w:rFonts w:ascii="Arial" w:hAnsi="Arial" w:cs="Arial"/>
        </w:rPr>
        <w:t>C</w:t>
      </w:r>
      <w:r w:rsidRPr="603CDEF0" w:rsidR="004F797A">
        <w:rPr>
          <w:rFonts w:ascii="Arial" w:hAnsi="Arial" w:cs="Arial"/>
        </w:rPr>
        <w:t>utting</w:t>
      </w:r>
      <w:r w:rsidRPr="603CDEF0" w:rsidR="004F797A">
        <w:rPr>
          <w:rFonts w:ascii="Arial" w:hAnsi="Arial" w:cs="Arial"/>
        </w:rPr>
        <w:t xml:space="preserve"> or </w:t>
      </w:r>
      <w:r w:rsidRPr="603CDEF0" w:rsidR="6D55CF79">
        <w:rPr>
          <w:rFonts w:ascii="Arial" w:hAnsi="Arial" w:cs="Arial"/>
        </w:rPr>
        <w:t>C</w:t>
      </w:r>
      <w:r w:rsidRPr="603CDEF0" w:rsidR="004F797A">
        <w:rPr>
          <w:rFonts w:ascii="Arial" w:hAnsi="Arial" w:cs="Arial"/>
        </w:rPr>
        <w:t xml:space="preserve">olouring </w:t>
      </w:r>
      <w:r w:rsidRPr="603CDEF0" w:rsidR="004F797A">
        <w:rPr>
          <w:rFonts w:ascii="Arial" w:hAnsi="Arial" w:cs="Arial"/>
        </w:rPr>
        <w:t>their h</w:t>
      </w:r>
      <w:r w:rsidRPr="603CDEF0" w:rsidR="004F797A">
        <w:rPr>
          <w:rFonts w:ascii="Arial" w:hAnsi="Arial" w:cs="Arial"/>
        </w:rPr>
        <w:t>air</w:t>
      </w:r>
      <w:r w:rsidRPr="603CDEF0" w:rsidR="004F797A">
        <w:rPr>
          <w:rFonts w:ascii="Arial" w:hAnsi="Arial" w:cs="Arial"/>
        </w:rPr>
        <w:t xml:space="preserve">. It was </w:t>
      </w:r>
      <w:r w:rsidRPr="603CDEF0" w:rsidR="2A11EC0A">
        <w:rPr>
          <w:rFonts w:ascii="Arial" w:hAnsi="Arial" w:cs="Arial"/>
        </w:rPr>
        <w:t xml:space="preserve">uplifting </w:t>
      </w:r>
      <w:r w:rsidRPr="603CDEF0" w:rsidR="004F797A">
        <w:rPr>
          <w:rFonts w:ascii="Arial" w:hAnsi="Arial" w:cs="Arial"/>
        </w:rPr>
        <w:t xml:space="preserve">to </w:t>
      </w:r>
      <w:r w:rsidRPr="603CDEF0" w:rsidR="004F797A">
        <w:rPr>
          <w:rFonts w:ascii="Arial" w:hAnsi="Arial" w:cs="Arial"/>
        </w:rPr>
        <w:t>witness</w:t>
      </w:r>
      <w:r w:rsidRPr="603CDEF0" w:rsidR="004F797A">
        <w:rPr>
          <w:rFonts w:ascii="Arial" w:hAnsi="Arial" w:cs="Arial"/>
        </w:rPr>
        <w:t xml:space="preserve"> such a visual representation of our commitment to making a difference in the lives of those affected by blood cancer.</w:t>
      </w:r>
    </w:p>
    <w:p w:rsidRPr="00E43556" w:rsidR="004F797A" w:rsidP="004F797A" w:rsidRDefault="06BE3F47" w14:paraId="47D30A51" w14:textId="2356EFBC">
      <w:pPr>
        <w:rPr>
          <w:rFonts w:ascii="Arial" w:hAnsi="Arial" w:cs="Arial"/>
          <w:b/>
          <w:bCs/>
        </w:rPr>
      </w:pPr>
      <w:r w:rsidRPr="5F1D727A">
        <w:rPr>
          <w:rFonts w:ascii="Arial" w:hAnsi="Arial" w:cs="Arial"/>
          <w:b/>
          <w:bCs/>
        </w:rPr>
        <w:t>Celebrating Success, One Shave at a Time</w:t>
      </w:r>
    </w:p>
    <w:p w:rsidRPr="00312A10" w:rsidR="004F797A" w:rsidP="5F1D727A" w:rsidRDefault="06BE3F47" w14:paraId="063F959A" w14:textId="7FB3E23D">
      <w:pPr>
        <w:rPr>
          <w:rFonts w:ascii="Arial" w:hAnsi="Arial" w:cs="Arial"/>
        </w:rPr>
      </w:pPr>
      <w:r w:rsidRPr="5F1D727A">
        <w:rPr>
          <w:rFonts w:ascii="Arial" w:hAnsi="Arial" w:cs="Arial"/>
        </w:rPr>
        <w:t>The success of our World's Greatest Shave extends far beyond the dollars raised. It is a testament to the values we hold dear</w:t>
      </w:r>
      <w:r w:rsidRPr="5F1D727A" w:rsidR="24C50C5F">
        <w:rPr>
          <w:rFonts w:ascii="Arial" w:hAnsi="Arial" w:cs="Arial"/>
        </w:rPr>
        <w:t xml:space="preserve"> </w:t>
      </w:r>
      <w:r w:rsidRPr="5F1D727A" w:rsidR="24C50C5F">
        <w:rPr>
          <w:rFonts w:ascii="Calibri" w:hAnsi="Calibri" w:eastAsia="Calibri" w:cs="Calibri"/>
        </w:rPr>
        <w:t>–</w:t>
      </w:r>
      <w:r w:rsidRPr="5F1D727A" w:rsidR="24C50C5F">
        <w:rPr>
          <w:rFonts w:ascii="Arial" w:hAnsi="Arial" w:cs="Arial"/>
        </w:rPr>
        <w:t xml:space="preserve"> </w:t>
      </w:r>
      <w:r w:rsidRPr="5F1D727A">
        <w:rPr>
          <w:rFonts w:ascii="Arial" w:hAnsi="Arial" w:cs="Arial"/>
        </w:rPr>
        <w:t>compassion, empathy, and the belief that together, we can create positive change. Your contributions will play a crucial role in supporting vital research, care, and services provided by the Leukaemia Foundation.</w:t>
      </w:r>
    </w:p>
    <w:p w:rsidRPr="00E43556" w:rsidR="004F797A" w:rsidP="004F797A" w:rsidRDefault="06BE3F47" w14:paraId="505AF60F" w14:textId="4914D0C6">
      <w:pPr>
        <w:rPr>
          <w:rFonts w:ascii="Arial" w:hAnsi="Arial" w:cs="Arial"/>
          <w:b/>
          <w:bCs/>
        </w:rPr>
      </w:pPr>
      <w:r w:rsidRPr="5F1D727A">
        <w:rPr>
          <w:rFonts w:ascii="Arial" w:hAnsi="Arial" w:cs="Arial"/>
          <w:b/>
          <w:bCs/>
        </w:rPr>
        <w:t>Share Your Shave Memories</w:t>
      </w:r>
    </w:p>
    <w:p w:rsidRPr="00312A10" w:rsidR="004F797A" w:rsidP="004F797A" w:rsidRDefault="004F797A" w14:paraId="4C9E715E" w14:textId="0D3AD039">
      <w:pPr>
        <w:rPr>
          <w:rFonts w:ascii="Arial" w:hAnsi="Arial" w:cs="Arial"/>
        </w:rPr>
      </w:pPr>
      <w:r w:rsidRPr="603CDEF0" w:rsidR="004F797A">
        <w:rPr>
          <w:rFonts w:ascii="Arial" w:hAnsi="Arial" w:cs="Arial"/>
        </w:rPr>
        <w:t>We invite you to relive the joyous moments of our World's Greatest Shave journey. Share your photos, stories, and experiences with us using the hashtag #</w:t>
      </w:r>
      <w:r w:rsidRPr="603CDEF0" w:rsidR="004F797A">
        <w:rPr>
          <w:rFonts w:ascii="Arial" w:hAnsi="Arial" w:cs="Arial"/>
        </w:rPr>
        <w:t>WGSat</w:t>
      </w:r>
      <w:r w:rsidRPr="603CDEF0" w:rsidR="004F797A">
        <w:rPr>
          <w:rFonts w:ascii="Arial" w:hAnsi="Arial" w:cs="Arial"/>
          <w:highlight w:val="green"/>
        </w:rPr>
        <w:t>[</w:t>
      </w:r>
      <w:r w:rsidRPr="603CDEF0" w:rsidR="07E599A0">
        <w:rPr>
          <w:rFonts w:ascii="Arial" w:hAnsi="Arial" w:cs="Arial"/>
          <w:highlight w:val="green"/>
        </w:rPr>
        <w:t>WorkplaceName</w:t>
      </w:r>
      <w:r w:rsidRPr="603CDEF0" w:rsidR="004F797A">
        <w:rPr>
          <w:rFonts w:ascii="Arial" w:hAnsi="Arial" w:cs="Arial"/>
          <w:highlight w:val="green"/>
        </w:rPr>
        <w:t>]</w:t>
      </w:r>
      <w:r w:rsidRPr="603CDEF0" w:rsidR="004F797A">
        <w:rPr>
          <w:rFonts w:ascii="Arial" w:hAnsi="Arial" w:cs="Arial"/>
        </w:rPr>
        <w:t xml:space="preserve">. </w:t>
      </w:r>
      <w:r w:rsidRPr="603CDEF0" w:rsidR="004F797A">
        <w:rPr>
          <w:rFonts w:ascii="Arial" w:hAnsi="Arial" w:cs="Arial"/>
        </w:rPr>
        <w:t>Let's</w:t>
      </w:r>
      <w:r w:rsidRPr="603CDEF0" w:rsidR="004F797A">
        <w:rPr>
          <w:rFonts w:ascii="Arial" w:hAnsi="Arial" w:cs="Arial"/>
        </w:rPr>
        <w:t xml:space="preserve"> celebrate the strength and spirit of our </w:t>
      </w:r>
      <w:r w:rsidRPr="603CDEF0" w:rsidR="004F797A">
        <w:rPr>
          <w:rFonts w:ascii="Arial" w:hAnsi="Arial" w:cs="Arial"/>
          <w:highlight w:val="green"/>
        </w:rPr>
        <w:t>[</w:t>
      </w:r>
      <w:r w:rsidRPr="603CDEF0" w:rsidR="251A8FCF">
        <w:rPr>
          <w:rFonts w:ascii="Arial" w:hAnsi="Arial" w:cs="Arial"/>
          <w:highlight w:val="green"/>
        </w:rPr>
        <w:t>Workplace</w:t>
      </w:r>
      <w:r w:rsidRPr="603CDEF0" w:rsidR="004F797A">
        <w:rPr>
          <w:rFonts w:ascii="Arial" w:hAnsi="Arial" w:cs="Arial"/>
          <w:highlight w:val="green"/>
        </w:rPr>
        <w:t xml:space="preserve"> Name]</w:t>
      </w:r>
      <w:r w:rsidRPr="603CDEF0" w:rsidR="004F797A">
        <w:rPr>
          <w:rFonts w:ascii="Arial" w:hAnsi="Arial" w:cs="Arial"/>
        </w:rPr>
        <w:t xml:space="preserve"> community.</w:t>
      </w:r>
    </w:p>
    <w:p w:rsidRPr="00E43556" w:rsidR="004F797A" w:rsidP="2E9037AB" w:rsidRDefault="06BE3F47" w14:paraId="75700DC5" w14:textId="6CA4F666">
      <w:pPr>
        <w:pStyle w:val="Normal"/>
        <w:rPr>
          <w:rFonts w:ascii="Arial" w:hAnsi="Arial" w:cs="Arial"/>
          <w:b w:val="1"/>
          <w:bCs w:val="1"/>
        </w:rPr>
      </w:pPr>
      <w:r w:rsidRPr="2E9037AB" w:rsidR="65D8BD9D">
        <w:rPr>
          <w:rFonts w:ascii="Arial" w:hAnsi="Arial" w:cs="Arial"/>
          <w:b w:val="1"/>
          <w:bCs w:val="1"/>
        </w:rPr>
        <w:t xml:space="preserve">Thank You for Being </w:t>
      </w:r>
      <w:r w:rsidRPr="2E9037AB" w:rsidR="037F3F26">
        <w:rPr>
          <w:rFonts w:ascii="Arial" w:hAnsi="Arial" w:cs="Arial"/>
          <w:b w:val="1"/>
          <w:bCs w:val="1"/>
        </w:rPr>
        <w:t xml:space="preserve">at </w:t>
      </w:r>
      <w:r w:rsidRPr="2E9037AB" w:rsidR="65D8BD9D">
        <w:rPr>
          <w:rFonts w:ascii="Arial" w:hAnsi="Arial" w:cs="Arial"/>
          <w:b w:val="1"/>
          <w:bCs w:val="1"/>
        </w:rPr>
        <w:t>the Heart of Our Success</w:t>
      </w:r>
    </w:p>
    <w:p w:rsidRPr="00312A10" w:rsidR="004F797A" w:rsidP="004F797A" w:rsidRDefault="004F797A" w14:paraId="66CD2A9C" w14:textId="77777777">
      <w:pPr>
        <w:rPr>
          <w:rFonts w:ascii="Arial" w:hAnsi="Arial" w:cs="Arial"/>
        </w:rPr>
      </w:pPr>
      <w:r w:rsidRPr="00312A10">
        <w:rPr>
          <w:rFonts w:ascii="Arial" w:hAnsi="Arial" w:cs="Arial"/>
        </w:rPr>
        <w:t>Our deepest gratitude goes out to each and every one of you who supported, sponsored, and participated in this meaningful initiative. Your commitment to making a positive impact is the driving force behind our success.</w:t>
      </w:r>
    </w:p>
    <w:p w:rsidRPr="00312A10" w:rsidR="004F797A" w:rsidP="004F797A" w:rsidRDefault="004F797A" w14:paraId="67E8A02D" w14:textId="77777777">
      <w:pPr>
        <w:rPr>
          <w:rFonts w:ascii="Arial" w:hAnsi="Arial" w:cs="Arial"/>
        </w:rPr>
      </w:pPr>
      <w:r w:rsidRPr="00312A10">
        <w:rPr>
          <w:rFonts w:ascii="Arial" w:hAnsi="Arial" w:cs="Arial"/>
        </w:rPr>
        <w:t>As we re</w:t>
      </w:r>
      <w:r>
        <w:rPr>
          <w:rFonts w:ascii="Arial" w:hAnsi="Arial" w:cs="Arial"/>
        </w:rPr>
        <w:t>flect</w:t>
      </w:r>
      <w:r w:rsidRPr="00312A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 </w:t>
      </w:r>
      <w:r w:rsidRPr="00312A10">
        <w:rPr>
          <w:rFonts w:ascii="Arial" w:hAnsi="Arial" w:cs="Arial"/>
        </w:rPr>
        <w:t xml:space="preserve">the achievement of our World's Greatest Shave </w:t>
      </w:r>
      <w:r>
        <w:rPr>
          <w:rFonts w:ascii="Arial" w:hAnsi="Arial" w:cs="Arial"/>
        </w:rPr>
        <w:t xml:space="preserve">experience, </w:t>
      </w:r>
      <w:r w:rsidRPr="00312A10">
        <w:rPr>
          <w:rFonts w:ascii="Arial" w:hAnsi="Arial" w:cs="Arial"/>
        </w:rPr>
        <w:t>let's carry forward the spirit of giving and continue to make a difference in the lives of others.</w:t>
      </w:r>
    </w:p>
    <w:p w:rsidRPr="00312A10" w:rsidR="004F797A" w:rsidP="004F797A" w:rsidRDefault="004F797A" w14:paraId="6255C1B3" w14:textId="77777777">
      <w:pPr>
        <w:rPr>
          <w:rFonts w:ascii="Arial" w:hAnsi="Arial" w:cs="Arial"/>
        </w:rPr>
      </w:pPr>
      <w:r w:rsidRPr="00312A10">
        <w:rPr>
          <w:rFonts w:ascii="Arial" w:hAnsi="Arial" w:cs="Arial"/>
        </w:rPr>
        <w:t>Warm regards,</w:t>
      </w:r>
    </w:p>
    <w:p w:rsidRPr="00312A10" w:rsidR="004F797A" w:rsidP="74F0E786" w:rsidRDefault="06BE3F47" w14:paraId="0EF4EAB0" w14:textId="7EF3372E">
      <w:pPr>
        <w:rPr>
          <w:rFonts w:ascii="Arial" w:hAnsi="Arial" w:cs="Arial"/>
          <w:highlight w:val="green"/>
        </w:rPr>
      </w:pPr>
      <w:r w:rsidRPr="74F0E786">
        <w:rPr>
          <w:rFonts w:ascii="Arial" w:hAnsi="Arial" w:cs="Arial"/>
          <w:highlight w:val="green"/>
        </w:rPr>
        <w:lastRenderedPageBreak/>
        <w:t xml:space="preserve">[Your Name] </w:t>
      </w:r>
      <w:r>
        <w:br/>
      </w:r>
      <w:r w:rsidRPr="74F0E786">
        <w:rPr>
          <w:rFonts w:ascii="Arial" w:hAnsi="Arial" w:cs="Arial"/>
          <w:highlight w:val="green"/>
        </w:rPr>
        <w:t>[Your Title/Role]</w:t>
      </w:r>
    </w:p>
    <w:p w:rsidRPr="00F34F00" w:rsidR="005673BB" w:rsidP="00906A8A" w:rsidRDefault="005673BB" w14:paraId="2B3B6A46" w14:textId="4E926FAB">
      <w:pPr>
        <w:pStyle w:val="BasicParagraph"/>
        <w:suppressAutoHyphens/>
        <w:spacing w:before="425"/>
        <w:rPr>
          <w:rFonts w:ascii="Arial" w:hAnsi="Arial" w:cs="Arial"/>
          <w:color w:val="000008"/>
          <w:sz w:val="20"/>
          <w:szCs w:val="20"/>
          <w:lang w:val="en-AU"/>
        </w:rPr>
      </w:pPr>
    </w:p>
    <w:sectPr w:rsidRPr="00F34F00" w:rsidR="005673BB" w:rsidSect="00D969E4">
      <w:headerReference w:type="default" r:id="rId11"/>
      <w:footerReference w:type="default" r:id="rId12"/>
      <w:pgSz w:w="11906" w:h="16838" w:orient="portrait"/>
      <w:pgMar w:top="1440" w:right="1440" w:bottom="1440" w:left="1440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68FF" w:rsidP="00F932B6" w:rsidRDefault="00EF68FF" w14:paraId="536230D5" w14:textId="77777777">
      <w:pPr>
        <w:spacing w:after="0" w:line="240" w:lineRule="auto"/>
      </w:pPr>
      <w:r>
        <w:separator/>
      </w:r>
    </w:p>
  </w:endnote>
  <w:endnote w:type="continuationSeparator" w:id="0">
    <w:p w:rsidR="00EF68FF" w:rsidP="00F932B6" w:rsidRDefault="00EF68FF" w14:paraId="691DC8F9" w14:textId="77777777">
      <w:pPr>
        <w:spacing w:after="0" w:line="240" w:lineRule="auto"/>
      </w:pPr>
      <w:r>
        <w:continuationSeparator/>
      </w:r>
    </w:p>
  </w:endnote>
  <w:endnote w:type="continuationNotice" w:id="1">
    <w:p w:rsidR="00EF68FF" w:rsidRDefault="00EF68FF" w14:paraId="2FE74D9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84B13" w:rsidP="00431EEA" w:rsidRDefault="00FC3AAB" w14:paraId="30FB6A5A" w14:textId="7CF91D81">
    <w:pPr>
      <w:pStyle w:val="Footer"/>
      <w:spacing w:before="120"/>
    </w:pPr>
    <w:r>
      <w:rPr>
        <w:noProof/>
      </w:rPr>
      <w:ptab w:alignment="right" w:relativeTo="margin" w:leader="none"/>
    </w:r>
    <w:r w:rsidR="00A8203A">
      <w:rPr>
        <w:noProof/>
      </w:rPr>
      <w:drawing>
        <wp:inline distT="0" distB="0" distL="0" distR="0" wp14:anchorId="4E6C8B14" wp14:editId="5CED6428">
          <wp:extent cx="2692966" cy="666155"/>
          <wp:effectExtent l="0" t="0" r="0" b="63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2966" cy="666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68FF" w:rsidP="00F932B6" w:rsidRDefault="00EF68FF" w14:paraId="0F85E2EB" w14:textId="77777777">
      <w:pPr>
        <w:spacing w:after="0" w:line="240" w:lineRule="auto"/>
      </w:pPr>
      <w:r>
        <w:separator/>
      </w:r>
    </w:p>
  </w:footnote>
  <w:footnote w:type="continuationSeparator" w:id="0">
    <w:p w:rsidR="00EF68FF" w:rsidP="00F932B6" w:rsidRDefault="00EF68FF" w14:paraId="3E2D0BCC" w14:textId="77777777">
      <w:pPr>
        <w:spacing w:after="0" w:line="240" w:lineRule="auto"/>
      </w:pPr>
      <w:r>
        <w:continuationSeparator/>
      </w:r>
    </w:p>
  </w:footnote>
  <w:footnote w:type="continuationNotice" w:id="1">
    <w:p w:rsidR="00EF68FF" w:rsidRDefault="00EF68FF" w14:paraId="33B1B9D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84B13" w:rsidP="00AA693B" w:rsidRDefault="00A84B13" w14:paraId="454BD640" w14:textId="19E57B5B">
    <w:pPr>
      <w:pStyle w:val="Header"/>
      <w:spacing w:after="240"/>
    </w:pPr>
    <w:r>
      <w:rPr>
        <w:noProof/>
      </w:rPr>
      <w:drawing>
        <wp:inline distT="0" distB="0" distL="0" distR="0" wp14:anchorId="13BA07B6" wp14:editId="141B1497">
          <wp:extent cx="2780270" cy="1163834"/>
          <wp:effectExtent l="0" t="0" r="127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0270" cy="1163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20DE"/>
    <w:multiLevelType w:val="hybridMultilevel"/>
    <w:tmpl w:val="4C084C3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1470791"/>
    <w:multiLevelType w:val="multilevel"/>
    <w:tmpl w:val="C85A9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6B7C85"/>
    <w:multiLevelType w:val="multilevel"/>
    <w:tmpl w:val="9B78E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7743D7"/>
    <w:multiLevelType w:val="multilevel"/>
    <w:tmpl w:val="BEB6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6F567C99"/>
    <w:multiLevelType w:val="hybridMultilevel"/>
    <w:tmpl w:val="B866D48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70E1397"/>
    <w:multiLevelType w:val="multilevel"/>
    <w:tmpl w:val="8E140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7721062B"/>
    <w:multiLevelType w:val="multilevel"/>
    <w:tmpl w:val="B9FE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672949086">
    <w:abstractNumId w:val="5"/>
  </w:num>
  <w:num w:numId="2" w16cid:durableId="1409962235">
    <w:abstractNumId w:val="1"/>
  </w:num>
  <w:num w:numId="3" w16cid:durableId="116803109">
    <w:abstractNumId w:val="3"/>
  </w:num>
  <w:num w:numId="4" w16cid:durableId="978727399">
    <w:abstractNumId w:val="6"/>
  </w:num>
  <w:num w:numId="5" w16cid:durableId="604077466">
    <w:abstractNumId w:val="2"/>
  </w:num>
  <w:num w:numId="6" w16cid:durableId="1798599658">
    <w:abstractNumId w:val="0"/>
  </w:num>
  <w:num w:numId="7" w16cid:durableId="982929656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BBF"/>
    <w:rsid w:val="0000607E"/>
    <w:rsid w:val="00022FF8"/>
    <w:rsid w:val="0002578C"/>
    <w:rsid w:val="00040F65"/>
    <w:rsid w:val="00055E27"/>
    <w:rsid w:val="00062038"/>
    <w:rsid w:val="000A193B"/>
    <w:rsid w:val="000A6493"/>
    <w:rsid w:val="000E327E"/>
    <w:rsid w:val="00122692"/>
    <w:rsid w:val="00131C7D"/>
    <w:rsid w:val="00151302"/>
    <w:rsid w:val="001527E3"/>
    <w:rsid w:val="00186783"/>
    <w:rsid w:val="001D57FE"/>
    <w:rsid w:val="001D5DE3"/>
    <w:rsid w:val="00200201"/>
    <w:rsid w:val="002012B2"/>
    <w:rsid w:val="00215023"/>
    <w:rsid w:val="00254642"/>
    <w:rsid w:val="00265D7B"/>
    <w:rsid w:val="0027240A"/>
    <w:rsid w:val="002941B5"/>
    <w:rsid w:val="0029661F"/>
    <w:rsid w:val="002A2634"/>
    <w:rsid w:val="002C1507"/>
    <w:rsid w:val="002C5446"/>
    <w:rsid w:val="002C7C3B"/>
    <w:rsid w:val="00312A10"/>
    <w:rsid w:val="00351766"/>
    <w:rsid w:val="00362441"/>
    <w:rsid w:val="0036F085"/>
    <w:rsid w:val="00377D43"/>
    <w:rsid w:val="00384C81"/>
    <w:rsid w:val="00385A41"/>
    <w:rsid w:val="00390F81"/>
    <w:rsid w:val="00396A55"/>
    <w:rsid w:val="003A01B2"/>
    <w:rsid w:val="003A6B48"/>
    <w:rsid w:val="003B24F9"/>
    <w:rsid w:val="003B4390"/>
    <w:rsid w:val="003B68D2"/>
    <w:rsid w:val="003C3CA1"/>
    <w:rsid w:val="003D35A3"/>
    <w:rsid w:val="003D3B72"/>
    <w:rsid w:val="003E1947"/>
    <w:rsid w:val="003E6AFC"/>
    <w:rsid w:val="003F041E"/>
    <w:rsid w:val="003F4BBF"/>
    <w:rsid w:val="00431EEA"/>
    <w:rsid w:val="00436CE5"/>
    <w:rsid w:val="00451736"/>
    <w:rsid w:val="00456EAF"/>
    <w:rsid w:val="004A46BC"/>
    <w:rsid w:val="004C5702"/>
    <w:rsid w:val="004C5BE9"/>
    <w:rsid w:val="004E2983"/>
    <w:rsid w:val="004E4E92"/>
    <w:rsid w:val="004F505F"/>
    <w:rsid w:val="004F797A"/>
    <w:rsid w:val="00502D27"/>
    <w:rsid w:val="00510890"/>
    <w:rsid w:val="00520190"/>
    <w:rsid w:val="00531103"/>
    <w:rsid w:val="0054674E"/>
    <w:rsid w:val="005673BB"/>
    <w:rsid w:val="00573791"/>
    <w:rsid w:val="00583FA4"/>
    <w:rsid w:val="005C7F25"/>
    <w:rsid w:val="005D108A"/>
    <w:rsid w:val="005F0D55"/>
    <w:rsid w:val="00621EEC"/>
    <w:rsid w:val="00622F6E"/>
    <w:rsid w:val="0064370C"/>
    <w:rsid w:val="006D7FFD"/>
    <w:rsid w:val="00717FD2"/>
    <w:rsid w:val="00720385"/>
    <w:rsid w:val="00725152"/>
    <w:rsid w:val="00751211"/>
    <w:rsid w:val="00753A44"/>
    <w:rsid w:val="00763D24"/>
    <w:rsid w:val="00776666"/>
    <w:rsid w:val="00797B9C"/>
    <w:rsid w:val="007D5337"/>
    <w:rsid w:val="007E5519"/>
    <w:rsid w:val="008265E3"/>
    <w:rsid w:val="00851447"/>
    <w:rsid w:val="00893095"/>
    <w:rsid w:val="00895F94"/>
    <w:rsid w:val="008A42AE"/>
    <w:rsid w:val="00900E2E"/>
    <w:rsid w:val="00904DBF"/>
    <w:rsid w:val="00906A8A"/>
    <w:rsid w:val="00912309"/>
    <w:rsid w:val="0091698B"/>
    <w:rsid w:val="0091728F"/>
    <w:rsid w:val="00933BED"/>
    <w:rsid w:val="00934C07"/>
    <w:rsid w:val="00936407"/>
    <w:rsid w:val="00941C04"/>
    <w:rsid w:val="009601A9"/>
    <w:rsid w:val="0099004E"/>
    <w:rsid w:val="00993936"/>
    <w:rsid w:val="00996CA4"/>
    <w:rsid w:val="00997103"/>
    <w:rsid w:val="009C205A"/>
    <w:rsid w:val="009C4415"/>
    <w:rsid w:val="009D0194"/>
    <w:rsid w:val="009D56B1"/>
    <w:rsid w:val="00A01268"/>
    <w:rsid w:val="00A03231"/>
    <w:rsid w:val="00A1358C"/>
    <w:rsid w:val="00A260DF"/>
    <w:rsid w:val="00A263D4"/>
    <w:rsid w:val="00A8203A"/>
    <w:rsid w:val="00A84B13"/>
    <w:rsid w:val="00A877BC"/>
    <w:rsid w:val="00AA693B"/>
    <w:rsid w:val="00AB5CC5"/>
    <w:rsid w:val="00AC36E9"/>
    <w:rsid w:val="00AD2010"/>
    <w:rsid w:val="00AD7E57"/>
    <w:rsid w:val="00B021D0"/>
    <w:rsid w:val="00B3081E"/>
    <w:rsid w:val="00B31576"/>
    <w:rsid w:val="00B318A8"/>
    <w:rsid w:val="00B723BF"/>
    <w:rsid w:val="00B85526"/>
    <w:rsid w:val="00BB18D4"/>
    <w:rsid w:val="00BEC8AA"/>
    <w:rsid w:val="00C22BCC"/>
    <w:rsid w:val="00C461AE"/>
    <w:rsid w:val="00C532CC"/>
    <w:rsid w:val="00C5660C"/>
    <w:rsid w:val="00C625C1"/>
    <w:rsid w:val="00C66BB7"/>
    <w:rsid w:val="00C86241"/>
    <w:rsid w:val="00CE3A4E"/>
    <w:rsid w:val="00D13557"/>
    <w:rsid w:val="00D260F9"/>
    <w:rsid w:val="00D6179A"/>
    <w:rsid w:val="00D61BBE"/>
    <w:rsid w:val="00D969E4"/>
    <w:rsid w:val="00DA443C"/>
    <w:rsid w:val="00DA6A93"/>
    <w:rsid w:val="00DB322E"/>
    <w:rsid w:val="00DD1668"/>
    <w:rsid w:val="00DE52AA"/>
    <w:rsid w:val="00E10733"/>
    <w:rsid w:val="00E12DB1"/>
    <w:rsid w:val="00E173CA"/>
    <w:rsid w:val="00E43556"/>
    <w:rsid w:val="00E45AD3"/>
    <w:rsid w:val="00E747F8"/>
    <w:rsid w:val="00E81D88"/>
    <w:rsid w:val="00EB151C"/>
    <w:rsid w:val="00EC2FA4"/>
    <w:rsid w:val="00ED4394"/>
    <w:rsid w:val="00ED6BFF"/>
    <w:rsid w:val="00EE321E"/>
    <w:rsid w:val="00EF402F"/>
    <w:rsid w:val="00EF68FF"/>
    <w:rsid w:val="00F02340"/>
    <w:rsid w:val="00F1500C"/>
    <w:rsid w:val="00F34F00"/>
    <w:rsid w:val="00F562C1"/>
    <w:rsid w:val="00F833CF"/>
    <w:rsid w:val="00F932B6"/>
    <w:rsid w:val="00FB0292"/>
    <w:rsid w:val="00FC0839"/>
    <w:rsid w:val="00FC3AAB"/>
    <w:rsid w:val="018FFAF4"/>
    <w:rsid w:val="0279C853"/>
    <w:rsid w:val="02CD3500"/>
    <w:rsid w:val="02F63869"/>
    <w:rsid w:val="02FE0BDC"/>
    <w:rsid w:val="03135D1B"/>
    <w:rsid w:val="03350FAC"/>
    <w:rsid w:val="0336E363"/>
    <w:rsid w:val="037F3F26"/>
    <w:rsid w:val="03853600"/>
    <w:rsid w:val="03B031D7"/>
    <w:rsid w:val="04141AF7"/>
    <w:rsid w:val="046650FC"/>
    <w:rsid w:val="0492CE88"/>
    <w:rsid w:val="054EFA74"/>
    <w:rsid w:val="0598FA89"/>
    <w:rsid w:val="06B1B77C"/>
    <w:rsid w:val="06BE3F47"/>
    <w:rsid w:val="06C41CAD"/>
    <w:rsid w:val="0763E37B"/>
    <w:rsid w:val="07E599A0"/>
    <w:rsid w:val="07F1B52F"/>
    <w:rsid w:val="07F1CB5B"/>
    <w:rsid w:val="086E37CC"/>
    <w:rsid w:val="08963B7B"/>
    <w:rsid w:val="09D02A89"/>
    <w:rsid w:val="0A92B70D"/>
    <w:rsid w:val="0A9EFC84"/>
    <w:rsid w:val="0AE2340D"/>
    <w:rsid w:val="0B1BDC9C"/>
    <w:rsid w:val="0B7E9060"/>
    <w:rsid w:val="0B828D72"/>
    <w:rsid w:val="0B9FF77B"/>
    <w:rsid w:val="0BBC83B0"/>
    <w:rsid w:val="0BFD204F"/>
    <w:rsid w:val="0CA7ABA9"/>
    <w:rsid w:val="0CBEAFF5"/>
    <w:rsid w:val="0CDE8EC9"/>
    <w:rsid w:val="0CFF5CEF"/>
    <w:rsid w:val="0DCC4080"/>
    <w:rsid w:val="0E26AEA9"/>
    <w:rsid w:val="102BD9C9"/>
    <w:rsid w:val="106CA3E0"/>
    <w:rsid w:val="1164BAE1"/>
    <w:rsid w:val="11AE9917"/>
    <w:rsid w:val="1205A6BF"/>
    <w:rsid w:val="1263AD4E"/>
    <w:rsid w:val="12BEC168"/>
    <w:rsid w:val="145A91C9"/>
    <w:rsid w:val="14CC32D5"/>
    <w:rsid w:val="150D9775"/>
    <w:rsid w:val="152F7092"/>
    <w:rsid w:val="1638FC1F"/>
    <w:rsid w:val="166EF071"/>
    <w:rsid w:val="167CC873"/>
    <w:rsid w:val="17488BA3"/>
    <w:rsid w:val="17A6325B"/>
    <w:rsid w:val="17E0466C"/>
    <w:rsid w:val="181D819D"/>
    <w:rsid w:val="18426BDF"/>
    <w:rsid w:val="18ACB221"/>
    <w:rsid w:val="18C28371"/>
    <w:rsid w:val="19064921"/>
    <w:rsid w:val="1975A5FD"/>
    <w:rsid w:val="1980A80A"/>
    <w:rsid w:val="1A0895EB"/>
    <w:rsid w:val="1A643CF7"/>
    <w:rsid w:val="1AD621F1"/>
    <w:rsid w:val="1AEFD414"/>
    <w:rsid w:val="1B18F9FB"/>
    <w:rsid w:val="1B38B502"/>
    <w:rsid w:val="1B826A4E"/>
    <w:rsid w:val="1BAB170D"/>
    <w:rsid w:val="1BC95EDA"/>
    <w:rsid w:val="1BF4129D"/>
    <w:rsid w:val="1CBE6F71"/>
    <w:rsid w:val="1CC01B1E"/>
    <w:rsid w:val="1D5AA1FB"/>
    <w:rsid w:val="1D70566C"/>
    <w:rsid w:val="1E13D7F0"/>
    <w:rsid w:val="1E282C03"/>
    <w:rsid w:val="1E74CBFA"/>
    <w:rsid w:val="1ED9F961"/>
    <w:rsid w:val="1EFDA7A6"/>
    <w:rsid w:val="1F1196EB"/>
    <w:rsid w:val="1F317CE3"/>
    <w:rsid w:val="1FCB2A79"/>
    <w:rsid w:val="1FFD2CDD"/>
    <w:rsid w:val="20A8C127"/>
    <w:rsid w:val="20B4EC14"/>
    <w:rsid w:val="21684BDC"/>
    <w:rsid w:val="21C1FB9B"/>
    <w:rsid w:val="21DA9898"/>
    <w:rsid w:val="21E8DD5A"/>
    <w:rsid w:val="223931AC"/>
    <w:rsid w:val="22609841"/>
    <w:rsid w:val="227A9A6D"/>
    <w:rsid w:val="22DBD6DB"/>
    <w:rsid w:val="2330496B"/>
    <w:rsid w:val="233BB4B5"/>
    <w:rsid w:val="234A76E2"/>
    <w:rsid w:val="234BD98F"/>
    <w:rsid w:val="235C19B3"/>
    <w:rsid w:val="23A52580"/>
    <w:rsid w:val="23CBDDF4"/>
    <w:rsid w:val="2476834D"/>
    <w:rsid w:val="2495D607"/>
    <w:rsid w:val="24C50C5F"/>
    <w:rsid w:val="24FDF52E"/>
    <w:rsid w:val="251A8FCF"/>
    <w:rsid w:val="25526157"/>
    <w:rsid w:val="25561F01"/>
    <w:rsid w:val="255F7F5E"/>
    <w:rsid w:val="2565B46D"/>
    <w:rsid w:val="2616B635"/>
    <w:rsid w:val="2665CFDF"/>
    <w:rsid w:val="26679AC8"/>
    <w:rsid w:val="2698182D"/>
    <w:rsid w:val="26D8E86B"/>
    <w:rsid w:val="274168D8"/>
    <w:rsid w:val="2774016C"/>
    <w:rsid w:val="2784C27B"/>
    <w:rsid w:val="27C590A8"/>
    <w:rsid w:val="27E060AB"/>
    <w:rsid w:val="27E2EA11"/>
    <w:rsid w:val="28077432"/>
    <w:rsid w:val="289CD2B9"/>
    <w:rsid w:val="28BD3FE9"/>
    <w:rsid w:val="292DAB51"/>
    <w:rsid w:val="2A11EC0A"/>
    <w:rsid w:val="2A3877BE"/>
    <w:rsid w:val="2AB2AD7E"/>
    <w:rsid w:val="2B279579"/>
    <w:rsid w:val="2C201D58"/>
    <w:rsid w:val="2C30B650"/>
    <w:rsid w:val="2C37F9C7"/>
    <w:rsid w:val="2C9DD872"/>
    <w:rsid w:val="2CC672AE"/>
    <w:rsid w:val="2CE89735"/>
    <w:rsid w:val="2D59DAB0"/>
    <w:rsid w:val="2D778DCF"/>
    <w:rsid w:val="2D7E02EF"/>
    <w:rsid w:val="2D8DEDA3"/>
    <w:rsid w:val="2DBF1BEA"/>
    <w:rsid w:val="2DCD3412"/>
    <w:rsid w:val="2DCFA68A"/>
    <w:rsid w:val="2E18E0EE"/>
    <w:rsid w:val="2E649EBC"/>
    <w:rsid w:val="2E9037AB"/>
    <w:rsid w:val="2EB53849"/>
    <w:rsid w:val="2EF6DCE3"/>
    <w:rsid w:val="2F2AE4EC"/>
    <w:rsid w:val="2F57B39C"/>
    <w:rsid w:val="2F9990FE"/>
    <w:rsid w:val="30672BCF"/>
    <w:rsid w:val="3091389F"/>
    <w:rsid w:val="30AA02E6"/>
    <w:rsid w:val="31009B4B"/>
    <w:rsid w:val="3116B944"/>
    <w:rsid w:val="3117081D"/>
    <w:rsid w:val="3154A001"/>
    <w:rsid w:val="31F840EE"/>
    <w:rsid w:val="324A97C9"/>
    <w:rsid w:val="3256FFCC"/>
    <w:rsid w:val="32586357"/>
    <w:rsid w:val="331D47EA"/>
    <w:rsid w:val="337123B8"/>
    <w:rsid w:val="339E61EE"/>
    <w:rsid w:val="33AE5DB8"/>
    <w:rsid w:val="3428F1DB"/>
    <w:rsid w:val="3466057E"/>
    <w:rsid w:val="34D0A1D5"/>
    <w:rsid w:val="351CF1FA"/>
    <w:rsid w:val="3566EEB1"/>
    <w:rsid w:val="3659B2CE"/>
    <w:rsid w:val="36669384"/>
    <w:rsid w:val="3754E667"/>
    <w:rsid w:val="37779DA9"/>
    <w:rsid w:val="386D90A2"/>
    <w:rsid w:val="38DD481C"/>
    <w:rsid w:val="39094B41"/>
    <w:rsid w:val="394E67BF"/>
    <w:rsid w:val="399E564D"/>
    <w:rsid w:val="3A75345B"/>
    <w:rsid w:val="3A79187D"/>
    <w:rsid w:val="3AAF33DB"/>
    <w:rsid w:val="3B0EB098"/>
    <w:rsid w:val="3B658739"/>
    <w:rsid w:val="3B85CDA6"/>
    <w:rsid w:val="3B9528DF"/>
    <w:rsid w:val="3BA152EA"/>
    <w:rsid w:val="3BB34319"/>
    <w:rsid w:val="3BCF3D4E"/>
    <w:rsid w:val="3BE83121"/>
    <w:rsid w:val="3CB1A1D6"/>
    <w:rsid w:val="3D05FA06"/>
    <w:rsid w:val="3D3D234B"/>
    <w:rsid w:val="3DB0B93F"/>
    <w:rsid w:val="3E7CA8B4"/>
    <w:rsid w:val="3F02898B"/>
    <w:rsid w:val="3F257EBC"/>
    <w:rsid w:val="3F40163B"/>
    <w:rsid w:val="3F413ED7"/>
    <w:rsid w:val="3FC0FD87"/>
    <w:rsid w:val="3FDB2A41"/>
    <w:rsid w:val="3FEDB01E"/>
    <w:rsid w:val="3FF82F8B"/>
    <w:rsid w:val="407196A3"/>
    <w:rsid w:val="40BD81D2"/>
    <w:rsid w:val="411736C0"/>
    <w:rsid w:val="418188AB"/>
    <w:rsid w:val="42CE6FDC"/>
    <w:rsid w:val="42D18A57"/>
    <w:rsid w:val="43824F40"/>
    <w:rsid w:val="438B1930"/>
    <w:rsid w:val="43C94090"/>
    <w:rsid w:val="44C239AC"/>
    <w:rsid w:val="452E05A5"/>
    <w:rsid w:val="4531A3AA"/>
    <w:rsid w:val="4578EC3E"/>
    <w:rsid w:val="45921A99"/>
    <w:rsid w:val="45DE1CC9"/>
    <w:rsid w:val="4674E25A"/>
    <w:rsid w:val="46800B60"/>
    <w:rsid w:val="46CB57E8"/>
    <w:rsid w:val="482E3CCD"/>
    <w:rsid w:val="48724E5B"/>
    <w:rsid w:val="48F4FB60"/>
    <w:rsid w:val="495D5BAA"/>
    <w:rsid w:val="49F157CB"/>
    <w:rsid w:val="4B538094"/>
    <w:rsid w:val="4BC79EB3"/>
    <w:rsid w:val="4C473F76"/>
    <w:rsid w:val="4CCC1D10"/>
    <w:rsid w:val="4D970309"/>
    <w:rsid w:val="4F3DC5A9"/>
    <w:rsid w:val="4F858DC8"/>
    <w:rsid w:val="4FB1FF79"/>
    <w:rsid w:val="50170253"/>
    <w:rsid w:val="514258CF"/>
    <w:rsid w:val="51AEE6CB"/>
    <w:rsid w:val="51CAAB8D"/>
    <w:rsid w:val="521CF704"/>
    <w:rsid w:val="5227AFDE"/>
    <w:rsid w:val="529C4F45"/>
    <w:rsid w:val="52D2497B"/>
    <w:rsid w:val="53B75825"/>
    <w:rsid w:val="540FB89F"/>
    <w:rsid w:val="5458C0CF"/>
    <w:rsid w:val="5520BCA6"/>
    <w:rsid w:val="558E6391"/>
    <w:rsid w:val="5624ACEC"/>
    <w:rsid w:val="567DD65F"/>
    <w:rsid w:val="5795A25D"/>
    <w:rsid w:val="57AA1CEC"/>
    <w:rsid w:val="57D48A61"/>
    <w:rsid w:val="58144D93"/>
    <w:rsid w:val="587EE71C"/>
    <w:rsid w:val="58CB08CC"/>
    <w:rsid w:val="5923FFD5"/>
    <w:rsid w:val="59A9C797"/>
    <w:rsid w:val="59E46ECC"/>
    <w:rsid w:val="5A0A89DA"/>
    <w:rsid w:val="5A44A991"/>
    <w:rsid w:val="5ADA0DCC"/>
    <w:rsid w:val="5B057B72"/>
    <w:rsid w:val="5B74A631"/>
    <w:rsid w:val="5B917CC4"/>
    <w:rsid w:val="5BC116FA"/>
    <w:rsid w:val="5C02DB71"/>
    <w:rsid w:val="5C297552"/>
    <w:rsid w:val="5C2FE101"/>
    <w:rsid w:val="5C336096"/>
    <w:rsid w:val="5C73D693"/>
    <w:rsid w:val="5CAD0895"/>
    <w:rsid w:val="5CEF43C2"/>
    <w:rsid w:val="5D0D5E34"/>
    <w:rsid w:val="5DC6C562"/>
    <w:rsid w:val="5DDDDFA6"/>
    <w:rsid w:val="5E248019"/>
    <w:rsid w:val="5E3398DA"/>
    <w:rsid w:val="5E53E1A4"/>
    <w:rsid w:val="5E5BE90C"/>
    <w:rsid w:val="5E6CA421"/>
    <w:rsid w:val="5F1D727A"/>
    <w:rsid w:val="5F4B5E4C"/>
    <w:rsid w:val="5F6B0158"/>
    <w:rsid w:val="60175992"/>
    <w:rsid w:val="603C7005"/>
    <w:rsid w:val="603CDEF0"/>
    <w:rsid w:val="606A8A49"/>
    <w:rsid w:val="60B29DB9"/>
    <w:rsid w:val="6184585A"/>
    <w:rsid w:val="619EF120"/>
    <w:rsid w:val="61A2E0CA"/>
    <w:rsid w:val="61D2A124"/>
    <w:rsid w:val="62316A28"/>
    <w:rsid w:val="62BB184E"/>
    <w:rsid w:val="62FE2344"/>
    <w:rsid w:val="632CBDF3"/>
    <w:rsid w:val="63833A75"/>
    <w:rsid w:val="6384188F"/>
    <w:rsid w:val="63F9CFB6"/>
    <w:rsid w:val="648F47E1"/>
    <w:rsid w:val="65A3270F"/>
    <w:rsid w:val="65D8BD9D"/>
    <w:rsid w:val="6638C7C4"/>
    <w:rsid w:val="667657D1"/>
    <w:rsid w:val="66F0081F"/>
    <w:rsid w:val="676A35C7"/>
    <w:rsid w:val="67E6F328"/>
    <w:rsid w:val="6805E08D"/>
    <w:rsid w:val="683257E5"/>
    <w:rsid w:val="687E71CB"/>
    <w:rsid w:val="68A4676D"/>
    <w:rsid w:val="68A86D03"/>
    <w:rsid w:val="6950450E"/>
    <w:rsid w:val="6992ACE5"/>
    <w:rsid w:val="6AB759CD"/>
    <w:rsid w:val="6B1EEB4F"/>
    <w:rsid w:val="6B4E1AFF"/>
    <w:rsid w:val="6C9193A2"/>
    <w:rsid w:val="6C9A5CA5"/>
    <w:rsid w:val="6CB4426A"/>
    <w:rsid w:val="6D375ABA"/>
    <w:rsid w:val="6D4537FE"/>
    <w:rsid w:val="6D505C4C"/>
    <w:rsid w:val="6D55CF79"/>
    <w:rsid w:val="6D613567"/>
    <w:rsid w:val="6D70BDE6"/>
    <w:rsid w:val="6E19216A"/>
    <w:rsid w:val="6E231183"/>
    <w:rsid w:val="6E231513"/>
    <w:rsid w:val="6E331C1C"/>
    <w:rsid w:val="6E34AF09"/>
    <w:rsid w:val="6ED917B4"/>
    <w:rsid w:val="6EDD6383"/>
    <w:rsid w:val="6EE36EF3"/>
    <w:rsid w:val="6EEF5339"/>
    <w:rsid w:val="6F3141C8"/>
    <w:rsid w:val="6F387B0C"/>
    <w:rsid w:val="6FA80952"/>
    <w:rsid w:val="700C27C6"/>
    <w:rsid w:val="7074E815"/>
    <w:rsid w:val="708D531D"/>
    <w:rsid w:val="71B52829"/>
    <w:rsid w:val="72BC976A"/>
    <w:rsid w:val="73BEB346"/>
    <w:rsid w:val="73CD77B1"/>
    <w:rsid w:val="73D0C5D1"/>
    <w:rsid w:val="746E428D"/>
    <w:rsid w:val="749B2F0E"/>
    <w:rsid w:val="74E07521"/>
    <w:rsid w:val="74E92F27"/>
    <w:rsid w:val="74F0E786"/>
    <w:rsid w:val="759D862D"/>
    <w:rsid w:val="75C1E04D"/>
    <w:rsid w:val="760C46D7"/>
    <w:rsid w:val="76CD8C3F"/>
    <w:rsid w:val="774ECDB6"/>
    <w:rsid w:val="77E36346"/>
    <w:rsid w:val="789A566F"/>
    <w:rsid w:val="78FF8355"/>
    <w:rsid w:val="795E168C"/>
    <w:rsid w:val="797A4C6A"/>
    <w:rsid w:val="799E8DED"/>
    <w:rsid w:val="79DF510B"/>
    <w:rsid w:val="79F3E28D"/>
    <w:rsid w:val="7A3198B9"/>
    <w:rsid w:val="7A3C3B4E"/>
    <w:rsid w:val="7A7BF93B"/>
    <w:rsid w:val="7B639A06"/>
    <w:rsid w:val="7B67B8CE"/>
    <w:rsid w:val="7C4AA71D"/>
    <w:rsid w:val="7C88A1D8"/>
    <w:rsid w:val="7C99CC8F"/>
    <w:rsid w:val="7CA3A34B"/>
    <w:rsid w:val="7CA5B2F3"/>
    <w:rsid w:val="7D16F1CD"/>
    <w:rsid w:val="7DB0C429"/>
    <w:rsid w:val="7DC13E6F"/>
    <w:rsid w:val="7DC6ECC1"/>
    <w:rsid w:val="7DED1DF3"/>
    <w:rsid w:val="7DF4281A"/>
    <w:rsid w:val="7E66D75F"/>
    <w:rsid w:val="7EA5EFF6"/>
    <w:rsid w:val="7F3BBDE6"/>
    <w:rsid w:val="7FECB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11F843"/>
  <w15:chartTrackingRefBased/>
  <w15:docId w15:val="{9AC00E07-76C3-4794-BB98-C0A28822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81D88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en-AU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2B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932B6"/>
  </w:style>
  <w:style w:type="paragraph" w:styleId="Footer">
    <w:name w:val="footer"/>
    <w:basedOn w:val="Normal"/>
    <w:link w:val="FooterChar"/>
    <w:uiPriority w:val="99"/>
    <w:unhideWhenUsed/>
    <w:rsid w:val="00F932B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932B6"/>
  </w:style>
  <w:style w:type="paragraph" w:styleId="BasicParagraph" w:customStyle="1">
    <w:name w:val="[Basic Paragraph]"/>
    <w:basedOn w:val="Normal"/>
    <w:uiPriority w:val="99"/>
    <w:rsid w:val="008265E3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5F0D5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AU"/>
    </w:rPr>
  </w:style>
  <w:style w:type="character" w:styleId="Heading3Char" w:customStyle="1">
    <w:name w:val="Heading 3 Char"/>
    <w:basedOn w:val="DefaultParagraphFont"/>
    <w:link w:val="Heading3"/>
    <w:uiPriority w:val="9"/>
    <w:rsid w:val="00E81D88"/>
    <w:rPr>
      <w:rFonts w:ascii="Times New Roman" w:hAnsi="Times New Roman" w:eastAsia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E81D88"/>
    <w:rPr>
      <w:b/>
      <w:bCs/>
    </w:rPr>
  </w:style>
  <w:style w:type="character" w:styleId="Hyperlink">
    <w:name w:val="Hyperlink"/>
    <w:basedOn w:val="DefaultParagraphFont"/>
    <w:uiPriority w:val="99"/>
    <w:unhideWhenUsed/>
    <w:rsid w:val="00AB5C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5CC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C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microsoft.com/office/2011/relationships/people" Target="people.xml" Id="R3c9736d8fcb848c9" /><Relationship Type="http://schemas.microsoft.com/office/2011/relationships/commentsExtended" Target="commentsExtended.xml" Id="Ra617a537a7954b11" /><Relationship Type="http://schemas.microsoft.com/office/2016/09/relationships/commentsIds" Target="commentsIds.xml" Id="R9fd5abebd0564c26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ullins\Downloads\WGS24_Letterhead_Digital_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07298327B78D439575DA9E8CD5001B" ma:contentTypeVersion="52" ma:contentTypeDescription="Create a new document." ma:contentTypeScope="" ma:versionID="8d776a1f8df5365d33737932f931979c">
  <xsd:schema xmlns:xsd="http://www.w3.org/2001/XMLSchema" xmlns:xs="http://www.w3.org/2001/XMLSchema" xmlns:p="http://schemas.microsoft.com/office/2006/metadata/properties" xmlns:ns1="http://schemas.microsoft.com/sharepoint/v3" xmlns:ns2="9dd15e75-6c3a-4956-b472-278755ac5e49" xmlns:ns3="1697608b-cb84-4107-b005-35672edffe53" targetNamespace="http://schemas.microsoft.com/office/2006/metadata/properties" ma:root="true" ma:fieldsID="2b571b354a6849f26266c3ffed455848" ns1:_="" ns2:_="" ns3:_="">
    <xsd:import namespace="http://schemas.microsoft.com/sharepoint/v3"/>
    <xsd:import namespace="9dd15e75-6c3a-4956-b472-278755ac5e49"/>
    <xsd:import namespace="1697608b-cb84-4107-b005-35672edff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ja935d9450e54bc28e929c6a2ac500f7" minOccurs="0"/>
                <xsd:element ref="ns3:TaxCatchAll" minOccurs="0"/>
                <xsd:element ref="ns2:dc88a64856ba41cea69a142c007298a3" minOccurs="0"/>
                <xsd:element ref="ns2:bb895be67dae4e4092ff00ad0951ce28" minOccurs="0"/>
                <xsd:element ref="ns2:p07d59fb3a1c4f0e994626ac08bb68a5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Categor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Status" minOccurs="0"/>
                <xsd:element ref="ns2:Permission" minOccurs="0"/>
                <xsd:element ref="ns2:Gende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0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21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22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3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24" nillable="true" ma:displayName="Number of Likes" ma:internalName="LikesCount">
      <xsd:simpleType>
        <xsd:restriction base="dms:Unknown"/>
      </xsd:simpleType>
    </xsd:element>
    <xsd:element name="LikedBy" ma:index="25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15e75-6c3a-4956-b472-278755ac5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ja935d9450e54bc28e929c6a2ac500f7" ma:index="12" nillable="true" ma:taxonomy="true" ma:internalName="ja935d9450e54bc28e929c6a2ac500f7" ma:taxonomyFieldName="Campaign_x0020_Year" ma:displayName="Campaign Year" ma:indexed="true" ma:default="" ma:fieldId="{3a935d94-50e5-4bc2-8e92-9c6a2ac500f7}" ma:sspId="fc9a841f-1828-4d79-a6e9-b25d3de06cd2" ma:termSetId="45e60d23-07db-4c8a-838e-0d08510bbb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c88a64856ba41cea69a142c007298a3" ma:index="15" nillable="true" ma:taxonomy="true" ma:internalName="dc88a64856ba41cea69a142c007298a3" ma:taxonomyFieldName="Campaign_x0020_Elements" ma:displayName="Campaign Elements" ma:readOnly="false" ma:default="21;#2020|48053200-6042-4361-8a4e-b781d84b3c78" ma:fieldId="{dc88a648-56ba-41ce-a69a-142c007298a3}" ma:taxonomyMulti="true" ma:sspId="fc9a841f-1828-4d79-a6e9-b25d3de06cd2" ma:termSetId="45e60d23-07db-4c8a-838e-0d08510bbb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b895be67dae4e4092ff00ad0951ce28" ma:index="17" nillable="true" ma:taxonomy="true" ma:internalName="bb895be67dae4e4092ff00ad0951ce28" ma:taxonomyFieldName="Project_x0020_planning" ma:displayName="Project planning" ma:readOnly="false" ma:default="" ma:fieldId="{bb895be6-7dae-4e40-92ff-00ad0951ce28}" ma:taxonomyMulti="true" ma:sspId="fc9a841f-1828-4d79-a6e9-b25d3de06cd2" ma:termSetId="544200a2-9f58-446f-a264-3d2e69ebc1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7d59fb3a1c4f0e994626ac08bb68a5" ma:index="19" nillable="true" ma:taxonomy="true" ma:internalName="p07d59fb3a1c4f0e994626ac08bb68a5" ma:taxonomyFieldName="Region" ma:displayName="Region" ma:default="" ma:fieldId="{907d59fb-3a1c-4f0e-9946-26ac08bb68a5}" ma:taxonomyMulti="true" ma:sspId="fc9a841f-1828-4d79-a6e9-b25d3de06cd2" ma:termSetId="830e3f9f-0f00-41a7-8bd1-3f2ce60b74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Flow_SignoffStatus" ma:index="28" nillable="true" ma:displayName="Sign-off status" ma:internalName="_x0024_Resources_x003a_core_x002c_Signoff_Status_x003b_">
      <xsd:simpleType>
        <xsd:restriction base="dms:Text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Category" ma:index="34" nillable="true" ma:displayName="Category" ma:description="Please tag the appropriate category for your file" ma:format="Dropdown" ma:internalName="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unt Management"/>
                    <xsd:enumeration value="Acquisition"/>
                    <xsd:enumeration value="App"/>
                    <xsd:enumeration value="Approval Required"/>
                    <xsd:enumeration value="B&amp;M"/>
                    <xsd:enumeration value="Behavioural"/>
                    <xsd:enumeration value="Budget"/>
                    <xsd:enumeration value="Collateral"/>
                    <xsd:enumeration value="Copy"/>
                    <xsd:enumeration value="Countdown"/>
                    <xsd:enumeration value="Data"/>
                    <xsd:enumeration value="Digital"/>
                    <xsd:enumeration value="Download"/>
                    <xsd:enumeration value="Final Artwork"/>
                    <xsd:enumeration value="Final Content"/>
                    <xsd:enumeration value="Individuals"/>
                    <xsd:enumeration value="Journey"/>
                    <xsd:enumeration value="Kits"/>
                    <xsd:enumeration value="Media"/>
                    <xsd:enumeration value="Merchandise"/>
                    <xsd:enumeration value="Onboarding"/>
                    <xsd:enumeration value="Operational Plan"/>
                    <xsd:enumeration value="Planning"/>
                    <xsd:enumeration value="Policies &amp; Procedures"/>
                    <xsd:enumeration value="Print"/>
                    <xsd:enumeration value="Printing"/>
                    <xsd:enumeration value="Public Shaves"/>
                    <xsd:enumeration value="Reporting"/>
                    <xsd:enumeration value="Resources"/>
                    <xsd:enumeration value="Retention"/>
                    <xsd:enumeration value="Risk Management"/>
                    <xsd:enumeration value="Rollover"/>
                    <xsd:enumeration value="Schools"/>
                    <xsd:enumeration value="Sponsor"/>
                    <xsd:enumeration value="Strategy"/>
                    <xsd:enumeration value="Strategy Results"/>
                    <xsd:enumeration value="Suppliers"/>
                    <xsd:enumeration value="Systems"/>
                    <xsd:enumeration value="Templates"/>
                    <xsd:enumeration value="Training"/>
                    <xsd:enumeration value="Website"/>
                    <xsd:enumeration value="Workplaces"/>
                  </xsd:restriction>
                </xsd:simpleType>
              </xsd:element>
            </xsd:sequence>
          </xsd:extension>
        </xsd:complexContent>
      </xsd:complex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9" nillable="true" ma:taxonomy="true" ma:internalName="lcf76f155ced4ddcb4097134ff3c332f" ma:taxonomyFieldName="MediaServiceImageTags" ma:displayName="Image Tags" ma:readOnly="false" ma:fieldId="{5cf76f15-5ced-4ddc-b409-7134ff3c332f}" ma:taxonomyMulti="true" ma:sspId="fc9a841f-1828-4d79-a6e9-b25d3de06c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40" nillable="true" ma:displayName="Status" ma:format="Dropdown" ma:internalName="Status">
      <xsd:simpleType>
        <xsd:restriction base="dms:Choice">
          <xsd:enumeration value="Do not use"/>
          <xsd:enumeration value="Awaiting consent"/>
          <xsd:enumeration value="Cleared for use"/>
        </xsd:restriction>
      </xsd:simpleType>
    </xsd:element>
    <xsd:element name="Permission" ma:index="41" nillable="true" ma:displayName="Permission" ma:default="0" ma:format="Dropdown" ma:internalName="Permission">
      <xsd:simpleType>
        <xsd:restriction base="dms:Boolean"/>
      </xsd:simpleType>
    </xsd:element>
    <xsd:element name="Gender" ma:index="42" nillable="true" ma:displayName="Gender" ma:format="Dropdown" ma:internalName="Gender">
      <xsd:simpleType>
        <xsd:restriction base="dms:Text">
          <xsd:maxLength value="255"/>
        </xsd:restriction>
      </xsd:simple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7608b-cb84-4107-b005-35672edffe5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f1c4bf9-fc01-492d-b75d-88cfecb80562}" ma:internalName="TaxCatchAll" ma:showField="CatchAllData" ma:web="1697608b-cb84-4107-b005-35672edff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97608b-cb84-4107-b005-35672edffe53">
      <Value>21</Value>
    </TaxCatchAll>
    <ja935d9450e54bc28e929c6a2ac500f7 xmlns="9dd15e75-6c3a-4956-b472-278755ac5e49">
      <Terms xmlns="http://schemas.microsoft.com/office/infopath/2007/PartnerControls"/>
    </ja935d9450e54bc28e929c6a2ac500f7>
    <LikesCount xmlns="http://schemas.microsoft.com/sharepoint/v3" xsi:nil="true"/>
    <Gender xmlns="9dd15e75-6c3a-4956-b472-278755ac5e49" xsi:nil="true"/>
    <p07d59fb3a1c4f0e994626ac08bb68a5 xmlns="9dd15e75-6c3a-4956-b472-278755ac5e49">
      <Terms xmlns="http://schemas.microsoft.com/office/infopath/2007/PartnerControls"/>
    </p07d59fb3a1c4f0e994626ac08bb68a5>
    <_Flow_SignoffStatus xmlns="9dd15e75-6c3a-4956-b472-278755ac5e49" xsi:nil="true"/>
    <Ratings xmlns="http://schemas.microsoft.com/sharepoint/v3" xsi:nil="true"/>
    <dc88a64856ba41cea69a142c007298a3 xmlns="9dd15e75-6c3a-4956-b472-278755ac5e49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2020</TermName>
          <TermId xmlns="http://schemas.microsoft.com/office/infopath/2007/PartnerControls">48053200-6042-4361-8a4e-b781d84b3c78</TermId>
        </TermInfo>
      </Terms>
    </dc88a64856ba41cea69a142c007298a3>
    <bb895be67dae4e4092ff00ad0951ce28 xmlns="9dd15e75-6c3a-4956-b472-278755ac5e49">
      <Terms xmlns="http://schemas.microsoft.com/office/infopath/2007/PartnerControls"/>
    </bb895be67dae4e4092ff00ad0951ce28>
    <LikedBy xmlns="http://schemas.microsoft.com/sharepoint/v3">
      <UserInfo>
        <DisplayName/>
        <AccountId xsi:nil="true"/>
        <AccountType/>
      </UserInfo>
    </LikedBy>
    <lcf76f155ced4ddcb4097134ff3c332f xmlns="9dd15e75-6c3a-4956-b472-278755ac5e49">
      <Terms xmlns="http://schemas.microsoft.com/office/infopath/2007/PartnerControls"/>
    </lcf76f155ced4ddcb4097134ff3c332f>
    <Category xmlns="9dd15e75-6c3a-4956-b472-278755ac5e49" xsi:nil="true"/>
    <RatedBy xmlns="http://schemas.microsoft.com/sharepoint/v3">
      <UserInfo>
        <DisplayName/>
        <AccountId xsi:nil="true"/>
        <AccountType/>
      </UserInfo>
    </RatedBy>
    <Status xmlns="9dd15e75-6c3a-4956-b472-278755ac5e49" xsi:nil="true"/>
    <Permission xmlns="9dd15e75-6c3a-4956-b472-278755ac5e49">false</Permission>
    <SharedWithUsers xmlns="1697608b-cb84-4107-b005-35672edffe5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A3A4780-C43E-4675-88B1-2A54CE0A4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d15e75-6c3a-4956-b472-278755ac5e49"/>
    <ds:schemaRef ds:uri="1697608b-cb84-4107-b005-35672edff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61F592-C4FD-4356-AE2B-EBD317EC08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F41038-0185-4D13-9C3E-68542C3A46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E03815-04F3-4F7D-A7B1-2E4E4D519789}">
  <ds:schemaRefs>
    <ds:schemaRef ds:uri="http://schemas.microsoft.com/office/2006/metadata/properties"/>
    <ds:schemaRef ds:uri="http://schemas.microsoft.com/office/infopath/2007/PartnerControls"/>
    <ds:schemaRef ds:uri="1697608b-cb84-4107-b005-35672edffe53"/>
    <ds:schemaRef ds:uri="9dd15e75-6c3a-4956-b472-278755ac5e49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WGS24_Letterhead_Digital_A4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Mullins</dc:creator>
  <cp:keywords/>
  <dc:description/>
  <cp:lastModifiedBy>Bree Johnson</cp:lastModifiedBy>
  <cp:revision>29</cp:revision>
  <dcterms:created xsi:type="dcterms:W3CDTF">2024-08-25T22:30:00Z</dcterms:created>
  <dcterms:modified xsi:type="dcterms:W3CDTF">2024-10-11T02:10:01Z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0x010100F507298327B78D439575DA9E8CD5001B</vt:lpwstr>
  </property>
  <property fmtid="{D5CDD505-2E9C-101B-9397-08002B2CF9AE}" pid="3" name="Region">
    <vt:lpwstr/>
  </property>
  <property fmtid="{D5CDD505-2E9C-101B-9397-08002B2CF9AE}" pid="4" name="MediaServiceImageTags">
    <vt:lpwstr/>
  </property>
  <property fmtid="{D5CDD505-2E9C-101B-9397-08002B2CF9AE}" pid="5" name="Campaign Year">
    <vt:lpwstr/>
  </property>
  <property fmtid="{D5CDD505-2E9C-101B-9397-08002B2CF9AE}" pid="6" name="Campaign Elements">
    <vt:lpwstr>21;#2020|48053200-6042-4361-8a4e-b781d84b3c78</vt:lpwstr>
  </property>
  <property fmtid="{D5CDD505-2E9C-101B-9397-08002B2CF9AE}" pid="7" name="Project planning">
    <vt:lpwstr/>
  </property>
  <property fmtid="{D5CDD505-2E9C-101B-9397-08002B2CF9AE}" pid="8" name="Order">
    <vt:r8>271800</vt:r8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_activity">
    <vt:lpwstr>{"FileActivityType":"6","FileActivityTimeStamp":"2024-09-24T01:33:39.653Z","FileActivityUsersOnPage":[{"DisplayName":"Christian Longhitano","Id":"clonghitano@leukaemia.org.au"}],"FileActivityNavigationId":null}</vt:lpwstr>
  </property>
  <property fmtid="{D5CDD505-2E9C-101B-9397-08002B2CF9AE}" pid="14" name="TriggerFlowInfo">
    <vt:lpwstr/>
  </property>
  <property fmtid="{D5CDD505-2E9C-101B-9397-08002B2CF9AE}" pid="15" name="Campaign_x0020_Elements">
    <vt:lpwstr>21;#2020|48053200-6042-4361-8a4e-b781d84b3c78</vt:lpwstr>
  </property>
  <property fmtid="{D5CDD505-2E9C-101B-9397-08002B2CF9AE}" pid="16" name="Project_x0020_planning">
    <vt:lpwstr/>
  </property>
  <property fmtid="{D5CDD505-2E9C-101B-9397-08002B2CF9AE}" pid="17" name="Campaign_x0020_Year">
    <vt:lpwstr/>
  </property>
</Properties>
</file>